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4AF" w:rsidRDefault="00C574AF" w:rsidP="00C574AF">
      <w:pPr>
        <w:pStyle w:val="normal0"/>
        <w:tabs>
          <w:tab w:val="num" w:pos="432"/>
          <w:tab w:val="left" w:pos="1350"/>
        </w:tabs>
        <w:ind w:left="432" w:right="-185" w:hanging="432"/>
        <w:rPr>
          <w:b/>
          <w:bCs/>
          <w:caps/>
          <w:color w:val="2F6FFF"/>
          <w:spacing w:val="-10"/>
          <w:sz w:val="28"/>
          <w:szCs w:val="28"/>
        </w:rPr>
      </w:pPr>
      <w:r>
        <w:rPr>
          <w:noProof/>
          <w:color w:val="6EA8FE"/>
          <w:sz w:val="28"/>
          <w:szCs w:val="28"/>
          <w:lang w:eastAsia="uk-UA"/>
        </w:rPr>
        <w:t xml:space="preserve">                                                               </w:t>
      </w:r>
      <w:r>
        <w:rPr>
          <w:noProof/>
          <w:color w:val="6EA8FE"/>
          <w:sz w:val="28"/>
          <w:szCs w:val="28"/>
          <w:lang w:eastAsia="uk-UA"/>
        </w:rPr>
        <w:drawing>
          <wp:inline distT="0" distB="0" distL="0" distR="0">
            <wp:extent cx="466090" cy="5518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090" cy="551815"/>
                    </a:xfrm>
                    <a:prstGeom prst="rect">
                      <a:avLst/>
                    </a:prstGeom>
                    <a:solidFill>
                      <a:srgbClr val="FFFFFF"/>
                    </a:solidFill>
                    <a:ln w="9525">
                      <a:noFill/>
                      <a:miter lim="800000"/>
                      <a:headEnd/>
                      <a:tailEnd/>
                    </a:ln>
                  </pic:spPr>
                </pic:pic>
              </a:graphicData>
            </a:graphic>
          </wp:inline>
        </w:drawing>
      </w:r>
    </w:p>
    <w:p w:rsidR="00C574AF" w:rsidRDefault="00C574AF" w:rsidP="00C574AF">
      <w:pPr>
        <w:tabs>
          <w:tab w:val="num" w:pos="432"/>
        </w:tabs>
        <w:suppressAutoHyphens/>
        <w:spacing w:before="120"/>
        <w:ind w:left="432" w:hanging="432"/>
        <w:jc w:val="center"/>
        <w:rPr>
          <w:b/>
          <w:bCs/>
          <w:caps/>
          <w:color w:val="2F6FFF"/>
          <w:spacing w:val="90"/>
          <w:sz w:val="28"/>
          <w:szCs w:val="28"/>
        </w:rPr>
      </w:pPr>
      <w:r>
        <w:rPr>
          <w:b/>
          <w:bCs/>
          <w:caps/>
          <w:color w:val="2F6FFF"/>
          <w:spacing w:val="-10"/>
          <w:sz w:val="28"/>
        </w:rPr>
        <w:t>ЛЬВІВСЬКА ОБЛАСНА ДЕРЖАВНА АДМІНІСТРАЦІЯ</w:t>
      </w:r>
    </w:p>
    <w:p w:rsidR="00C574AF" w:rsidRDefault="00C574AF" w:rsidP="00C574AF">
      <w:pPr>
        <w:tabs>
          <w:tab w:val="num" w:pos="432"/>
        </w:tabs>
        <w:suppressAutoHyphens/>
        <w:spacing w:before="120"/>
        <w:ind w:left="432" w:hanging="432"/>
        <w:jc w:val="center"/>
        <w:rPr>
          <w:color w:val="2F6FFF"/>
          <w:sz w:val="28"/>
          <w:szCs w:val="22"/>
        </w:rPr>
      </w:pPr>
      <w:r>
        <w:rPr>
          <w:b/>
          <w:bCs/>
          <w:caps/>
          <w:color w:val="2F6FFF"/>
          <w:spacing w:val="90"/>
          <w:sz w:val="28"/>
        </w:rPr>
        <w:t xml:space="preserve">  РоЗПОРЯДЖЕННЯ</w:t>
      </w:r>
    </w:p>
    <w:p w:rsidR="00C574AF" w:rsidRDefault="00C574AF" w:rsidP="00C574AF">
      <w:pPr>
        <w:tabs>
          <w:tab w:val="num" w:pos="432"/>
        </w:tabs>
        <w:suppressAutoHyphens/>
        <w:spacing w:before="120"/>
        <w:ind w:left="432" w:hanging="432"/>
        <w:rPr>
          <w:color w:val="2F6FFF"/>
          <w:sz w:val="28"/>
        </w:rPr>
      </w:pPr>
      <w:r>
        <w:rPr>
          <w:color w:val="2F6FFF"/>
          <w:sz w:val="28"/>
          <w:lang w:val="en-US"/>
        </w:rPr>
        <w:t>15</w:t>
      </w:r>
      <w:r>
        <w:rPr>
          <w:color w:val="2F6FFF"/>
          <w:sz w:val="28"/>
        </w:rPr>
        <w:t xml:space="preserve"> грудня 2016 року</w:t>
      </w:r>
      <w:r>
        <w:rPr>
          <w:color w:val="2F6FFF"/>
          <w:sz w:val="28"/>
        </w:rPr>
        <w:tab/>
        <w:t xml:space="preserve">             </w:t>
      </w:r>
      <w:r>
        <w:rPr>
          <w:color w:val="2F6FFF"/>
          <w:sz w:val="28"/>
        </w:rPr>
        <w:tab/>
        <w:t xml:space="preserve">                                              № 10</w:t>
      </w:r>
      <w:r>
        <w:rPr>
          <w:color w:val="2F6FFF"/>
          <w:sz w:val="28"/>
          <w:lang w:val="en-US"/>
        </w:rPr>
        <w:t>01</w:t>
      </w:r>
      <w:r>
        <w:rPr>
          <w:color w:val="2F6FFF"/>
          <w:sz w:val="28"/>
        </w:rPr>
        <w:t>/0/5-16</w:t>
      </w:r>
    </w:p>
    <w:p w:rsidR="00C0394A" w:rsidRDefault="00C0394A" w:rsidP="00F430AC">
      <w:pPr>
        <w:pStyle w:val="a3"/>
        <w:tabs>
          <w:tab w:val="left" w:pos="708"/>
        </w:tabs>
        <w:ind w:firstLine="425"/>
        <w:rPr>
          <w:sz w:val="28"/>
        </w:rPr>
      </w:pPr>
    </w:p>
    <w:p w:rsidR="00793CBD" w:rsidRDefault="00793CBD" w:rsidP="000B21C9">
      <w:pPr>
        <w:pStyle w:val="a3"/>
        <w:tabs>
          <w:tab w:val="left" w:pos="708"/>
        </w:tabs>
        <w:ind w:firstLine="567"/>
        <w:rPr>
          <w:sz w:val="28"/>
        </w:rPr>
      </w:pPr>
    </w:p>
    <w:p w:rsidR="005A338E" w:rsidRDefault="005A338E" w:rsidP="000B21C9">
      <w:pPr>
        <w:pStyle w:val="a3"/>
        <w:tabs>
          <w:tab w:val="left" w:pos="708"/>
        </w:tabs>
        <w:ind w:firstLine="567"/>
        <w:rPr>
          <w:sz w:val="28"/>
        </w:rPr>
      </w:pPr>
    </w:p>
    <w:p w:rsidR="005A338E" w:rsidRDefault="005A338E" w:rsidP="000B21C9">
      <w:pPr>
        <w:pStyle w:val="a3"/>
        <w:tabs>
          <w:tab w:val="left" w:pos="708"/>
        </w:tabs>
        <w:ind w:firstLine="567"/>
        <w:rPr>
          <w:sz w:val="28"/>
        </w:rPr>
      </w:pPr>
    </w:p>
    <w:p w:rsidR="005A338E" w:rsidRDefault="005A338E" w:rsidP="000B21C9">
      <w:pPr>
        <w:pStyle w:val="a3"/>
        <w:tabs>
          <w:tab w:val="left" w:pos="708"/>
        </w:tabs>
        <w:ind w:firstLine="567"/>
        <w:rPr>
          <w:sz w:val="28"/>
        </w:rPr>
      </w:pPr>
    </w:p>
    <w:p w:rsidR="00DD5753" w:rsidRDefault="00DD5753" w:rsidP="000B21C9">
      <w:pPr>
        <w:pStyle w:val="a3"/>
        <w:tabs>
          <w:tab w:val="left" w:pos="708"/>
        </w:tabs>
        <w:ind w:firstLine="567"/>
        <w:rPr>
          <w:sz w:val="28"/>
        </w:rPr>
      </w:pPr>
    </w:p>
    <w:p w:rsidR="0073353B" w:rsidRDefault="0073353B" w:rsidP="000B21C9">
      <w:pPr>
        <w:pStyle w:val="a3"/>
        <w:tabs>
          <w:tab w:val="left" w:pos="708"/>
        </w:tabs>
        <w:ind w:firstLine="567"/>
        <w:rPr>
          <w:sz w:val="28"/>
        </w:rPr>
      </w:pPr>
    </w:p>
    <w:p w:rsidR="00DD5753" w:rsidRDefault="00DD5753" w:rsidP="000B21C9">
      <w:pPr>
        <w:pStyle w:val="a3"/>
        <w:tabs>
          <w:tab w:val="left" w:pos="708"/>
        </w:tabs>
        <w:ind w:firstLine="567"/>
        <w:rPr>
          <w:sz w:val="28"/>
        </w:rPr>
      </w:pPr>
    </w:p>
    <w:p w:rsidR="005A338E" w:rsidRDefault="005A338E" w:rsidP="000B21C9">
      <w:pPr>
        <w:pStyle w:val="a3"/>
        <w:tabs>
          <w:tab w:val="left" w:pos="708"/>
        </w:tabs>
        <w:ind w:firstLine="567"/>
        <w:rPr>
          <w:sz w:val="28"/>
        </w:rPr>
      </w:pPr>
    </w:p>
    <w:p w:rsidR="00C0394A" w:rsidRPr="00F73F86" w:rsidRDefault="00C0394A" w:rsidP="00C0394A">
      <w:pPr>
        <w:spacing w:line="288" w:lineRule="auto"/>
        <w:rPr>
          <w:b/>
          <w:i/>
          <w:noProof w:val="0"/>
          <w:sz w:val="28"/>
          <w:szCs w:val="28"/>
        </w:rPr>
      </w:pPr>
      <w:r w:rsidRPr="00F73F86">
        <w:rPr>
          <w:b/>
          <w:i/>
          <w:noProof w:val="0"/>
          <w:sz w:val="28"/>
          <w:szCs w:val="28"/>
        </w:rPr>
        <w:t>Про нагородження</w:t>
      </w:r>
      <w:r>
        <w:rPr>
          <w:b/>
          <w:i/>
          <w:noProof w:val="0"/>
          <w:sz w:val="28"/>
          <w:szCs w:val="28"/>
        </w:rPr>
        <w:t xml:space="preserve"> </w:t>
      </w:r>
    </w:p>
    <w:p w:rsidR="00B952FA" w:rsidRPr="00F776A5" w:rsidRDefault="00B952FA" w:rsidP="00B952FA">
      <w:pPr>
        <w:pStyle w:val="a3"/>
        <w:tabs>
          <w:tab w:val="clear" w:pos="4320"/>
          <w:tab w:val="clear" w:pos="8640"/>
        </w:tabs>
        <w:ind w:firstLine="567"/>
        <w:rPr>
          <w:bCs/>
          <w:noProof w:val="0"/>
          <w:sz w:val="36"/>
          <w:szCs w:val="36"/>
        </w:rPr>
      </w:pPr>
    </w:p>
    <w:p w:rsidR="00CF32C3" w:rsidRPr="00EC2E49" w:rsidRDefault="00CF32C3" w:rsidP="00CF32C3">
      <w:pPr>
        <w:pStyle w:val="a3"/>
        <w:tabs>
          <w:tab w:val="left" w:pos="708"/>
        </w:tabs>
        <w:ind w:firstLine="567"/>
        <w:rPr>
          <w:sz w:val="28"/>
          <w:szCs w:val="28"/>
        </w:rPr>
      </w:pPr>
      <w:r w:rsidRPr="00AE2234">
        <w:rPr>
          <w:sz w:val="28"/>
          <w:szCs w:val="28"/>
        </w:rPr>
        <w:t>За</w:t>
      </w:r>
      <w:r w:rsidR="00A96017">
        <w:rPr>
          <w:sz w:val="28"/>
          <w:szCs w:val="28"/>
        </w:rPr>
        <w:t xml:space="preserve"> високий професіоналізм, </w:t>
      </w:r>
      <w:r w:rsidR="00C14BED">
        <w:rPr>
          <w:sz w:val="28"/>
          <w:szCs w:val="28"/>
        </w:rPr>
        <w:t xml:space="preserve">багаторічну сумлінну працю, вагомий особистий внесок у </w:t>
      </w:r>
      <w:r w:rsidR="00F17565">
        <w:rPr>
          <w:sz w:val="28"/>
          <w:szCs w:val="28"/>
        </w:rPr>
        <w:t>розвиток енергетичної галузі Львівщини</w:t>
      </w:r>
      <w:r w:rsidR="00C14BED">
        <w:rPr>
          <w:sz w:val="28"/>
          <w:szCs w:val="28"/>
        </w:rPr>
        <w:t xml:space="preserve"> </w:t>
      </w:r>
      <w:r w:rsidR="00C91032">
        <w:rPr>
          <w:sz w:val="28"/>
          <w:szCs w:val="28"/>
        </w:rPr>
        <w:t xml:space="preserve">та </w:t>
      </w:r>
      <w:r w:rsidR="00134BE9" w:rsidRPr="00134BE9">
        <w:rPr>
          <w:sz w:val="28"/>
          <w:szCs w:val="28"/>
        </w:rPr>
        <w:t xml:space="preserve">з нагоди Дня </w:t>
      </w:r>
      <w:r w:rsidR="00F17565">
        <w:rPr>
          <w:sz w:val="28"/>
          <w:szCs w:val="28"/>
        </w:rPr>
        <w:t>енергетика</w:t>
      </w:r>
      <w:r w:rsidR="00357E74" w:rsidRPr="00EC2E49">
        <w:rPr>
          <w:sz w:val="28"/>
          <w:szCs w:val="28"/>
        </w:rPr>
        <w:t>:</w:t>
      </w:r>
    </w:p>
    <w:p w:rsidR="0063789E" w:rsidRDefault="0063789E" w:rsidP="0063789E">
      <w:pPr>
        <w:pStyle w:val="a3"/>
        <w:tabs>
          <w:tab w:val="clear" w:pos="4320"/>
          <w:tab w:val="clear" w:pos="8640"/>
        </w:tabs>
        <w:ind w:firstLine="567"/>
        <w:rPr>
          <w:bCs/>
          <w:noProof w:val="0"/>
          <w:sz w:val="28"/>
          <w:szCs w:val="28"/>
        </w:rPr>
      </w:pPr>
    </w:p>
    <w:p w:rsidR="00C7525D" w:rsidRDefault="00C7525D" w:rsidP="00C7525D">
      <w:pPr>
        <w:pStyle w:val="a3"/>
        <w:tabs>
          <w:tab w:val="left" w:pos="708"/>
        </w:tabs>
        <w:ind w:firstLine="567"/>
        <w:rPr>
          <w:bCs/>
          <w:noProof w:val="0"/>
          <w:sz w:val="28"/>
          <w:szCs w:val="28"/>
        </w:rPr>
      </w:pPr>
      <w:r w:rsidRPr="00AE2234">
        <w:rPr>
          <w:bCs/>
          <w:noProof w:val="0"/>
          <w:sz w:val="28"/>
          <w:szCs w:val="28"/>
        </w:rPr>
        <w:t>Оголосити Подяку голови облдержадміністрації:</w:t>
      </w:r>
    </w:p>
    <w:p w:rsidR="001A21CB" w:rsidRDefault="001A21CB" w:rsidP="00A2766C">
      <w:pPr>
        <w:pStyle w:val="a3"/>
        <w:tabs>
          <w:tab w:val="clear" w:pos="4320"/>
          <w:tab w:val="clear" w:pos="8640"/>
        </w:tabs>
        <w:ind w:firstLine="567"/>
        <w:rPr>
          <w:noProof w:val="0"/>
          <w:sz w:val="28"/>
          <w:szCs w:val="28"/>
        </w:rPr>
      </w:pPr>
    </w:p>
    <w:tbl>
      <w:tblPr>
        <w:tblW w:w="9486" w:type="dxa"/>
        <w:tblInd w:w="108" w:type="dxa"/>
        <w:tblLayout w:type="fixed"/>
        <w:tblLook w:val="0000"/>
      </w:tblPr>
      <w:tblGrid>
        <w:gridCol w:w="3261"/>
        <w:gridCol w:w="6225"/>
      </w:tblGrid>
      <w:tr w:rsidR="00DE7FFD" w:rsidRPr="00E01C5F" w:rsidTr="00CB712B">
        <w:tblPrEx>
          <w:tblCellMar>
            <w:top w:w="0" w:type="dxa"/>
            <w:bottom w:w="0" w:type="dxa"/>
          </w:tblCellMar>
        </w:tblPrEx>
        <w:tc>
          <w:tcPr>
            <w:tcW w:w="3261" w:type="dxa"/>
          </w:tcPr>
          <w:p w:rsidR="00A03CE4" w:rsidRDefault="0073353B" w:rsidP="00F25A96">
            <w:pPr>
              <w:pStyle w:val="ad"/>
              <w:rPr>
                <w:sz w:val="28"/>
                <w:szCs w:val="28"/>
              </w:rPr>
            </w:pPr>
            <w:r>
              <w:rPr>
                <w:sz w:val="28"/>
                <w:szCs w:val="28"/>
              </w:rPr>
              <w:t>ВЕРЕТЕЛЬНИКУ</w:t>
            </w:r>
            <w:r>
              <w:rPr>
                <w:sz w:val="28"/>
                <w:szCs w:val="28"/>
              </w:rPr>
              <w:br/>
              <w:t>Михайлу Ярославовичу</w:t>
            </w:r>
          </w:p>
        </w:tc>
        <w:tc>
          <w:tcPr>
            <w:tcW w:w="6225" w:type="dxa"/>
          </w:tcPr>
          <w:p w:rsidR="004723FE" w:rsidRDefault="00F25A96" w:rsidP="00F25A96">
            <w:pPr>
              <w:pStyle w:val="ad"/>
              <w:rPr>
                <w:color w:val="000000"/>
                <w:sz w:val="28"/>
                <w:szCs w:val="28"/>
              </w:rPr>
            </w:pPr>
            <w:r>
              <w:rPr>
                <w:color w:val="000000"/>
                <w:sz w:val="28"/>
                <w:szCs w:val="28"/>
              </w:rPr>
              <w:t>- </w:t>
            </w:r>
            <w:r w:rsidR="0073353B">
              <w:rPr>
                <w:color w:val="000000"/>
                <w:sz w:val="28"/>
                <w:szCs w:val="28"/>
              </w:rPr>
              <w:t>заступникові головного інженера з ремонту</w:t>
            </w:r>
            <w:r w:rsidR="00DD5753">
              <w:rPr>
                <w:sz w:val="28"/>
                <w:szCs w:val="28"/>
              </w:rPr>
              <w:t xml:space="preserve"> Відокремленого підрозділу «</w:t>
            </w:r>
            <w:r w:rsidR="0073353B">
              <w:rPr>
                <w:sz w:val="28"/>
                <w:szCs w:val="28"/>
              </w:rPr>
              <w:t>Добротвірська теплова електрична станція</w:t>
            </w:r>
            <w:r w:rsidR="00DD5753">
              <w:rPr>
                <w:sz w:val="28"/>
                <w:szCs w:val="28"/>
              </w:rPr>
              <w:t>» Публічного акціонерного товариства «ДТЕК Західенерго»</w:t>
            </w:r>
          </w:p>
          <w:p w:rsidR="00F25A96" w:rsidRPr="00E01C5F" w:rsidRDefault="00F25A96" w:rsidP="00F25A96">
            <w:pPr>
              <w:pStyle w:val="ad"/>
              <w:rPr>
                <w:sz w:val="28"/>
                <w:szCs w:val="28"/>
              </w:rPr>
            </w:pPr>
          </w:p>
        </w:tc>
      </w:tr>
      <w:tr w:rsidR="00A96017" w:rsidRPr="00E01C5F" w:rsidTr="00CB712B">
        <w:tblPrEx>
          <w:tblCellMar>
            <w:top w:w="0" w:type="dxa"/>
            <w:bottom w:w="0" w:type="dxa"/>
          </w:tblCellMar>
        </w:tblPrEx>
        <w:tc>
          <w:tcPr>
            <w:tcW w:w="3261" w:type="dxa"/>
          </w:tcPr>
          <w:p w:rsidR="00A03CE4" w:rsidRDefault="0073353B" w:rsidP="00F25A96">
            <w:pPr>
              <w:pStyle w:val="ad"/>
              <w:rPr>
                <w:sz w:val="28"/>
                <w:szCs w:val="28"/>
              </w:rPr>
            </w:pPr>
            <w:r>
              <w:rPr>
                <w:sz w:val="28"/>
                <w:szCs w:val="28"/>
              </w:rPr>
              <w:t>ГАРАСЮКУ</w:t>
            </w:r>
            <w:r>
              <w:rPr>
                <w:sz w:val="28"/>
                <w:szCs w:val="28"/>
              </w:rPr>
              <w:br/>
              <w:t>Степану Богдановичу</w:t>
            </w:r>
          </w:p>
        </w:tc>
        <w:tc>
          <w:tcPr>
            <w:tcW w:w="6225" w:type="dxa"/>
          </w:tcPr>
          <w:p w:rsidR="0073353B" w:rsidRDefault="00F25A96" w:rsidP="0073353B">
            <w:pPr>
              <w:pStyle w:val="ad"/>
              <w:rPr>
                <w:color w:val="000000"/>
                <w:sz w:val="28"/>
                <w:szCs w:val="28"/>
              </w:rPr>
            </w:pPr>
            <w:r>
              <w:rPr>
                <w:color w:val="000000"/>
                <w:sz w:val="28"/>
                <w:szCs w:val="28"/>
              </w:rPr>
              <w:t>- </w:t>
            </w:r>
            <w:r w:rsidR="0073353B">
              <w:rPr>
                <w:color w:val="000000"/>
                <w:sz w:val="28"/>
                <w:szCs w:val="28"/>
              </w:rPr>
              <w:t xml:space="preserve">керівникові непромислової групи департаменту із сервісів </w:t>
            </w:r>
            <w:r w:rsidR="0073353B">
              <w:rPr>
                <w:sz w:val="28"/>
                <w:szCs w:val="28"/>
              </w:rPr>
              <w:t>Відокремленого підрозділу «Добротвірська теплова електрична станція» Публічного акціонерного товариства «ДТЕК Західенерго»</w:t>
            </w:r>
          </w:p>
          <w:p w:rsidR="00F25A96" w:rsidRPr="00E01C5F" w:rsidRDefault="00F25A96" w:rsidP="00F25A96">
            <w:pPr>
              <w:pStyle w:val="ad"/>
              <w:rPr>
                <w:sz w:val="28"/>
                <w:szCs w:val="28"/>
              </w:rPr>
            </w:pPr>
          </w:p>
        </w:tc>
      </w:tr>
      <w:tr w:rsidR="00A03CE4" w:rsidRPr="00E01C5F" w:rsidTr="00CB712B">
        <w:tblPrEx>
          <w:tblCellMar>
            <w:top w:w="0" w:type="dxa"/>
            <w:bottom w:w="0" w:type="dxa"/>
          </w:tblCellMar>
        </w:tblPrEx>
        <w:tc>
          <w:tcPr>
            <w:tcW w:w="3261" w:type="dxa"/>
          </w:tcPr>
          <w:p w:rsidR="00A03CE4" w:rsidRDefault="0073353B" w:rsidP="0073353B">
            <w:pPr>
              <w:pStyle w:val="ad"/>
              <w:rPr>
                <w:sz w:val="28"/>
                <w:szCs w:val="28"/>
              </w:rPr>
            </w:pPr>
            <w:r>
              <w:rPr>
                <w:sz w:val="28"/>
                <w:szCs w:val="28"/>
              </w:rPr>
              <w:t>ДАВИДОВИЧУ</w:t>
            </w:r>
            <w:r>
              <w:rPr>
                <w:sz w:val="28"/>
                <w:szCs w:val="28"/>
              </w:rPr>
              <w:br/>
              <w:t>Ігорю Степановичу</w:t>
            </w:r>
          </w:p>
        </w:tc>
        <w:tc>
          <w:tcPr>
            <w:tcW w:w="6225" w:type="dxa"/>
          </w:tcPr>
          <w:p w:rsidR="0073353B" w:rsidRDefault="00F25A96" w:rsidP="0073353B">
            <w:pPr>
              <w:pStyle w:val="ad"/>
              <w:rPr>
                <w:color w:val="000000"/>
                <w:sz w:val="28"/>
                <w:szCs w:val="28"/>
              </w:rPr>
            </w:pPr>
            <w:r>
              <w:rPr>
                <w:color w:val="000000"/>
                <w:sz w:val="28"/>
                <w:szCs w:val="28"/>
              </w:rPr>
              <w:t>- </w:t>
            </w:r>
            <w:r w:rsidR="0073353B">
              <w:rPr>
                <w:color w:val="000000"/>
                <w:sz w:val="28"/>
                <w:szCs w:val="28"/>
              </w:rPr>
              <w:t xml:space="preserve">машиністові подавання палива паливно-транспортного цеху </w:t>
            </w:r>
            <w:r w:rsidR="0073353B">
              <w:rPr>
                <w:sz w:val="28"/>
                <w:szCs w:val="28"/>
              </w:rPr>
              <w:t>Відокремленого підрозділу «Добротвірська теплова електрична станція» Публічного акціонерного товариства «ДТЕК Західенерго»</w:t>
            </w:r>
          </w:p>
          <w:p w:rsidR="00F25A96" w:rsidRPr="00E01C5F" w:rsidRDefault="00F25A96" w:rsidP="00F25A96">
            <w:pPr>
              <w:pStyle w:val="ad"/>
              <w:rPr>
                <w:sz w:val="28"/>
                <w:szCs w:val="28"/>
              </w:rPr>
            </w:pPr>
          </w:p>
        </w:tc>
      </w:tr>
      <w:tr w:rsidR="00F25A96" w:rsidRPr="00E01C5F" w:rsidTr="00CB712B">
        <w:tblPrEx>
          <w:tblCellMar>
            <w:top w:w="0" w:type="dxa"/>
            <w:bottom w:w="0" w:type="dxa"/>
          </w:tblCellMar>
        </w:tblPrEx>
        <w:tc>
          <w:tcPr>
            <w:tcW w:w="3261" w:type="dxa"/>
          </w:tcPr>
          <w:p w:rsidR="00F25A96" w:rsidRDefault="0073353B" w:rsidP="00F25A96">
            <w:pPr>
              <w:pStyle w:val="ad"/>
              <w:rPr>
                <w:sz w:val="28"/>
                <w:szCs w:val="28"/>
              </w:rPr>
            </w:pPr>
            <w:r>
              <w:rPr>
                <w:sz w:val="28"/>
                <w:szCs w:val="28"/>
              </w:rPr>
              <w:t>ЧМЕЛИКУ</w:t>
            </w:r>
            <w:r>
              <w:rPr>
                <w:sz w:val="28"/>
                <w:szCs w:val="28"/>
              </w:rPr>
              <w:br/>
              <w:t>Ярославу Івановичу</w:t>
            </w:r>
          </w:p>
        </w:tc>
        <w:tc>
          <w:tcPr>
            <w:tcW w:w="6225" w:type="dxa"/>
          </w:tcPr>
          <w:p w:rsidR="0073353B" w:rsidRDefault="00F25A96" w:rsidP="0073353B">
            <w:pPr>
              <w:pStyle w:val="ad"/>
              <w:rPr>
                <w:sz w:val="28"/>
                <w:szCs w:val="28"/>
              </w:rPr>
            </w:pPr>
            <w:r>
              <w:rPr>
                <w:color w:val="000000"/>
                <w:sz w:val="28"/>
                <w:szCs w:val="28"/>
              </w:rPr>
              <w:t>- </w:t>
            </w:r>
            <w:r w:rsidR="0073353B">
              <w:rPr>
                <w:color w:val="000000"/>
                <w:sz w:val="28"/>
                <w:szCs w:val="28"/>
              </w:rPr>
              <w:t xml:space="preserve">машиністові-обхіднику з котельного устаткування котлотурбінного цеху </w:t>
            </w:r>
            <w:r w:rsidR="0073353B">
              <w:rPr>
                <w:sz w:val="28"/>
                <w:szCs w:val="28"/>
              </w:rPr>
              <w:t>Відокремленого підрозділу «Добротвірська теплова електрична станція» Публічного акціонерного товариства «ДТЕК Західенерго»</w:t>
            </w:r>
          </w:p>
          <w:p w:rsidR="0073353B" w:rsidRDefault="0073353B" w:rsidP="0073353B">
            <w:pPr>
              <w:pStyle w:val="ad"/>
              <w:rPr>
                <w:sz w:val="28"/>
                <w:szCs w:val="28"/>
              </w:rPr>
            </w:pPr>
          </w:p>
          <w:p w:rsidR="0073353B" w:rsidRDefault="0073353B" w:rsidP="0073353B">
            <w:pPr>
              <w:pStyle w:val="ad"/>
              <w:rPr>
                <w:sz w:val="28"/>
                <w:szCs w:val="28"/>
              </w:rPr>
            </w:pPr>
          </w:p>
          <w:p w:rsidR="00DD5753" w:rsidRDefault="00DD5753" w:rsidP="00F25A96">
            <w:pPr>
              <w:pStyle w:val="ad"/>
              <w:rPr>
                <w:sz w:val="28"/>
                <w:szCs w:val="28"/>
              </w:rPr>
            </w:pPr>
          </w:p>
        </w:tc>
      </w:tr>
      <w:tr w:rsidR="00F25A96" w:rsidRPr="00E01C5F" w:rsidTr="00CB712B">
        <w:tblPrEx>
          <w:tblCellMar>
            <w:top w:w="0" w:type="dxa"/>
            <w:bottom w:w="0" w:type="dxa"/>
          </w:tblCellMar>
        </w:tblPrEx>
        <w:tc>
          <w:tcPr>
            <w:tcW w:w="3261" w:type="dxa"/>
          </w:tcPr>
          <w:p w:rsidR="00F25A96" w:rsidRDefault="0073353B" w:rsidP="00F25A96">
            <w:pPr>
              <w:pStyle w:val="ad"/>
              <w:rPr>
                <w:sz w:val="28"/>
                <w:szCs w:val="28"/>
              </w:rPr>
            </w:pPr>
            <w:r>
              <w:rPr>
                <w:sz w:val="28"/>
                <w:szCs w:val="28"/>
              </w:rPr>
              <w:lastRenderedPageBreak/>
              <w:t>ВОЛОСУ</w:t>
            </w:r>
            <w:r>
              <w:rPr>
                <w:sz w:val="28"/>
                <w:szCs w:val="28"/>
              </w:rPr>
              <w:br/>
              <w:t>Володимиру Михайловичу</w:t>
            </w:r>
          </w:p>
        </w:tc>
        <w:tc>
          <w:tcPr>
            <w:tcW w:w="6225" w:type="dxa"/>
          </w:tcPr>
          <w:p w:rsidR="0073353B" w:rsidRDefault="00F25A96" w:rsidP="0073353B">
            <w:pPr>
              <w:pStyle w:val="ad"/>
              <w:rPr>
                <w:color w:val="000000"/>
                <w:sz w:val="28"/>
                <w:szCs w:val="28"/>
              </w:rPr>
            </w:pPr>
            <w:r>
              <w:rPr>
                <w:color w:val="000000"/>
                <w:sz w:val="28"/>
                <w:szCs w:val="28"/>
              </w:rPr>
              <w:t>- </w:t>
            </w:r>
            <w:r w:rsidR="0073353B">
              <w:rPr>
                <w:color w:val="000000"/>
                <w:sz w:val="28"/>
                <w:szCs w:val="28"/>
              </w:rPr>
              <w:t>електромонтерові з обслуговування електроустаткування електростанцій електричного цеху</w:t>
            </w:r>
            <w:r w:rsidR="00F70105">
              <w:rPr>
                <w:color w:val="000000"/>
                <w:sz w:val="28"/>
                <w:szCs w:val="28"/>
              </w:rPr>
              <w:t xml:space="preserve"> </w:t>
            </w:r>
            <w:r w:rsidR="0073353B">
              <w:rPr>
                <w:sz w:val="28"/>
                <w:szCs w:val="28"/>
              </w:rPr>
              <w:t>Відокремленого підрозділу «Добротвірська теплова електрична станція» Публічного акціонерного товариства «ДТЕК Західенерго»</w:t>
            </w:r>
          </w:p>
          <w:p w:rsidR="00F17565" w:rsidRDefault="00F17565" w:rsidP="00F25A96">
            <w:pPr>
              <w:pStyle w:val="ad"/>
              <w:rPr>
                <w:sz w:val="28"/>
                <w:szCs w:val="28"/>
              </w:rPr>
            </w:pPr>
          </w:p>
        </w:tc>
      </w:tr>
    </w:tbl>
    <w:p w:rsidR="00DE7FFD" w:rsidRDefault="00DE7FFD" w:rsidP="00A2766C">
      <w:pPr>
        <w:pStyle w:val="a3"/>
        <w:tabs>
          <w:tab w:val="clear" w:pos="4320"/>
          <w:tab w:val="clear" w:pos="8640"/>
        </w:tabs>
        <w:ind w:left="851" w:hanging="709"/>
        <w:jc w:val="left"/>
        <w:rPr>
          <w:b/>
          <w:noProof w:val="0"/>
          <w:sz w:val="28"/>
          <w:szCs w:val="28"/>
        </w:rPr>
      </w:pPr>
    </w:p>
    <w:p w:rsidR="00DD5753" w:rsidRDefault="00DD5753" w:rsidP="00A2766C">
      <w:pPr>
        <w:pStyle w:val="a3"/>
        <w:tabs>
          <w:tab w:val="clear" w:pos="4320"/>
          <w:tab w:val="clear" w:pos="8640"/>
        </w:tabs>
        <w:ind w:left="851" w:hanging="709"/>
        <w:jc w:val="left"/>
        <w:rPr>
          <w:b/>
          <w:noProof w:val="0"/>
          <w:sz w:val="28"/>
          <w:szCs w:val="28"/>
        </w:rPr>
      </w:pPr>
    </w:p>
    <w:p w:rsidR="004F278F" w:rsidRPr="00092FB9" w:rsidRDefault="004F278F" w:rsidP="00F70105">
      <w:pPr>
        <w:pStyle w:val="ad"/>
        <w:ind w:firstLine="720"/>
        <w:rPr>
          <w:b/>
          <w:noProof w:val="0"/>
          <w:sz w:val="28"/>
          <w:szCs w:val="28"/>
        </w:rPr>
      </w:pPr>
      <w:r w:rsidRPr="00092FB9">
        <w:rPr>
          <w:noProof w:val="0"/>
          <w:sz w:val="28"/>
          <w:szCs w:val="28"/>
        </w:rPr>
        <w:t>Підстава</w:t>
      </w:r>
      <w:r w:rsidRPr="00FC66FE">
        <w:rPr>
          <w:noProof w:val="0"/>
          <w:sz w:val="28"/>
          <w:szCs w:val="28"/>
        </w:rPr>
        <w:t xml:space="preserve">: </w:t>
      </w:r>
      <w:r w:rsidRPr="001A21CB">
        <w:rPr>
          <w:noProof w:val="0"/>
          <w:sz w:val="28"/>
          <w:szCs w:val="28"/>
        </w:rPr>
        <w:t>лист</w:t>
      </w:r>
      <w:r w:rsidRPr="002C449F">
        <w:rPr>
          <w:noProof w:val="0"/>
          <w:sz w:val="28"/>
          <w:szCs w:val="28"/>
        </w:rPr>
        <w:t xml:space="preserve"> </w:t>
      </w:r>
      <w:r w:rsidR="00F70105">
        <w:rPr>
          <w:sz w:val="28"/>
          <w:szCs w:val="28"/>
        </w:rPr>
        <w:t xml:space="preserve">Відокремленого підрозділу «Добротвірська теплова електрична станція» Публічного акціонерного товариства «ДТЕК Західенерго» </w:t>
      </w:r>
      <w:r>
        <w:rPr>
          <w:sz w:val="28"/>
          <w:szCs w:val="28"/>
        </w:rPr>
        <w:t xml:space="preserve">від </w:t>
      </w:r>
      <w:r w:rsidR="0028321E">
        <w:rPr>
          <w:sz w:val="28"/>
          <w:szCs w:val="28"/>
        </w:rPr>
        <w:t>1</w:t>
      </w:r>
      <w:r w:rsidR="00F70105">
        <w:rPr>
          <w:sz w:val="28"/>
          <w:szCs w:val="28"/>
        </w:rPr>
        <w:t>4</w:t>
      </w:r>
      <w:r w:rsidR="0028321E">
        <w:rPr>
          <w:sz w:val="28"/>
          <w:szCs w:val="28"/>
        </w:rPr>
        <w:t>.12</w:t>
      </w:r>
      <w:r w:rsidR="00A96017">
        <w:rPr>
          <w:sz w:val="28"/>
          <w:szCs w:val="28"/>
        </w:rPr>
        <w:t>.2016 №</w:t>
      </w:r>
      <w:r w:rsidR="00C91032">
        <w:rPr>
          <w:sz w:val="28"/>
          <w:szCs w:val="28"/>
        </w:rPr>
        <w:t xml:space="preserve"> </w:t>
      </w:r>
      <w:r w:rsidR="00F70105">
        <w:rPr>
          <w:sz w:val="28"/>
          <w:szCs w:val="28"/>
        </w:rPr>
        <w:t>07-4176</w:t>
      </w:r>
      <w:r>
        <w:rPr>
          <w:sz w:val="28"/>
        </w:rPr>
        <w:t>.</w:t>
      </w:r>
    </w:p>
    <w:p w:rsidR="00134BE9" w:rsidRDefault="00134BE9" w:rsidP="00A2766C">
      <w:pPr>
        <w:pStyle w:val="a3"/>
        <w:tabs>
          <w:tab w:val="clear" w:pos="4320"/>
          <w:tab w:val="clear" w:pos="8640"/>
        </w:tabs>
        <w:ind w:left="851" w:hanging="709"/>
        <w:jc w:val="left"/>
        <w:rPr>
          <w:b/>
          <w:noProof w:val="0"/>
          <w:sz w:val="28"/>
          <w:szCs w:val="28"/>
        </w:rPr>
      </w:pPr>
    </w:p>
    <w:p w:rsidR="00134BE9" w:rsidRDefault="00134BE9" w:rsidP="00A2766C">
      <w:pPr>
        <w:pStyle w:val="a3"/>
        <w:tabs>
          <w:tab w:val="clear" w:pos="4320"/>
          <w:tab w:val="clear" w:pos="8640"/>
        </w:tabs>
        <w:ind w:left="851" w:hanging="709"/>
        <w:jc w:val="left"/>
        <w:rPr>
          <w:b/>
          <w:noProof w:val="0"/>
          <w:sz w:val="28"/>
          <w:szCs w:val="28"/>
        </w:rPr>
      </w:pPr>
    </w:p>
    <w:p w:rsidR="00DD5753" w:rsidRDefault="00DD5753" w:rsidP="00A2766C">
      <w:pPr>
        <w:pStyle w:val="a3"/>
        <w:tabs>
          <w:tab w:val="clear" w:pos="4320"/>
          <w:tab w:val="clear" w:pos="8640"/>
        </w:tabs>
        <w:ind w:left="851" w:hanging="709"/>
        <w:jc w:val="left"/>
        <w:rPr>
          <w:b/>
          <w:noProof w:val="0"/>
          <w:sz w:val="28"/>
          <w:szCs w:val="28"/>
        </w:rPr>
      </w:pPr>
    </w:p>
    <w:p w:rsidR="00DD5753" w:rsidRDefault="00DD5753" w:rsidP="00A2766C">
      <w:pPr>
        <w:pStyle w:val="a3"/>
        <w:tabs>
          <w:tab w:val="clear" w:pos="4320"/>
          <w:tab w:val="clear" w:pos="8640"/>
        </w:tabs>
        <w:ind w:left="851" w:hanging="709"/>
        <w:jc w:val="left"/>
        <w:rPr>
          <w:b/>
          <w:noProof w:val="0"/>
          <w:sz w:val="28"/>
          <w:szCs w:val="28"/>
        </w:rPr>
      </w:pPr>
    </w:p>
    <w:p w:rsidR="00B952FA" w:rsidRPr="00AE2234" w:rsidRDefault="00A2766C" w:rsidP="00062B74">
      <w:pPr>
        <w:pStyle w:val="a3"/>
        <w:tabs>
          <w:tab w:val="clear" w:pos="4320"/>
          <w:tab w:val="clear" w:pos="8640"/>
        </w:tabs>
        <w:jc w:val="left"/>
        <w:rPr>
          <w:b/>
          <w:noProof w:val="0"/>
          <w:sz w:val="28"/>
          <w:szCs w:val="28"/>
        </w:rPr>
      </w:pPr>
      <w:r>
        <w:rPr>
          <w:b/>
          <w:noProof w:val="0"/>
          <w:sz w:val="28"/>
          <w:szCs w:val="28"/>
        </w:rPr>
        <w:t>Голова</w:t>
      </w:r>
      <w:r>
        <w:rPr>
          <w:b/>
          <w:noProof w:val="0"/>
          <w:sz w:val="28"/>
          <w:szCs w:val="28"/>
        </w:rPr>
        <w:tab/>
      </w:r>
      <w:r>
        <w:rPr>
          <w:b/>
          <w:noProof w:val="0"/>
          <w:sz w:val="28"/>
          <w:szCs w:val="28"/>
        </w:rPr>
        <w:tab/>
        <w:t xml:space="preserve">                                            </w:t>
      </w:r>
      <w:r w:rsidR="00472431">
        <w:rPr>
          <w:b/>
          <w:noProof w:val="0"/>
          <w:sz w:val="28"/>
          <w:szCs w:val="28"/>
        </w:rPr>
        <w:t xml:space="preserve">                             О.</w:t>
      </w:r>
      <w:r>
        <w:rPr>
          <w:b/>
          <w:noProof w:val="0"/>
          <w:sz w:val="28"/>
          <w:szCs w:val="28"/>
        </w:rPr>
        <w:t>М. Синютка</w:t>
      </w:r>
    </w:p>
    <w:sectPr w:rsidR="00B952FA" w:rsidRPr="00AE2234" w:rsidSect="00C574AF">
      <w:headerReference w:type="even" r:id="rId9"/>
      <w:headerReference w:type="default" r:id="rId10"/>
      <w:pgSz w:w="11909" w:h="16834" w:code="9"/>
      <w:pgMar w:top="142" w:right="851" w:bottom="284" w:left="1701" w:header="578" w:footer="57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79A7" w:rsidRDefault="00C979A7">
      <w:r>
        <w:separator/>
      </w:r>
    </w:p>
  </w:endnote>
  <w:endnote w:type="continuationSeparator" w:id="1">
    <w:p w:rsidR="00C979A7" w:rsidRDefault="00C979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EE"/>
    <w:family w:val="modern"/>
    <w:pitch w:val="fixed"/>
    <w:sig w:usb0="20000A87" w:usb1="00000000"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urier New CYR">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79A7" w:rsidRDefault="00C979A7">
      <w:r>
        <w:separator/>
      </w:r>
    </w:p>
  </w:footnote>
  <w:footnote w:type="continuationSeparator" w:id="1">
    <w:p w:rsidR="00C979A7" w:rsidRDefault="00C979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53B" w:rsidRDefault="0073353B" w:rsidP="009D72AB">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3353B" w:rsidRDefault="0073353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53B" w:rsidRDefault="0073353B" w:rsidP="009D72AB">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574AF">
      <w:rPr>
        <w:rStyle w:val="a6"/>
      </w:rPr>
      <w:t>2</w:t>
    </w:r>
    <w:r>
      <w:rPr>
        <w:rStyle w:val="a6"/>
      </w:rPr>
      <w:fldChar w:fldCharType="end"/>
    </w:r>
  </w:p>
  <w:p w:rsidR="0073353B" w:rsidRDefault="0073353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A3933"/>
    <w:multiLevelType w:val="hybridMultilevel"/>
    <w:tmpl w:val="96CC95DC"/>
    <w:lvl w:ilvl="0" w:tplc="E438D41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77D437A"/>
    <w:multiLevelType w:val="hybridMultilevel"/>
    <w:tmpl w:val="355EB966"/>
    <w:lvl w:ilvl="0" w:tplc="D20CC81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B110AA6"/>
    <w:multiLevelType w:val="hybridMultilevel"/>
    <w:tmpl w:val="107CA8A8"/>
    <w:lvl w:ilvl="0" w:tplc="E390C54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7B240D5"/>
    <w:multiLevelType w:val="hybridMultilevel"/>
    <w:tmpl w:val="A3544714"/>
    <w:lvl w:ilvl="0" w:tplc="808C192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A1D08BA"/>
    <w:multiLevelType w:val="hybridMultilevel"/>
    <w:tmpl w:val="0D76A61A"/>
    <w:lvl w:ilvl="0" w:tplc="AE52011C">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529C7DEA"/>
    <w:multiLevelType w:val="hybridMultilevel"/>
    <w:tmpl w:val="51F220DC"/>
    <w:lvl w:ilvl="0" w:tplc="49D4B52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54EC3BED"/>
    <w:multiLevelType w:val="hybridMultilevel"/>
    <w:tmpl w:val="3490F63C"/>
    <w:lvl w:ilvl="0" w:tplc="4D400F0A">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5AA12686"/>
    <w:multiLevelType w:val="hybridMultilevel"/>
    <w:tmpl w:val="82767158"/>
    <w:lvl w:ilvl="0" w:tplc="E90C39F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nsid w:val="64D512B5"/>
    <w:multiLevelType w:val="hybridMultilevel"/>
    <w:tmpl w:val="BBD2FD92"/>
    <w:lvl w:ilvl="0" w:tplc="F8F4735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651B0797"/>
    <w:multiLevelType w:val="hybridMultilevel"/>
    <w:tmpl w:val="93B62D3E"/>
    <w:lvl w:ilvl="0" w:tplc="0D98EDB4">
      <w:start w:val="7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BEE4E01"/>
    <w:multiLevelType w:val="hybridMultilevel"/>
    <w:tmpl w:val="B4269ED8"/>
    <w:lvl w:ilvl="0" w:tplc="1AF487D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6DE64FB7"/>
    <w:multiLevelType w:val="hybridMultilevel"/>
    <w:tmpl w:val="10CA920E"/>
    <w:lvl w:ilvl="0" w:tplc="811A36D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7A723965"/>
    <w:multiLevelType w:val="hybridMultilevel"/>
    <w:tmpl w:val="CAE6911A"/>
    <w:lvl w:ilvl="0" w:tplc="4A0031E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7AD879C6"/>
    <w:multiLevelType w:val="hybridMultilevel"/>
    <w:tmpl w:val="47700562"/>
    <w:lvl w:ilvl="0" w:tplc="5EFA2F7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7"/>
  </w:num>
  <w:num w:numId="4">
    <w:abstractNumId w:val="5"/>
  </w:num>
  <w:num w:numId="5">
    <w:abstractNumId w:val="4"/>
  </w:num>
  <w:num w:numId="6">
    <w:abstractNumId w:val="8"/>
  </w:num>
  <w:num w:numId="7">
    <w:abstractNumId w:val="0"/>
  </w:num>
  <w:num w:numId="8">
    <w:abstractNumId w:val="3"/>
  </w:num>
  <w:num w:numId="9">
    <w:abstractNumId w:val="1"/>
  </w:num>
  <w:num w:numId="10">
    <w:abstractNumId w:val="12"/>
  </w:num>
  <w:num w:numId="11">
    <w:abstractNumId w:val="13"/>
  </w:num>
  <w:num w:numId="12">
    <w:abstractNumId w:val="10"/>
  </w:num>
  <w:num w:numId="13">
    <w:abstractNumId w:val="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AB111F"/>
    <w:rsid w:val="00001280"/>
    <w:rsid w:val="00001365"/>
    <w:rsid w:val="000015CD"/>
    <w:rsid w:val="00001E69"/>
    <w:rsid w:val="00002428"/>
    <w:rsid w:val="00002991"/>
    <w:rsid w:val="00002DE6"/>
    <w:rsid w:val="00003158"/>
    <w:rsid w:val="00003398"/>
    <w:rsid w:val="000037A5"/>
    <w:rsid w:val="00004FC2"/>
    <w:rsid w:val="0000538D"/>
    <w:rsid w:val="000056E9"/>
    <w:rsid w:val="00005AE0"/>
    <w:rsid w:val="00006E9D"/>
    <w:rsid w:val="000079D4"/>
    <w:rsid w:val="0001169C"/>
    <w:rsid w:val="000119F5"/>
    <w:rsid w:val="00011D1F"/>
    <w:rsid w:val="00011D42"/>
    <w:rsid w:val="00011EE6"/>
    <w:rsid w:val="00012D5E"/>
    <w:rsid w:val="00013197"/>
    <w:rsid w:val="00013A1B"/>
    <w:rsid w:val="000144AC"/>
    <w:rsid w:val="00015358"/>
    <w:rsid w:val="00016A8D"/>
    <w:rsid w:val="00016FA8"/>
    <w:rsid w:val="00020511"/>
    <w:rsid w:val="00020B9E"/>
    <w:rsid w:val="00021437"/>
    <w:rsid w:val="00021C7C"/>
    <w:rsid w:val="00021D85"/>
    <w:rsid w:val="00022C2D"/>
    <w:rsid w:val="0002302C"/>
    <w:rsid w:val="00023793"/>
    <w:rsid w:val="00023827"/>
    <w:rsid w:val="0002392C"/>
    <w:rsid w:val="00024A21"/>
    <w:rsid w:val="00024EB7"/>
    <w:rsid w:val="00025232"/>
    <w:rsid w:val="00025820"/>
    <w:rsid w:val="0002651E"/>
    <w:rsid w:val="000269C0"/>
    <w:rsid w:val="0002746D"/>
    <w:rsid w:val="000300B8"/>
    <w:rsid w:val="00030E09"/>
    <w:rsid w:val="00030E9A"/>
    <w:rsid w:val="00030F1A"/>
    <w:rsid w:val="00031571"/>
    <w:rsid w:val="00031FFF"/>
    <w:rsid w:val="000323F4"/>
    <w:rsid w:val="000331EC"/>
    <w:rsid w:val="00034279"/>
    <w:rsid w:val="00035D23"/>
    <w:rsid w:val="00036C04"/>
    <w:rsid w:val="0003782F"/>
    <w:rsid w:val="000409D4"/>
    <w:rsid w:val="000413A5"/>
    <w:rsid w:val="00041584"/>
    <w:rsid w:val="00041D45"/>
    <w:rsid w:val="00041E53"/>
    <w:rsid w:val="00042428"/>
    <w:rsid w:val="00042793"/>
    <w:rsid w:val="00042E7E"/>
    <w:rsid w:val="00042ED1"/>
    <w:rsid w:val="000434F6"/>
    <w:rsid w:val="00044854"/>
    <w:rsid w:val="00045C7F"/>
    <w:rsid w:val="00045D0B"/>
    <w:rsid w:val="000462FF"/>
    <w:rsid w:val="0004674F"/>
    <w:rsid w:val="00046C2C"/>
    <w:rsid w:val="0005034D"/>
    <w:rsid w:val="00050483"/>
    <w:rsid w:val="00050C9C"/>
    <w:rsid w:val="00050D53"/>
    <w:rsid w:val="0005117C"/>
    <w:rsid w:val="00051666"/>
    <w:rsid w:val="000528A2"/>
    <w:rsid w:val="00052B86"/>
    <w:rsid w:val="00052ECF"/>
    <w:rsid w:val="00052F59"/>
    <w:rsid w:val="00053983"/>
    <w:rsid w:val="0005438A"/>
    <w:rsid w:val="000558E2"/>
    <w:rsid w:val="00055F2A"/>
    <w:rsid w:val="0005604A"/>
    <w:rsid w:val="00056352"/>
    <w:rsid w:val="00056829"/>
    <w:rsid w:val="00056E34"/>
    <w:rsid w:val="0005744E"/>
    <w:rsid w:val="0005776F"/>
    <w:rsid w:val="00057B24"/>
    <w:rsid w:val="0006086E"/>
    <w:rsid w:val="00060AC8"/>
    <w:rsid w:val="00062B74"/>
    <w:rsid w:val="00062F8C"/>
    <w:rsid w:val="00062F9B"/>
    <w:rsid w:val="00063426"/>
    <w:rsid w:val="000634B4"/>
    <w:rsid w:val="00063C40"/>
    <w:rsid w:val="00063EEE"/>
    <w:rsid w:val="000645C9"/>
    <w:rsid w:val="00065482"/>
    <w:rsid w:val="00065E48"/>
    <w:rsid w:val="00066F77"/>
    <w:rsid w:val="000671C3"/>
    <w:rsid w:val="0006774D"/>
    <w:rsid w:val="000678E6"/>
    <w:rsid w:val="0007005B"/>
    <w:rsid w:val="0007022E"/>
    <w:rsid w:val="000711D2"/>
    <w:rsid w:val="0007168E"/>
    <w:rsid w:val="0007211D"/>
    <w:rsid w:val="000721D0"/>
    <w:rsid w:val="00072B92"/>
    <w:rsid w:val="0007358C"/>
    <w:rsid w:val="0007373E"/>
    <w:rsid w:val="00073F42"/>
    <w:rsid w:val="00074A13"/>
    <w:rsid w:val="00074BCE"/>
    <w:rsid w:val="0007557B"/>
    <w:rsid w:val="00076169"/>
    <w:rsid w:val="000763A2"/>
    <w:rsid w:val="0007674F"/>
    <w:rsid w:val="00076A3D"/>
    <w:rsid w:val="000772AE"/>
    <w:rsid w:val="00077CB2"/>
    <w:rsid w:val="0008003F"/>
    <w:rsid w:val="0008052B"/>
    <w:rsid w:val="00081F1E"/>
    <w:rsid w:val="00082A9D"/>
    <w:rsid w:val="00084117"/>
    <w:rsid w:val="00084176"/>
    <w:rsid w:val="00084762"/>
    <w:rsid w:val="00084AD7"/>
    <w:rsid w:val="0008555F"/>
    <w:rsid w:val="00085D2B"/>
    <w:rsid w:val="00085FDA"/>
    <w:rsid w:val="00086A03"/>
    <w:rsid w:val="000870E5"/>
    <w:rsid w:val="0009079E"/>
    <w:rsid w:val="00090873"/>
    <w:rsid w:val="00091E47"/>
    <w:rsid w:val="0009221B"/>
    <w:rsid w:val="000926DB"/>
    <w:rsid w:val="0009274E"/>
    <w:rsid w:val="00092B6C"/>
    <w:rsid w:val="00092D7F"/>
    <w:rsid w:val="00092FB9"/>
    <w:rsid w:val="00093D70"/>
    <w:rsid w:val="00094487"/>
    <w:rsid w:val="00094A7E"/>
    <w:rsid w:val="00094D0C"/>
    <w:rsid w:val="00096347"/>
    <w:rsid w:val="0009652A"/>
    <w:rsid w:val="0009697E"/>
    <w:rsid w:val="000971FB"/>
    <w:rsid w:val="00097FB3"/>
    <w:rsid w:val="000A1AFD"/>
    <w:rsid w:val="000A36D4"/>
    <w:rsid w:val="000A4557"/>
    <w:rsid w:val="000A5F94"/>
    <w:rsid w:val="000A6F9C"/>
    <w:rsid w:val="000A7078"/>
    <w:rsid w:val="000A7241"/>
    <w:rsid w:val="000B1218"/>
    <w:rsid w:val="000B13F1"/>
    <w:rsid w:val="000B1ABD"/>
    <w:rsid w:val="000B1F4D"/>
    <w:rsid w:val="000B21B6"/>
    <w:rsid w:val="000B21C9"/>
    <w:rsid w:val="000B339C"/>
    <w:rsid w:val="000B3E0C"/>
    <w:rsid w:val="000B4089"/>
    <w:rsid w:val="000B4179"/>
    <w:rsid w:val="000B4BB1"/>
    <w:rsid w:val="000B4CBA"/>
    <w:rsid w:val="000B4E2E"/>
    <w:rsid w:val="000B4E63"/>
    <w:rsid w:val="000B4F10"/>
    <w:rsid w:val="000B5114"/>
    <w:rsid w:val="000B5941"/>
    <w:rsid w:val="000B59A3"/>
    <w:rsid w:val="000B6EBE"/>
    <w:rsid w:val="000B7375"/>
    <w:rsid w:val="000C03FF"/>
    <w:rsid w:val="000C169E"/>
    <w:rsid w:val="000C2445"/>
    <w:rsid w:val="000C2546"/>
    <w:rsid w:val="000C290A"/>
    <w:rsid w:val="000C2C1A"/>
    <w:rsid w:val="000C31A3"/>
    <w:rsid w:val="000C480A"/>
    <w:rsid w:val="000C4851"/>
    <w:rsid w:val="000C4FA8"/>
    <w:rsid w:val="000C665D"/>
    <w:rsid w:val="000C6BC6"/>
    <w:rsid w:val="000C765D"/>
    <w:rsid w:val="000D0408"/>
    <w:rsid w:val="000D09D9"/>
    <w:rsid w:val="000D0DFF"/>
    <w:rsid w:val="000D0E49"/>
    <w:rsid w:val="000D12A8"/>
    <w:rsid w:val="000D2387"/>
    <w:rsid w:val="000D3359"/>
    <w:rsid w:val="000D4C08"/>
    <w:rsid w:val="000D567F"/>
    <w:rsid w:val="000D643F"/>
    <w:rsid w:val="000D6648"/>
    <w:rsid w:val="000D69BC"/>
    <w:rsid w:val="000D6A6A"/>
    <w:rsid w:val="000E0952"/>
    <w:rsid w:val="000E1463"/>
    <w:rsid w:val="000E2137"/>
    <w:rsid w:val="000E3BD2"/>
    <w:rsid w:val="000E4411"/>
    <w:rsid w:val="000E58BA"/>
    <w:rsid w:val="000E5E31"/>
    <w:rsid w:val="000E60D4"/>
    <w:rsid w:val="000E78FF"/>
    <w:rsid w:val="000F0472"/>
    <w:rsid w:val="000F05FC"/>
    <w:rsid w:val="000F06E2"/>
    <w:rsid w:val="000F1389"/>
    <w:rsid w:val="000F13D0"/>
    <w:rsid w:val="000F1ACD"/>
    <w:rsid w:val="000F214E"/>
    <w:rsid w:val="000F2E1D"/>
    <w:rsid w:val="000F3493"/>
    <w:rsid w:val="000F3A96"/>
    <w:rsid w:val="000F3EB6"/>
    <w:rsid w:val="000F3FFA"/>
    <w:rsid w:val="000F45A5"/>
    <w:rsid w:val="000F4C93"/>
    <w:rsid w:val="000F4E85"/>
    <w:rsid w:val="000F6BAA"/>
    <w:rsid w:val="000F6DCE"/>
    <w:rsid w:val="0010036E"/>
    <w:rsid w:val="00100DC5"/>
    <w:rsid w:val="00100FA5"/>
    <w:rsid w:val="001019A1"/>
    <w:rsid w:val="00101D3E"/>
    <w:rsid w:val="00102CAF"/>
    <w:rsid w:val="001033AE"/>
    <w:rsid w:val="00104855"/>
    <w:rsid w:val="001048C6"/>
    <w:rsid w:val="001055F0"/>
    <w:rsid w:val="001057E2"/>
    <w:rsid w:val="001058EA"/>
    <w:rsid w:val="0010630D"/>
    <w:rsid w:val="00106912"/>
    <w:rsid w:val="00106A61"/>
    <w:rsid w:val="00107F69"/>
    <w:rsid w:val="001106E5"/>
    <w:rsid w:val="00110E6C"/>
    <w:rsid w:val="0011131D"/>
    <w:rsid w:val="001116E7"/>
    <w:rsid w:val="00112307"/>
    <w:rsid w:val="001123CE"/>
    <w:rsid w:val="0011264E"/>
    <w:rsid w:val="00112F39"/>
    <w:rsid w:val="001130A2"/>
    <w:rsid w:val="001131BD"/>
    <w:rsid w:val="00113442"/>
    <w:rsid w:val="0011466E"/>
    <w:rsid w:val="001153B6"/>
    <w:rsid w:val="00115910"/>
    <w:rsid w:val="001177A7"/>
    <w:rsid w:val="00120360"/>
    <w:rsid w:val="00120D43"/>
    <w:rsid w:val="00120F3A"/>
    <w:rsid w:val="001234D5"/>
    <w:rsid w:val="0012419C"/>
    <w:rsid w:val="001247D4"/>
    <w:rsid w:val="00125A7F"/>
    <w:rsid w:val="00125ADF"/>
    <w:rsid w:val="00126468"/>
    <w:rsid w:val="001266A6"/>
    <w:rsid w:val="001266C7"/>
    <w:rsid w:val="00127BD7"/>
    <w:rsid w:val="00127BEE"/>
    <w:rsid w:val="00127FE1"/>
    <w:rsid w:val="00131629"/>
    <w:rsid w:val="00131B60"/>
    <w:rsid w:val="00132AC4"/>
    <w:rsid w:val="00132AF8"/>
    <w:rsid w:val="00133A93"/>
    <w:rsid w:val="001340D3"/>
    <w:rsid w:val="00134BE9"/>
    <w:rsid w:val="00134D41"/>
    <w:rsid w:val="001366D0"/>
    <w:rsid w:val="0013676F"/>
    <w:rsid w:val="001369E7"/>
    <w:rsid w:val="00136D95"/>
    <w:rsid w:val="00136FBA"/>
    <w:rsid w:val="001370D4"/>
    <w:rsid w:val="00137216"/>
    <w:rsid w:val="00137C1A"/>
    <w:rsid w:val="00137CB8"/>
    <w:rsid w:val="00137CDF"/>
    <w:rsid w:val="00140FB0"/>
    <w:rsid w:val="001412AF"/>
    <w:rsid w:val="0014139D"/>
    <w:rsid w:val="001420FB"/>
    <w:rsid w:val="001425B1"/>
    <w:rsid w:val="00142961"/>
    <w:rsid w:val="001431A7"/>
    <w:rsid w:val="0014355B"/>
    <w:rsid w:val="00144225"/>
    <w:rsid w:val="00145EF1"/>
    <w:rsid w:val="00146786"/>
    <w:rsid w:val="001469B8"/>
    <w:rsid w:val="001475DB"/>
    <w:rsid w:val="00150212"/>
    <w:rsid w:val="00150D1F"/>
    <w:rsid w:val="00151265"/>
    <w:rsid w:val="00151578"/>
    <w:rsid w:val="00151BEA"/>
    <w:rsid w:val="00151D6E"/>
    <w:rsid w:val="00152179"/>
    <w:rsid w:val="00153AD3"/>
    <w:rsid w:val="00154091"/>
    <w:rsid w:val="00154448"/>
    <w:rsid w:val="00154744"/>
    <w:rsid w:val="001548E5"/>
    <w:rsid w:val="00154C2E"/>
    <w:rsid w:val="00154F6F"/>
    <w:rsid w:val="00155283"/>
    <w:rsid w:val="001552D6"/>
    <w:rsid w:val="00155799"/>
    <w:rsid w:val="00156127"/>
    <w:rsid w:val="001567DE"/>
    <w:rsid w:val="00156CAE"/>
    <w:rsid w:val="00156E51"/>
    <w:rsid w:val="00156F45"/>
    <w:rsid w:val="00157057"/>
    <w:rsid w:val="00157384"/>
    <w:rsid w:val="00157581"/>
    <w:rsid w:val="00160CCB"/>
    <w:rsid w:val="0016106A"/>
    <w:rsid w:val="00163218"/>
    <w:rsid w:val="00163328"/>
    <w:rsid w:val="00163B9C"/>
    <w:rsid w:val="00163FE0"/>
    <w:rsid w:val="0016427D"/>
    <w:rsid w:val="0016450A"/>
    <w:rsid w:val="001646C7"/>
    <w:rsid w:val="00164C57"/>
    <w:rsid w:val="001661EA"/>
    <w:rsid w:val="00166244"/>
    <w:rsid w:val="00166270"/>
    <w:rsid w:val="00166B85"/>
    <w:rsid w:val="00167556"/>
    <w:rsid w:val="001706C1"/>
    <w:rsid w:val="0017085B"/>
    <w:rsid w:val="0017095B"/>
    <w:rsid w:val="00170A2D"/>
    <w:rsid w:val="00171E23"/>
    <w:rsid w:val="0017376A"/>
    <w:rsid w:val="00173F92"/>
    <w:rsid w:val="0017447F"/>
    <w:rsid w:val="00174870"/>
    <w:rsid w:val="00174B62"/>
    <w:rsid w:val="00175200"/>
    <w:rsid w:val="0017635E"/>
    <w:rsid w:val="00177D11"/>
    <w:rsid w:val="00180AE1"/>
    <w:rsid w:val="0018138E"/>
    <w:rsid w:val="00181F38"/>
    <w:rsid w:val="00182C84"/>
    <w:rsid w:val="001838B9"/>
    <w:rsid w:val="0018465E"/>
    <w:rsid w:val="001854F1"/>
    <w:rsid w:val="00185F73"/>
    <w:rsid w:val="001873B8"/>
    <w:rsid w:val="001909B1"/>
    <w:rsid w:val="00191D14"/>
    <w:rsid w:val="001923B4"/>
    <w:rsid w:val="001924EC"/>
    <w:rsid w:val="0019272F"/>
    <w:rsid w:val="001928C9"/>
    <w:rsid w:val="00192961"/>
    <w:rsid w:val="00193577"/>
    <w:rsid w:val="00193F74"/>
    <w:rsid w:val="0019543E"/>
    <w:rsid w:val="00195BF1"/>
    <w:rsid w:val="001961A5"/>
    <w:rsid w:val="00196290"/>
    <w:rsid w:val="00196324"/>
    <w:rsid w:val="00197549"/>
    <w:rsid w:val="001A0DA8"/>
    <w:rsid w:val="001A21CB"/>
    <w:rsid w:val="001A22AE"/>
    <w:rsid w:val="001A2A62"/>
    <w:rsid w:val="001A4010"/>
    <w:rsid w:val="001A49F4"/>
    <w:rsid w:val="001A4C96"/>
    <w:rsid w:val="001A4FAC"/>
    <w:rsid w:val="001A5601"/>
    <w:rsid w:val="001A5D77"/>
    <w:rsid w:val="001A60A3"/>
    <w:rsid w:val="001B0A5E"/>
    <w:rsid w:val="001B0F5E"/>
    <w:rsid w:val="001B17E3"/>
    <w:rsid w:val="001B218C"/>
    <w:rsid w:val="001B35C3"/>
    <w:rsid w:val="001B4D35"/>
    <w:rsid w:val="001B542D"/>
    <w:rsid w:val="001B55AE"/>
    <w:rsid w:val="001B5955"/>
    <w:rsid w:val="001B643D"/>
    <w:rsid w:val="001B6EFD"/>
    <w:rsid w:val="001B7DBF"/>
    <w:rsid w:val="001C016C"/>
    <w:rsid w:val="001C0459"/>
    <w:rsid w:val="001C046B"/>
    <w:rsid w:val="001C0D2E"/>
    <w:rsid w:val="001C2B15"/>
    <w:rsid w:val="001C2D73"/>
    <w:rsid w:val="001C2E6C"/>
    <w:rsid w:val="001C350A"/>
    <w:rsid w:val="001C3756"/>
    <w:rsid w:val="001C40B1"/>
    <w:rsid w:val="001C4A32"/>
    <w:rsid w:val="001C6241"/>
    <w:rsid w:val="001C6DA0"/>
    <w:rsid w:val="001C7375"/>
    <w:rsid w:val="001C7A6C"/>
    <w:rsid w:val="001C7B52"/>
    <w:rsid w:val="001D11F5"/>
    <w:rsid w:val="001D1E2D"/>
    <w:rsid w:val="001D22E0"/>
    <w:rsid w:val="001D2608"/>
    <w:rsid w:val="001D2911"/>
    <w:rsid w:val="001D2E53"/>
    <w:rsid w:val="001D2F7B"/>
    <w:rsid w:val="001D3024"/>
    <w:rsid w:val="001D3390"/>
    <w:rsid w:val="001D387D"/>
    <w:rsid w:val="001D3C0B"/>
    <w:rsid w:val="001D3F6F"/>
    <w:rsid w:val="001D4027"/>
    <w:rsid w:val="001D4129"/>
    <w:rsid w:val="001D45EF"/>
    <w:rsid w:val="001D4F6E"/>
    <w:rsid w:val="001D52A0"/>
    <w:rsid w:val="001D53DF"/>
    <w:rsid w:val="001D5861"/>
    <w:rsid w:val="001D59C9"/>
    <w:rsid w:val="001D6062"/>
    <w:rsid w:val="001D6665"/>
    <w:rsid w:val="001D67B7"/>
    <w:rsid w:val="001D6C27"/>
    <w:rsid w:val="001D6C88"/>
    <w:rsid w:val="001D6E1A"/>
    <w:rsid w:val="001D6FF0"/>
    <w:rsid w:val="001D6FFE"/>
    <w:rsid w:val="001E18E5"/>
    <w:rsid w:val="001E1FDC"/>
    <w:rsid w:val="001E2255"/>
    <w:rsid w:val="001E23F4"/>
    <w:rsid w:val="001E2D3E"/>
    <w:rsid w:val="001E3CBD"/>
    <w:rsid w:val="001E445B"/>
    <w:rsid w:val="001E4AA4"/>
    <w:rsid w:val="001E4F7B"/>
    <w:rsid w:val="001E50EA"/>
    <w:rsid w:val="001E5402"/>
    <w:rsid w:val="001E572F"/>
    <w:rsid w:val="001E5AF3"/>
    <w:rsid w:val="001E6B96"/>
    <w:rsid w:val="001E6CF6"/>
    <w:rsid w:val="001F0972"/>
    <w:rsid w:val="001F09F8"/>
    <w:rsid w:val="001F1097"/>
    <w:rsid w:val="001F1319"/>
    <w:rsid w:val="001F1655"/>
    <w:rsid w:val="001F470C"/>
    <w:rsid w:val="001F6174"/>
    <w:rsid w:val="001F71D7"/>
    <w:rsid w:val="001F72CA"/>
    <w:rsid w:val="001F73FF"/>
    <w:rsid w:val="001F7EAC"/>
    <w:rsid w:val="0020083B"/>
    <w:rsid w:val="00201CFD"/>
    <w:rsid w:val="002020B7"/>
    <w:rsid w:val="00202B56"/>
    <w:rsid w:val="00203EED"/>
    <w:rsid w:val="00204FA7"/>
    <w:rsid w:val="00205041"/>
    <w:rsid w:val="00205940"/>
    <w:rsid w:val="0020598C"/>
    <w:rsid w:val="00207081"/>
    <w:rsid w:val="00207F1F"/>
    <w:rsid w:val="00211417"/>
    <w:rsid w:val="00211782"/>
    <w:rsid w:val="00212215"/>
    <w:rsid w:val="00212CF1"/>
    <w:rsid w:val="00215C1C"/>
    <w:rsid w:val="00216910"/>
    <w:rsid w:val="00216DDB"/>
    <w:rsid w:val="002170E5"/>
    <w:rsid w:val="00217302"/>
    <w:rsid w:val="00217E5B"/>
    <w:rsid w:val="002209DB"/>
    <w:rsid w:val="002209DE"/>
    <w:rsid w:val="002224EA"/>
    <w:rsid w:val="00222A3E"/>
    <w:rsid w:val="00222E59"/>
    <w:rsid w:val="00223393"/>
    <w:rsid w:val="00223396"/>
    <w:rsid w:val="002237D8"/>
    <w:rsid w:val="00223CBD"/>
    <w:rsid w:val="00224AEC"/>
    <w:rsid w:val="00224CC8"/>
    <w:rsid w:val="00224EC5"/>
    <w:rsid w:val="002257E7"/>
    <w:rsid w:val="002261E5"/>
    <w:rsid w:val="00227917"/>
    <w:rsid w:val="00230BD1"/>
    <w:rsid w:val="00231B06"/>
    <w:rsid w:val="002322DF"/>
    <w:rsid w:val="002327F0"/>
    <w:rsid w:val="00232D39"/>
    <w:rsid w:val="00233368"/>
    <w:rsid w:val="002335BB"/>
    <w:rsid w:val="0023388C"/>
    <w:rsid w:val="002345A1"/>
    <w:rsid w:val="00234F35"/>
    <w:rsid w:val="0023506F"/>
    <w:rsid w:val="00235A6B"/>
    <w:rsid w:val="0023644B"/>
    <w:rsid w:val="00236BB7"/>
    <w:rsid w:val="002371A5"/>
    <w:rsid w:val="002378FC"/>
    <w:rsid w:val="00237E41"/>
    <w:rsid w:val="00240174"/>
    <w:rsid w:val="0024040F"/>
    <w:rsid w:val="00240776"/>
    <w:rsid w:val="002407CE"/>
    <w:rsid w:val="00240D39"/>
    <w:rsid w:val="0024166E"/>
    <w:rsid w:val="00241EB9"/>
    <w:rsid w:val="002424D5"/>
    <w:rsid w:val="00242EF1"/>
    <w:rsid w:val="002431EA"/>
    <w:rsid w:val="00243728"/>
    <w:rsid w:val="002437B9"/>
    <w:rsid w:val="00243A2D"/>
    <w:rsid w:val="00243BA8"/>
    <w:rsid w:val="00243E3A"/>
    <w:rsid w:val="00244F80"/>
    <w:rsid w:val="002451DB"/>
    <w:rsid w:val="00245F66"/>
    <w:rsid w:val="0024665D"/>
    <w:rsid w:val="0024686B"/>
    <w:rsid w:val="00246A3F"/>
    <w:rsid w:val="00247136"/>
    <w:rsid w:val="00247203"/>
    <w:rsid w:val="002478F0"/>
    <w:rsid w:val="0025012D"/>
    <w:rsid w:val="00251347"/>
    <w:rsid w:val="00251744"/>
    <w:rsid w:val="0025183C"/>
    <w:rsid w:val="00251DDB"/>
    <w:rsid w:val="00253715"/>
    <w:rsid w:val="002539C6"/>
    <w:rsid w:val="002542C4"/>
    <w:rsid w:val="002546D6"/>
    <w:rsid w:val="00254D15"/>
    <w:rsid w:val="00255034"/>
    <w:rsid w:val="00256547"/>
    <w:rsid w:val="0025696E"/>
    <w:rsid w:val="00256A51"/>
    <w:rsid w:val="002570E2"/>
    <w:rsid w:val="0026092E"/>
    <w:rsid w:val="00260A35"/>
    <w:rsid w:val="00260DBD"/>
    <w:rsid w:val="0026132C"/>
    <w:rsid w:val="00261B78"/>
    <w:rsid w:val="00261D2E"/>
    <w:rsid w:val="002626B9"/>
    <w:rsid w:val="00262AD6"/>
    <w:rsid w:val="00263333"/>
    <w:rsid w:val="00263ED6"/>
    <w:rsid w:val="00264A6D"/>
    <w:rsid w:val="00264DAA"/>
    <w:rsid w:val="0026520A"/>
    <w:rsid w:val="00265488"/>
    <w:rsid w:val="00265D40"/>
    <w:rsid w:val="0026703D"/>
    <w:rsid w:val="002671FC"/>
    <w:rsid w:val="002676E2"/>
    <w:rsid w:val="00267B97"/>
    <w:rsid w:val="00270404"/>
    <w:rsid w:val="00270B53"/>
    <w:rsid w:val="00270D41"/>
    <w:rsid w:val="00270E73"/>
    <w:rsid w:val="00271D29"/>
    <w:rsid w:val="00271D36"/>
    <w:rsid w:val="002724C5"/>
    <w:rsid w:val="002732FC"/>
    <w:rsid w:val="002733A1"/>
    <w:rsid w:val="0027419D"/>
    <w:rsid w:val="00275DC4"/>
    <w:rsid w:val="00276A8D"/>
    <w:rsid w:val="00277BC8"/>
    <w:rsid w:val="00280050"/>
    <w:rsid w:val="00280986"/>
    <w:rsid w:val="00280AD8"/>
    <w:rsid w:val="00280BDD"/>
    <w:rsid w:val="002813EC"/>
    <w:rsid w:val="0028149F"/>
    <w:rsid w:val="002818BB"/>
    <w:rsid w:val="00282BE0"/>
    <w:rsid w:val="0028321E"/>
    <w:rsid w:val="002833A6"/>
    <w:rsid w:val="002846CD"/>
    <w:rsid w:val="00284C23"/>
    <w:rsid w:val="00284DEA"/>
    <w:rsid w:val="00284FE6"/>
    <w:rsid w:val="00285413"/>
    <w:rsid w:val="00285A37"/>
    <w:rsid w:val="00285B59"/>
    <w:rsid w:val="00285D9C"/>
    <w:rsid w:val="0028622C"/>
    <w:rsid w:val="00287546"/>
    <w:rsid w:val="002877DA"/>
    <w:rsid w:val="00287E65"/>
    <w:rsid w:val="00290E51"/>
    <w:rsid w:val="00290E71"/>
    <w:rsid w:val="00290FC8"/>
    <w:rsid w:val="002911FD"/>
    <w:rsid w:val="0029125B"/>
    <w:rsid w:val="00291269"/>
    <w:rsid w:val="00291CA8"/>
    <w:rsid w:val="00291D7D"/>
    <w:rsid w:val="00291F09"/>
    <w:rsid w:val="00292B9B"/>
    <w:rsid w:val="002931D5"/>
    <w:rsid w:val="00293516"/>
    <w:rsid w:val="00293709"/>
    <w:rsid w:val="00293ACC"/>
    <w:rsid w:val="0029411F"/>
    <w:rsid w:val="002956B9"/>
    <w:rsid w:val="00295F97"/>
    <w:rsid w:val="0029637E"/>
    <w:rsid w:val="00296430"/>
    <w:rsid w:val="00296680"/>
    <w:rsid w:val="00296686"/>
    <w:rsid w:val="00296875"/>
    <w:rsid w:val="0029687C"/>
    <w:rsid w:val="002A0ED8"/>
    <w:rsid w:val="002A1947"/>
    <w:rsid w:val="002A1E88"/>
    <w:rsid w:val="002A2BE9"/>
    <w:rsid w:val="002A3197"/>
    <w:rsid w:val="002A4514"/>
    <w:rsid w:val="002A5CB9"/>
    <w:rsid w:val="002A65AA"/>
    <w:rsid w:val="002B00B3"/>
    <w:rsid w:val="002B098A"/>
    <w:rsid w:val="002B1373"/>
    <w:rsid w:val="002B170F"/>
    <w:rsid w:val="002B19A4"/>
    <w:rsid w:val="002B212A"/>
    <w:rsid w:val="002B236B"/>
    <w:rsid w:val="002B2B60"/>
    <w:rsid w:val="002B39DE"/>
    <w:rsid w:val="002B3A3E"/>
    <w:rsid w:val="002B3DD3"/>
    <w:rsid w:val="002B43D4"/>
    <w:rsid w:val="002B4521"/>
    <w:rsid w:val="002B46FC"/>
    <w:rsid w:val="002B6663"/>
    <w:rsid w:val="002B7269"/>
    <w:rsid w:val="002B7535"/>
    <w:rsid w:val="002B7604"/>
    <w:rsid w:val="002B7E5E"/>
    <w:rsid w:val="002C129C"/>
    <w:rsid w:val="002C14FC"/>
    <w:rsid w:val="002C1A65"/>
    <w:rsid w:val="002C1F01"/>
    <w:rsid w:val="002C2799"/>
    <w:rsid w:val="002C331E"/>
    <w:rsid w:val="002C3717"/>
    <w:rsid w:val="002C3E4D"/>
    <w:rsid w:val="002C3F74"/>
    <w:rsid w:val="002C500B"/>
    <w:rsid w:val="002C6376"/>
    <w:rsid w:val="002C6667"/>
    <w:rsid w:val="002C703C"/>
    <w:rsid w:val="002C7DB9"/>
    <w:rsid w:val="002C7F1E"/>
    <w:rsid w:val="002D02F9"/>
    <w:rsid w:val="002D0485"/>
    <w:rsid w:val="002D0B4B"/>
    <w:rsid w:val="002D18A3"/>
    <w:rsid w:val="002D1A36"/>
    <w:rsid w:val="002D2718"/>
    <w:rsid w:val="002D2770"/>
    <w:rsid w:val="002D2AE5"/>
    <w:rsid w:val="002D2B33"/>
    <w:rsid w:val="002D2E09"/>
    <w:rsid w:val="002D3825"/>
    <w:rsid w:val="002D3929"/>
    <w:rsid w:val="002D43E7"/>
    <w:rsid w:val="002D458C"/>
    <w:rsid w:val="002D461E"/>
    <w:rsid w:val="002D49B4"/>
    <w:rsid w:val="002D50AC"/>
    <w:rsid w:val="002D5DED"/>
    <w:rsid w:val="002D5F7E"/>
    <w:rsid w:val="002D73CD"/>
    <w:rsid w:val="002D7B74"/>
    <w:rsid w:val="002D7BA1"/>
    <w:rsid w:val="002D7E8F"/>
    <w:rsid w:val="002E0634"/>
    <w:rsid w:val="002E0CB7"/>
    <w:rsid w:val="002E0E1E"/>
    <w:rsid w:val="002E101F"/>
    <w:rsid w:val="002E228E"/>
    <w:rsid w:val="002E2429"/>
    <w:rsid w:val="002E2C3B"/>
    <w:rsid w:val="002E3AE1"/>
    <w:rsid w:val="002E3B52"/>
    <w:rsid w:val="002E415D"/>
    <w:rsid w:val="002E531D"/>
    <w:rsid w:val="002E53F1"/>
    <w:rsid w:val="002E656E"/>
    <w:rsid w:val="002E65DC"/>
    <w:rsid w:val="002E662D"/>
    <w:rsid w:val="002E689B"/>
    <w:rsid w:val="002F0B04"/>
    <w:rsid w:val="002F102D"/>
    <w:rsid w:val="002F2207"/>
    <w:rsid w:val="002F2901"/>
    <w:rsid w:val="002F2F0F"/>
    <w:rsid w:val="002F33D0"/>
    <w:rsid w:val="002F3DA8"/>
    <w:rsid w:val="002F5CD2"/>
    <w:rsid w:val="002F65BF"/>
    <w:rsid w:val="002F6699"/>
    <w:rsid w:val="002F6C49"/>
    <w:rsid w:val="002F7187"/>
    <w:rsid w:val="002F7539"/>
    <w:rsid w:val="002F7A3B"/>
    <w:rsid w:val="002F7A57"/>
    <w:rsid w:val="00300268"/>
    <w:rsid w:val="003006D9"/>
    <w:rsid w:val="00300AFF"/>
    <w:rsid w:val="00301989"/>
    <w:rsid w:val="00303672"/>
    <w:rsid w:val="003041BB"/>
    <w:rsid w:val="00304A15"/>
    <w:rsid w:val="00304A8B"/>
    <w:rsid w:val="0030578F"/>
    <w:rsid w:val="00305D8B"/>
    <w:rsid w:val="0030656D"/>
    <w:rsid w:val="003065B0"/>
    <w:rsid w:val="0030670D"/>
    <w:rsid w:val="00306944"/>
    <w:rsid w:val="00307DE8"/>
    <w:rsid w:val="0031039F"/>
    <w:rsid w:val="003104CE"/>
    <w:rsid w:val="00310B93"/>
    <w:rsid w:val="00310C08"/>
    <w:rsid w:val="00310EC8"/>
    <w:rsid w:val="0031138E"/>
    <w:rsid w:val="003115A4"/>
    <w:rsid w:val="00311A34"/>
    <w:rsid w:val="003127CC"/>
    <w:rsid w:val="00312890"/>
    <w:rsid w:val="003132EA"/>
    <w:rsid w:val="00314753"/>
    <w:rsid w:val="00314BE1"/>
    <w:rsid w:val="00315275"/>
    <w:rsid w:val="0031535A"/>
    <w:rsid w:val="003159D6"/>
    <w:rsid w:val="00315DC8"/>
    <w:rsid w:val="00316A63"/>
    <w:rsid w:val="00320C29"/>
    <w:rsid w:val="003210AE"/>
    <w:rsid w:val="00321802"/>
    <w:rsid w:val="00321ACA"/>
    <w:rsid w:val="0032239B"/>
    <w:rsid w:val="003227DE"/>
    <w:rsid w:val="00322908"/>
    <w:rsid w:val="00322BDF"/>
    <w:rsid w:val="00322C1B"/>
    <w:rsid w:val="003232B0"/>
    <w:rsid w:val="00323410"/>
    <w:rsid w:val="003235CA"/>
    <w:rsid w:val="00323EA6"/>
    <w:rsid w:val="00323F46"/>
    <w:rsid w:val="0032470A"/>
    <w:rsid w:val="0032547C"/>
    <w:rsid w:val="003255C2"/>
    <w:rsid w:val="00325C4D"/>
    <w:rsid w:val="00326245"/>
    <w:rsid w:val="0032666F"/>
    <w:rsid w:val="00326747"/>
    <w:rsid w:val="003270E8"/>
    <w:rsid w:val="00327370"/>
    <w:rsid w:val="003277E8"/>
    <w:rsid w:val="003278B6"/>
    <w:rsid w:val="00330164"/>
    <w:rsid w:val="00330BBF"/>
    <w:rsid w:val="00334E1C"/>
    <w:rsid w:val="00335E4A"/>
    <w:rsid w:val="00337CD9"/>
    <w:rsid w:val="0034057A"/>
    <w:rsid w:val="003406AD"/>
    <w:rsid w:val="0034071C"/>
    <w:rsid w:val="00340795"/>
    <w:rsid w:val="00340880"/>
    <w:rsid w:val="00340C2B"/>
    <w:rsid w:val="00340DFE"/>
    <w:rsid w:val="00340F06"/>
    <w:rsid w:val="003426A5"/>
    <w:rsid w:val="003437AF"/>
    <w:rsid w:val="00343F6B"/>
    <w:rsid w:val="00344189"/>
    <w:rsid w:val="0034532D"/>
    <w:rsid w:val="00346892"/>
    <w:rsid w:val="00346D40"/>
    <w:rsid w:val="0034752C"/>
    <w:rsid w:val="00350566"/>
    <w:rsid w:val="003505CF"/>
    <w:rsid w:val="00350766"/>
    <w:rsid w:val="00351256"/>
    <w:rsid w:val="003524C0"/>
    <w:rsid w:val="003526E8"/>
    <w:rsid w:val="003527BD"/>
    <w:rsid w:val="00352845"/>
    <w:rsid w:val="00352A29"/>
    <w:rsid w:val="00353700"/>
    <w:rsid w:val="00353863"/>
    <w:rsid w:val="00354280"/>
    <w:rsid w:val="003542B6"/>
    <w:rsid w:val="00354796"/>
    <w:rsid w:val="003549F9"/>
    <w:rsid w:val="00354FD2"/>
    <w:rsid w:val="00355C65"/>
    <w:rsid w:val="00355E56"/>
    <w:rsid w:val="00355E8B"/>
    <w:rsid w:val="00355F5C"/>
    <w:rsid w:val="00356BAC"/>
    <w:rsid w:val="00356CF1"/>
    <w:rsid w:val="00356F96"/>
    <w:rsid w:val="00357E74"/>
    <w:rsid w:val="00360BF9"/>
    <w:rsid w:val="0036114E"/>
    <w:rsid w:val="00361376"/>
    <w:rsid w:val="00361596"/>
    <w:rsid w:val="00361618"/>
    <w:rsid w:val="00361CDB"/>
    <w:rsid w:val="00362208"/>
    <w:rsid w:val="00362CFB"/>
    <w:rsid w:val="0036316D"/>
    <w:rsid w:val="00363302"/>
    <w:rsid w:val="00363686"/>
    <w:rsid w:val="003639C9"/>
    <w:rsid w:val="00365018"/>
    <w:rsid w:val="0036521A"/>
    <w:rsid w:val="00365803"/>
    <w:rsid w:val="00366041"/>
    <w:rsid w:val="00366299"/>
    <w:rsid w:val="00367973"/>
    <w:rsid w:val="003700BA"/>
    <w:rsid w:val="00370585"/>
    <w:rsid w:val="0037123A"/>
    <w:rsid w:val="003713A1"/>
    <w:rsid w:val="003729C2"/>
    <w:rsid w:val="00372F8F"/>
    <w:rsid w:val="0037312B"/>
    <w:rsid w:val="00374853"/>
    <w:rsid w:val="00375291"/>
    <w:rsid w:val="00375E55"/>
    <w:rsid w:val="00376428"/>
    <w:rsid w:val="0037652B"/>
    <w:rsid w:val="003769F5"/>
    <w:rsid w:val="0037755C"/>
    <w:rsid w:val="003777D6"/>
    <w:rsid w:val="00380719"/>
    <w:rsid w:val="00380BC7"/>
    <w:rsid w:val="00381CED"/>
    <w:rsid w:val="00382564"/>
    <w:rsid w:val="0038280F"/>
    <w:rsid w:val="00382F4D"/>
    <w:rsid w:val="00383BAC"/>
    <w:rsid w:val="00384FDF"/>
    <w:rsid w:val="00385CBA"/>
    <w:rsid w:val="00385E4D"/>
    <w:rsid w:val="003862DC"/>
    <w:rsid w:val="00386424"/>
    <w:rsid w:val="00386CCC"/>
    <w:rsid w:val="00390C58"/>
    <w:rsid w:val="0039119E"/>
    <w:rsid w:val="003911C9"/>
    <w:rsid w:val="00391717"/>
    <w:rsid w:val="003917DB"/>
    <w:rsid w:val="00391975"/>
    <w:rsid w:val="00391CC2"/>
    <w:rsid w:val="00393B09"/>
    <w:rsid w:val="00393F29"/>
    <w:rsid w:val="003950BA"/>
    <w:rsid w:val="003954E1"/>
    <w:rsid w:val="00396777"/>
    <w:rsid w:val="00396E81"/>
    <w:rsid w:val="00397286"/>
    <w:rsid w:val="00397FCE"/>
    <w:rsid w:val="003A0D23"/>
    <w:rsid w:val="003A0FD3"/>
    <w:rsid w:val="003A1353"/>
    <w:rsid w:val="003A1CE7"/>
    <w:rsid w:val="003A207C"/>
    <w:rsid w:val="003A26A2"/>
    <w:rsid w:val="003A28A0"/>
    <w:rsid w:val="003A2B42"/>
    <w:rsid w:val="003A3083"/>
    <w:rsid w:val="003A314A"/>
    <w:rsid w:val="003A367F"/>
    <w:rsid w:val="003A3F6B"/>
    <w:rsid w:val="003A580C"/>
    <w:rsid w:val="003A6659"/>
    <w:rsid w:val="003A796D"/>
    <w:rsid w:val="003A7BE3"/>
    <w:rsid w:val="003A7E8D"/>
    <w:rsid w:val="003A7F4C"/>
    <w:rsid w:val="003B02D9"/>
    <w:rsid w:val="003B0BDD"/>
    <w:rsid w:val="003B0DE1"/>
    <w:rsid w:val="003B14DD"/>
    <w:rsid w:val="003B1E58"/>
    <w:rsid w:val="003B387C"/>
    <w:rsid w:val="003B3CE1"/>
    <w:rsid w:val="003B422E"/>
    <w:rsid w:val="003B4F35"/>
    <w:rsid w:val="003B5693"/>
    <w:rsid w:val="003B5848"/>
    <w:rsid w:val="003B6095"/>
    <w:rsid w:val="003B65F6"/>
    <w:rsid w:val="003B66BB"/>
    <w:rsid w:val="003B704B"/>
    <w:rsid w:val="003B7A36"/>
    <w:rsid w:val="003C003D"/>
    <w:rsid w:val="003C0226"/>
    <w:rsid w:val="003C05AD"/>
    <w:rsid w:val="003C0B36"/>
    <w:rsid w:val="003C135F"/>
    <w:rsid w:val="003C1F1A"/>
    <w:rsid w:val="003C2150"/>
    <w:rsid w:val="003C2C7A"/>
    <w:rsid w:val="003C32E6"/>
    <w:rsid w:val="003C36EE"/>
    <w:rsid w:val="003C4003"/>
    <w:rsid w:val="003C4FD9"/>
    <w:rsid w:val="003C6527"/>
    <w:rsid w:val="003C7977"/>
    <w:rsid w:val="003C7F63"/>
    <w:rsid w:val="003D0FCA"/>
    <w:rsid w:val="003D24FD"/>
    <w:rsid w:val="003D2B74"/>
    <w:rsid w:val="003D2E04"/>
    <w:rsid w:val="003D48B4"/>
    <w:rsid w:val="003D5245"/>
    <w:rsid w:val="003D7712"/>
    <w:rsid w:val="003E0992"/>
    <w:rsid w:val="003E0C17"/>
    <w:rsid w:val="003E0CC8"/>
    <w:rsid w:val="003E0D73"/>
    <w:rsid w:val="003E0D92"/>
    <w:rsid w:val="003E1C76"/>
    <w:rsid w:val="003E1F1C"/>
    <w:rsid w:val="003E47C6"/>
    <w:rsid w:val="003E4C54"/>
    <w:rsid w:val="003E5028"/>
    <w:rsid w:val="003E592A"/>
    <w:rsid w:val="003E5930"/>
    <w:rsid w:val="003E64BC"/>
    <w:rsid w:val="003E65E4"/>
    <w:rsid w:val="003E797C"/>
    <w:rsid w:val="003F0004"/>
    <w:rsid w:val="003F021A"/>
    <w:rsid w:val="003F0832"/>
    <w:rsid w:val="003F08E5"/>
    <w:rsid w:val="003F0BFE"/>
    <w:rsid w:val="003F1602"/>
    <w:rsid w:val="003F1A1C"/>
    <w:rsid w:val="003F1E14"/>
    <w:rsid w:val="003F3350"/>
    <w:rsid w:val="003F36B2"/>
    <w:rsid w:val="003F3D22"/>
    <w:rsid w:val="003F4E4E"/>
    <w:rsid w:val="003F620E"/>
    <w:rsid w:val="003F7EBC"/>
    <w:rsid w:val="00400390"/>
    <w:rsid w:val="0040090B"/>
    <w:rsid w:val="00401261"/>
    <w:rsid w:val="00403C29"/>
    <w:rsid w:val="004045C6"/>
    <w:rsid w:val="004049CF"/>
    <w:rsid w:val="00404BA4"/>
    <w:rsid w:val="00404F94"/>
    <w:rsid w:val="004057D7"/>
    <w:rsid w:val="00406020"/>
    <w:rsid w:val="004062E0"/>
    <w:rsid w:val="004069C9"/>
    <w:rsid w:val="00407030"/>
    <w:rsid w:val="004076E8"/>
    <w:rsid w:val="0040783A"/>
    <w:rsid w:val="0040798B"/>
    <w:rsid w:val="00410545"/>
    <w:rsid w:val="00410D6A"/>
    <w:rsid w:val="004121E1"/>
    <w:rsid w:val="004158D1"/>
    <w:rsid w:val="00415ABC"/>
    <w:rsid w:val="00415F1E"/>
    <w:rsid w:val="00415F9B"/>
    <w:rsid w:val="00416556"/>
    <w:rsid w:val="004166DB"/>
    <w:rsid w:val="004168D3"/>
    <w:rsid w:val="00420D96"/>
    <w:rsid w:val="004216B7"/>
    <w:rsid w:val="00421A9F"/>
    <w:rsid w:val="0042240D"/>
    <w:rsid w:val="00422AB0"/>
    <w:rsid w:val="00423884"/>
    <w:rsid w:val="004238EC"/>
    <w:rsid w:val="00424D45"/>
    <w:rsid w:val="00425963"/>
    <w:rsid w:val="00425D32"/>
    <w:rsid w:val="00426D86"/>
    <w:rsid w:val="0042709B"/>
    <w:rsid w:val="00427850"/>
    <w:rsid w:val="00427AA6"/>
    <w:rsid w:val="00427ECF"/>
    <w:rsid w:val="0043035C"/>
    <w:rsid w:val="00430569"/>
    <w:rsid w:val="00430C96"/>
    <w:rsid w:val="004310E6"/>
    <w:rsid w:val="00431191"/>
    <w:rsid w:val="00431340"/>
    <w:rsid w:val="00431B36"/>
    <w:rsid w:val="00431C19"/>
    <w:rsid w:val="004320A9"/>
    <w:rsid w:val="00432733"/>
    <w:rsid w:val="00432AE3"/>
    <w:rsid w:val="00432F6B"/>
    <w:rsid w:val="004334E7"/>
    <w:rsid w:val="004339EB"/>
    <w:rsid w:val="0043423D"/>
    <w:rsid w:val="00434377"/>
    <w:rsid w:val="00434600"/>
    <w:rsid w:val="00434A8D"/>
    <w:rsid w:val="004351A3"/>
    <w:rsid w:val="00436CB7"/>
    <w:rsid w:val="00437BB3"/>
    <w:rsid w:val="00437C1E"/>
    <w:rsid w:val="00437D1C"/>
    <w:rsid w:val="00440AFC"/>
    <w:rsid w:val="00440F57"/>
    <w:rsid w:val="00441B82"/>
    <w:rsid w:val="00441E81"/>
    <w:rsid w:val="00442680"/>
    <w:rsid w:val="004447AC"/>
    <w:rsid w:val="00444CCD"/>
    <w:rsid w:val="00444E16"/>
    <w:rsid w:val="00445CD0"/>
    <w:rsid w:val="00446887"/>
    <w:rsid w:val="00447608"/>
    <w:rsid w:val="004477DE"/>
    <w:rsid w:val="00451442"/>
    <w:rsid w:val="00453738"/>
    <w:rsid w:val="0045393E"/>
    <w:rsid w:val="00455ABD"/>
    <w:rsid w:val="00455BDD"/>
    <w:rsid w:val="00455EBA"/>
    <w:rsid w:val="00455EDD"/>
    <w:rsid w:val="004561BD"/>
    <w:rsid w:val="004562A1"/>
    <w:rsid w:val="004566AD"/>
    <w:rsid w:val="00456D3F"/>
    <w:rsid w:val="00456D53"/>
    <w:rsid w:val="004577B7"/>
    <w:rsid w:val="00457E35"/>
    <w:rsid w:val="00460391"/>
    <w:rsid w:val="0046400C"/>
    <w:rsid w:val="0046477A"/>
    <w:rsid w:val="00465000"/>
    <w:rsid w:val="00465360"/>
    <w:rsid w:val="00465A6C"/>
    <w:rsid w:val="004665C0"/>
    <w:rsid w:val="0046751A"/>
    <w:rsid w:val="00470167"/>
    <w:rsid w:val="00471B09"/>
    <w:rsid w:val="0047230A"/>
    <w:rsid w:val="004723FE"/>
    <w:rsid w:val="00472431"/>
    <w:rsid w:val="00472B38"/>
    <w:rsid w:val="00472C57"/>
    <w:rsid w:val="00473165"/>
    <w:rsid w:val="00473872"/>
    <w:rsid w:val="00473D1F"/>
    <w:rsid w:val="00474F67"/>
    <w:rsid w:val="004752A0"/>
    <w:rsid w:val="00475838"/>
    <w:rsid w:val="004762EE"/>
    <w:rsid w:val="00476C56"/>
    <w:rsid w:val="004778C9"/>
    <w:rsid w:val="00477DB6"/>
    <w:rsid w:val="004802D4"/>
    <w:rsid w:val="0048094F"/>
    <w:rsid w:val="00481BA6"/>
    <w:rsid w:val="00481E96"/>
    <w:rsid w:val="004820A8"/>
    <w:rsid w:val="00482685"/>
    <w:rsid w:val="0048340F"/>
    <w:rsid w:val="00483A9E"/>
    <w:rsid w:val="004845B1"/>
    <w:rsid w:val="00484AA8"/>
    <w:rsid w:val="00485763"/>
    <w:rsid w:val="00487BE5"/>
    <w:rsid w:val="00487FFA"/>
    <w:rsid w:val="004910D7"/>
    <w:rsid w:val="0049161C"/>
    <w:rsid w:val="00492B7E"/>
    <w:rsid w:val="00493272"/>
    <w:rsid w:val="00493366"/>
    <w:rsid w:val="00493A42"/>
    <w:rsid w:val="00493A9D"/>
    <w:rsid w:val="00493B9E"/>
    <w:rsid w:val="00494B60"/>
    <w:rsid w:val="004951B4"/>
    <w:rsid w:val="0049595A"/>
    <w:rsid w:val="004962D5"/>
    <w:rsid w:val="00496678"/>
    <w:rsid w:val="00497924"/>
    <w:rsid w:val="004A004B"/>
    <w:rsid w:val="004A141F"/>
    <w:rsid w:val="004A1C84"/>
    <w:rsid w:val="004A329D"/>
    <w:rsid w:val="004A3301"/>
    <w:rsid w:val="004A3416"/>
    <w:rsid w:val="004A3954"/>
    <w:rsid w:val="004A39F1"/>
    <w:rsid w:val="004A3D37"/>
    <w:rsid w:val="004A3F12"/>
    <w:rsid w:val="004A7195"/>
    <w:rsid w:val="004A72C8"/>
    <w:rsid w:val="004A7C9C"/>
    <w:rsid w:val="004B033A"/>
    <w:rsid w:val="004B09F6"/>
    <w:rsid w:val="004B16CD"/>
    <w:rsid w:val="004B28B2"/>
    <w:rsid w:val="004B2C4C"/>
    <w:rsid w:val="004B405C"/>
    <w:rsid w:val="004B42EF"/>
    <w:rsid w:val="004B49FD"/>
    <w:rsid w:val="004B4E29"/>
    <w:rsid w:val="004B50C6"/>
    <w:rsid w:val="004B5B3B"/>
    <w:rsid w:val="004B5ECD"/>
    <w:rsid w:val="004B640B"/>
    <w:rsid w:val="004B64AE"/>
    <w:rsid w:val="004B6A42"/>
    <w:rsid w:val="004B71EF"/>
    <w:rsid w:val="004C06A7"/>
    <w:rsid w:val="004C0BFC"/>
    <w:rsid w:val="004C189E"/>
    <w:rsid w:val="004C2803"/>
    <w:rsid w:val="004C2895"/>
    <w:rsid w:val="004C2A92"/>
    <w:rsid w:val="004C2C44"/>
    <w:rsid w:val="004C55BD"/>
    <w:rsid w:val="004C5810"/>
    <w:rsid w:val="004C5E61"/>
    <w:rsid w:val="004C602A"/>
    <w:rsid w:val="004C6250"/>
    <w:rsid w:val="004C6FD9"/>
    <w:rsid w:val="004C7337"/>
    <w:rsid w:val="004C7473"/>
    <w:rsid w:val="004C794A"/>
    <w:rsid w:val="004D0DB2"/>
    <w:rsid w:val="004D131A"/>
    <w:rsid w:val="004D37D8"/>
    <w:rsid w:val="004D481A"/>
    <w:rsid w:val="004D4CB0"/>
    <w:rsid w:val="004D4D6C"/>
    <w:rsid w:val="004D6C68"/>
    <w:rsid w:val="004D7787"/>
    <w:rsid w:val="004D7BA4"/>
    <w:rsid w:val="004D7E47"/>
    <w:rsid w:val="004D7E7D"/>
    <w:rsid w:val="004E0D9C"/>
    <w:rsid w:val="004E0FBA"/>
    <w:rsid w:val="004E1973"/>
    <w:rsid w:val="004E2485"/>
    <w:rsid w:val="004E3125"/>
    <w:rsid w:val="004E4651"/>
    <w:rsid w:val="004E4728"/>
    <w:rsid w:val="004E49A4"/>
    <w:rsid w:val="004E4E0E"/>
    <w:rsid w:val="004E5FA7"/>
    <w:rsid w:val="004E5FE5"/>
    <w:rsid w:val="004E602C"/>
    <w:rsid w:val="004F14D9"/>
    <w:rsid w:val="004F278F"/>
    <w:rsid w:val="004F2866"/>
    <w:rsid w:val="004F2D59"/>
    <w:rsid w:val="004F5209"/>
    <w:rsid w:val="004F7A47"/>
    <w:rsid w:val="005000D1"/>
    <w:rsid w:val="005004F6"/>
    <w:rsid w:val="005026F0"/>
    <w:rsid w:val="00503504"/>
    <w:rsid w:val="00504360"/>
    <w:rsid w:val="005061FB"/>
    <w:rsid w:val="00506CCB"/>
    <w:rsid w:val="0051022B"/>
    <w:rsid w:val="0051032C"/>
    <w:rsid w:val="00510491"/>
    <w:rsid w:val="00510EEE"/>
    <w:rsid w:val="00511670"/>
    <w:rsid w:val="00511FE0"/>
    <w:rsid w:val="00512829"/>
    <w:rsid w:val="00512CA9"/>
    <w:rsid w:val="0051363A"/>
    <w:rsid w:val="00513780"/>
    <w:rsid w:val="00513E38"/>
    <w:rsid w:val="005153B4"/>
    <w:rsid w:val="005156F4"/>
    <w:rsid w:val="0051575F"/>
    <w:rsid w:val="00517256"/>
    <w:rsid w:val="00520113"/>
    <w:rsid w:val="005216F3"/>
    <w:rsid w:val="0052181D"/>
    <w:rsid w:val="00523644"/>
    <w:rsid w:val="0052391A"/>
    <w:rsid w:val="00523990"/>
    <w:rsid w:val="00524562"/>
    <w:rsid w:val="005258B3"/>
    <w:rsid w:val="00525B09"/>
    <w:rsid w:val="00526435"/>
    <w:rsid w:val="005276EE"/>
    <w:rsid w:val="005305CB"/>
    <w:rsid w:val="0053067B"/>
    <w:rsid w:val="0053076F"/>
    <w:rsid w:val="00532BE3"/>
    <w:rsid w:val="00532D09"/>
    <w:rsid w:val="00533709"/>
    <w:rsid w:val="00534487"/>
    <w:rsid w:val="00534555"/>
    <w:rsid w:val="00535063"/>
    <w:rsid w:val="0053514A"/>
    <w:rsid w:val="0053534F"/>
    <w:rsid w:val="00535944"/>
    <w:rsid w:val="00535B02"/>
    <w:rsid w:val="00536353"/>
    <w:rsid w:val="00540DDA"/>
    <w:rsid w:val="005414F2"/>
    <w:rsid w:val="005418E2"/>
    <w:rsid w:val="00542152"/>
    <w:rsid w:val="005424FD"/>
    <w:rsid w:val="005461D8"/>
    <w:rsid w:val="00547807"/>
    <w:rsid w:val="00547D57"/>
    <w:rsid w:val="0055125A"/>
    <w:rsid w:val="005523C5"/>
    <w:rsid w:val="00552924"/>
    <w:rsid w:val="005535D6"/>
    <w:rsid w:val="005535EC"/>
    <w:rsid w:val="00553691"/>
    <w:rsid w:val="00554627"/>
    <w:rsid w:val="00554787"/>
    <w:rsid w:val="00554EB0"/>
    <w:rsid w:val="005556D7"/>
    <w:rsid w:val="005557DF"/>
    <w:rsid w:val="00555E28"/>
    <w:rsid w:val="00556594"/>
    <w:rsid w:val="00556E9F"/>
    <w:rsid w:val="00557399"/>
    <w:rsid w:val="005574B0"/>
    <w:rsid w:val="00557F52"/>
    <w:rsid w:val="00561BD7"/>
    <w:rsid w:val="00562693"/>
    <w:rsid w:val="00562D5C"/>
    <w:rsid w:val="00562F51"/>
    <w:rsid w:val="00563674"/>
    <w:rsid w:val="00563A89"/>
    <w:rsid w:val="005646A9"/>
    <w:rsid w:val="005646DC"/>
    <w:rsid w:val="00564AD8"/>
    <w:rsid w:val="00564F40"/>
    <w:rsid w:val="00565932"/>
    <w:rsid w:val="00567707"/>
    <w:rsid w:val="00567854"/>
    <w:rsid w:val="00567875"/>
    <w:rsid w:val="00567995"/>
    <w:rsid w:val="00567B99"/>
    <w:rsid w:val="005707F3"/>
    <w:rsid w:val="005712F8"/>
    <w:rsid w:val="0057133A"/>
    <w:rsid w:val="00571CB4"/>
    <w:rsid w:val="00572239"/>
    <w:rsid w:val="00572C1A"/>
    <w:rsid w:val="005730E3"/>
    <w:rsid w:val="0057317D"/>
    <w:rsid w:val="005743D1"/>
    <w:rsid w:val="00574405"/>
    <w:rsid w:val="0057538C"/>
    <w:rsid w:val="005755A7"/>
    <w:rsid w:val="005758E1"/>
    <w:rsid w:val="00575C09"/>
    <w:rsid w:val="00575EA4"/>
    <w:rsid w:val="00576087"/>
    <w:rsid w:val="0057651B"/>
    <w:rsid w:val="00576C23"/>
    <w:rsid w:val="00577A7A"/>
    <w:rsid w:val="0058043C"/>
    <w:rsid w:val="00580CC0"/>
    <w:rsid w:val="00580CFE"/>
    <w:rsid w:val="005816D9"/>
    <w:rsid w:val="005827DF"/>
    <w:rsid w:val="0058340D"/>
    <w:rsid w:val="00583DB2"/>
    <w:rsid w:val="00583EEA"/>
    <w:rsid w:val="005845B2"/>
    <w:rsid w:val="00584E14"/>
    <w:rsid w:val="005869CB"/>
    <w:rsid w:val="0059004C"/>
    <w:rsid w:val="00591941"/>
    <w:rsid w:val="00592194"/>
    <w:rsid w:val="00592DFA"/>
    <w:rsid w:val="00593982"/>
    <w:rsid w:val="005943CE"/>
    <w:rsid w:val="00594451"/>
    <w:rsid w:val="00594B32"/>
    <w:rsid w:val="00595102"/>
    <w:rsid w:val="00595302"/>
    <w:rsid w:val="00596BD8"/>
    <w:rsid w:val="00596C05"/>
    <w:rsid w:val="00597EBA"/>
    <w:rsid w:val="005A03ED"/>
    <w:rsid w:val="005A05BE"/>
    <w:rsid w:val="005A09B1"/>
    <w:rsid w:val="005A10C7"/>
    <w:rsid w:val="005A20C3"/>
    <w:rsid w:val="005A21C8"/>
    <w:rsid w:val="005A23CA"/>
    <w:rsid w:val="005A26C3"/>
    <w:rsid w:val="005A2941"/>
    <w:rsid w:val="005A29ED"/>
    <w:rsid w:val="005A2AF3"/>
    <w:rsid w:val="005A338E"/>
    <w:rsid w:val="005A347B"/>
    <w:rsid w:val="005A3484"/>
    <w:rsid w:val="005A4E4F"/>
    <w:rsid w:val="005A5572"/>
    <w:rsid w:val="005A59AC"/>
    <w:rsid w:val="005A636D"/>
    <w:rsid w:val="005A65B9"/>
    <w:rsid w:val="005A67EF"/>
    <w:rsid w:val="005A7617"/>
    <w:rsid w:val="005A7848"/>
    <w:rsid w:val="005B118D"/>
    <w:rsid w:val="005B11EC"/>
    <w:rsid w:val="005B13AF"/>
    <w:rsid w:val="005B18A8"/>
    <w:rsid w:val="005B1D81"/>
    <w:rsid w:val="005B31C7"/>
    <w:rsid w:val="005B3D2A"/>
    <w:rsid w:val="005B3F0F"/>
    <w:rsid w:val="005B41EA"/>
    <w:rsid w:val="005B5391"/>
    <w:rsid w:val="005B5607"/>
    <w:rsid w:val="005B6C59"/>
    <w:rsid w:val="005B6D03"/>
    <w:rsid w:val="005B71DE"/>
    <w:rsid w:val="005B7464"/>
    <w:rsid w:val="005B7C89"/>
    <w:rsid w:val="005C0037"/>
    <w:rsid w:val="005C02DA"/>
    <w:rsid w:val="005C039A"/>
    <w:rsid w:val="005C05E0"/>
    <w:rsid w:val="005C1651"/>
    <w:rsid w:val="005C26D8"/>
    <w:rsid w:val="005C33CE"/>
    <w:rsid w:val="005C4320"/>
    <w:rsid w:val="005C4A53"/>
    <w:rsid w:val="005C4C55"/>
    <w:rsid w:val="005C5214"/>
    <w:rsid w:val="005C5474"/>
    <w:rsid w:val="005C5832"/>
    <w:rsid w:val="005C66A9"/>
    <w:rsid w:val="005C6766"/>
    <w:rsid w:val="005C68E7"/>
    <w:rsid w:val="005C6985"/>
    <w:rsid w:val="005C6B94"/>
    <w:rsid w:val="005C70F9"/>
    <w:rsid w:val="005C7717"/>
    <w:rsid w:val="005C7DDD"/>
    <w:rsid w:val="005D06CF"/>
    <w:rsid w:val="005D07C9"/>
    <w:rsid w:val="005D21EE"/>
    <w:rsid w:val="005D2EC3"/>
    <w:rsid w:val="005D352C"/>
    <w:rsid w:val="005D38FB"/>
    <w:rsid w:val="005D3DAC"/>
    <w:rsid w:val="005D4336"/>
    <w:rsid w:val="005D43C4"/>
    <w:rsid w:val="005D4814"/>
    <w:rsid w:val="005D4AFA"/>
    <w:rsid w:val="005D5697"/>
    <w:rsid w:val="005D5C73"/>
    <w:rsid w:val="005D6117"/>
    <w:rsid w:val="005D616D"/>
    <w:rsid w:val="005D6295"/>
    <w:rsid w:val="005D688B"/>
    <w:rsid w:val="005D78D5"/>
    <w:rsid w:val="005D7BDE"/>
    <w:rsid w:val="005E059B"/>
    <w:rsid w:val="005E08EE"/>
    <w:rsid w:val="005E0E95"/>
    <w:rsid w:val="005E1234"/>
    <w:rsid w:val="005E1D21"/>
    <w:rsid w:val="005E211D"/>
    <w:rsid w:val="005E22CF"/>
    <w:rsid w:val="005E2451"/>
    <w:rsid w:val="005E3294"/>
    <w:rsid w:val="005E384D"/>
    <w:rsid w:val="005E471A"/>
    <w:rsid w:val="005E50E5"/>
    <w:rsid w:val="005E5DA3"/>
    <w:rsid w:val="005E6307"/>
    <w:rsid w:val="005E640C"/>
    <w:rsid w:val="005E7EAD"/>
    <w:rsid w:val="005F0286"/>
    <w:rsid w:val="005F02C6"/>
    <w:rsid w:val="005F0567"/>
    <w:rsid w:val="005F07D2"/>
    <w:rsid w:val="005F0CB2"/>
    <w:rsid w:val="005F0CBD"/>
    <w:rsid w:val="005F0D53"/>
    <w:rsid w:val="005F1586"/>
    <w:rsid w:val="005F1DB8"/>
    <w:rsid w:val="005F1EBE"/>
    <w:rsid w:val="005F24CD"/>
    <w:rsid w:val="005F29B0"/>
    <w:rsid w:val="005F2F44"/>
    <w:rsid w:val="005F2F7E"/>
    <w:rsid w:val="005F2FA0"/>
    <w:rsid w:val="005F3214"/>
    <w:rsid w:val="005F363A"/>
    <w:rsid w:val="005F458C"/>
    <w:rsid w:val="005F49E4"/>
    <w:rsid w:val="005F6FC0"/>
    <w:rsid w:val="005F709D"/>
    <w:rsid w:val="005F71B2"/>
    <w:rsid w:val="005F71D9"/>
    <w:rsid w:val="005F7D5D"/>
    <w:rsid w:val="00600456"/>
    <w:rsid w:val="00600A39"/>
    <w:rsid w:val="006014D5"/>
    <w:rsid w:val="00601817"/>
    <w:rsid w:val="00602ACF"/>
    <w:rsid w:val="00604FDF"/>
    <w:rsid w:val="0060501F"/>
    <w:rsid w:val="00610178"/>
    <w:rsid w:val="00610E5C"/>
    <w:rsid w:val="00610EF3"/>
    <w:rsid w:val="00611069"/>
    <w:rsid w:val="0061120E"/>
    <w:rsid w:val="00611C6C"/>
    <w:rsid w:val="00613E1D"/>
    <w:rsid w:val="0061583D"/>
    <w:rsid w:val="006160A7"/>
    <w:rsid w:val="006161CE"/>
    <w:rsid w:val="006161E3"/>
    <w:rsid w:val="00616DBD"/>
    <w:rsid w:val="00616EC9"/>
    <w:rsid w:val="0061727C"/>
    <w:rsid w:val="006175B4"/>
    <w:rsid w:val="006177AE"/>
    <w:rsid w:val="00620158"/>
    <w:rsid w:val="00620889"/>
    <w:rsid w:val="00621651"/>
    <w:rsid w:val="00621A9B"/>
    <w:rsid w:val="00621B9C"/>
    <w:rsid w:val="00621C07"/>
    <w:rsid w:val="00621D1F"/>
    <w:rsid w:val="0062216E"/>
    <w:rsid w:val="00622F31"/>
    <w:rsid w:val="00623826"/>
    <w:rsid w:val="006244F4"/>
    <w:rsid w:val="00624686"/>
    <w:rsid w:val="006247E3"/>
    <w:rsid w:val="00624CA5"/>
    <w:rsid w:val="0062503D"/>
    <w:rsid w:val="0062561B"/>
    <w:rsid w:val="00625DDF"/>
    <w:rsid w:val="00625E50"/>
    <w:rsid w:val="00626C38"/>
    <w:rsid w:val="00627A8D"/>
    <w:rsid w:val="00627A9B"/>
    <w:rsid w:val="00630743"/>
    <w:rsid w:val="00631126"/>
    <w:rsid w:val="00632D8E"/>
    <w:rsid w:val="00633754"/>
    <w:rsid w:val="006338A1"/>
    <w:rsid w:val="006353B5"/>
    <w:rsid w:val="006356E4"/>
    <w:rsid w:val="00637737"/>
    <w:rsid w:val="0063789E"/>
    <w:rsid w:val="006378A2"/>
    <w:rsid w:val="00640033"/>
    <w:rsid w:val="006418C6"/>
    <w:rsid w:val="00642131"/>
    <w:rsid w:val="006449C4"/>
    <w:rsid w:val="00644B61"/>
    <w:rsid w:val="0064515A"/>
    <w:rsid w:val="006464C7"/>
    <w:rsid w:val="0064664D"/>
    <w:rsid w:val="00646A56"/>
    <w:rsid w:val="00647B44"/>
    <w:rsid w:val="0065106E"/>
    <w:rsid w:val="00651882"/>
    <w:rsid w:val="00653156"/>
    <w:rsid w:val="00653759"/>
    <w:rsid w:val="00653B6B"/>
    <w:rsid w:val="00654331"/>
    <w:rsid w:val="006546A2"/>
    <w:rsid w:val="00654BC6"/>
    <w:rsid w:val="00654D1C"/>
    <w:rsid w:val="00655421"/>
    <w:rsid w:val="0065542C"/>
    <w:rsid w:val="006554B1"/>
    <w:rsid w:val="00655714"/>
    <w:rsid w:val="00655E7F"/>
    <w:rsid w:val="00656346"/>
    <w:rsid w:val="006563DC"/>
    <w:rsid w:val="00656444"/>
    <w:rsid w:val="00656529"/>
    <w:rsid w:val="0065740D"/>
    <w:rsid w:val="006574EC"/>
    <w:rsid w:val="006606AA"/>
    <w:rsid w:val="00660B33"/>
    <w:rsid w:val="00661923"/>
    <w:rsid w:val="0066196E"/>
    <w:rsid w:val="00661DED"/>
    <w:rsid w:val="00661EA4"/>
    <w:rsid w:val="00662104"/>
    <w:rsid w:val="00662B68"/>
    <w:rsid w:val="00662D06"/>
    <w:rsid w:val="00663DE9"/>
    <w:rsid w:val="00664F01"/>
    <w:rsid w:val="006653EB"/>
    <w:rsid w:val="0066561A"/>
    <w:rsid w:val="00665AD4"/>
    <w:rsid w:val="006668B8"/>
    <w:rsid w:val="006671A4"/>
    <w:rsid w:val="00667546"/>
    <w:rsid w:val="006679DD"/>
    <w:rsid w:val="00670564"/>
    <w:rsid w:val="00670EF1"/>
    <w:rsid w:val="006711F2"/>
    <w:rsid w:val="006713E2"/>
    <w:rsid w:val="00671E24"/>
    <w:rsid w:val="00672B10"/>
    <w:rsid w:val="006733B7"/>
    <w:rsid w:val="006738C7"/>
    <w:rsid w:val="006744B4"/>
    <w:rsid w:val="0067451D"/>
    <w:rsid w:val="00676148"/>
    <w:rsid w:val="00676775"/>
    <w:rsid w:val="00676F25"/>
    <w:rsid w:val="0068081A"/>
    <w:rsid w:val="00681AAF"/>
    <w:rsid w:val="0068207E"/>
    <w:rsid w:val="00682283"/>
    <w:rsid w:val="00682285"/>
    <w:rsid w:val="00682612"/>
    <w:rsid w:val="006827C9"/>
    <w:rsid w:val="00682BD1"/>
    <w:rsid w:val="006833E6"/>
    <w:rsid w:val="0068361B"/>
    <w:rsid w:val="00683BE4"/>
    <w:rsid w:val="006844DE"/>
    <w:rsid w:val="0068464C"/>
    <w:rsid w:val="00684860"/>
    <w:rsid w:val="00684B46"/>
    <w:rsid w:val="00684EBC"/>
    <w:rsid w:val="00685808"/>
    <w:rsid w:val="00685EAE"/>
    <w:rsid w:val="00686A15"/>
    <w:rsid w:val="0068710E"/>
    <w:rsid w:val="006878E3"/>
    <w:rsid w:val="006878FE"/>
    <w:rsid w:val="00687C26"/>
    <w:rsid w:val="0069056E"/>
    <w:rsid w:val="00691701"/>
    <w:rsid w:val="00692338"/>
    <w:rsid w:val="00692D6B"/>
    <w:rsid w:val="00693388"/>
    <w:rsid w:val="00693510"/>
    <w:rsid w:val="00693590"/>
    <w:rsid w:val="006943C8"/>
    <w:rsid w:val="006945ED"/>
    <w:rsid w:val="006945FC"/>
    <w:rsid w:val="00694759"/>
    <w:rsid w:val="0069495A"/>
    <w:rsid w:val="006953B3"/>
    <w:rsid w:val="006956FF"/>
    <w:rsid w:val="00696A9E"/>
    <w:rsid w:val="00697566"/>
    <w:rsid w:val="006A05DF"/>
    <w:rsid w:val="006A08D4"/>
    <w:rsid w:val="006A19AB"/>
    <w:rsid w:val="006A27C6"/>
    <w:rsid w:val="006A2B3A"/>
    <w:rsid w:val="006A300A"/>
    <w:rsid w:val="006A31EB"/>
    <w:rsid w:val="006A4B1F"/>
    <w:rsid w:val="006A4F9B"/>
    <w:rsid w:val="006A7944"/>
    <w:rsid w:val="006A794D"/>
    <w:rsid w:val="006B03BE"/>
    <w:rsid w:val="006B2538"/>
    <w:rsid w:val="006B25E2"/>
    <w:rsid w:val="006B2D4D"/>
    <w:rsid w:val="006B3422"/>
    <w:rsid w:val="006B35F3"/>
    <w:rsid w:val="006B5212"/>
    <w:rsid w:val="006B53AC"/>
    <w:rsid w:val="006B5B7B"/>
    <w:rsid w:val="006B6113"/>
    <w:rsid w:val="006B69A5"/>
    <w:rsid w:val="006B742D"/>
    <w:rsid w:val="006B74C8"/>
    <w:rsid w:val="006B77DD"/>
    <w:rsid w:val="006C013A"/>
    <w:rsid w:val="006C067B"/>
    <w:rsid w:val="006C092E"/>
    <w:rsid w:val="006C1632"/>
    <w:rsid w:val="006C1E8E"/>
    <w:rsid w:val="006C2F92"/>
    <w:rsid w:val="006C3713"/>
    <w:rsid w:val="006C4616"/>
    <w:rsid w:val="006C4C72"/>
    <w:rsid w:val="006C52C3"/>
    <w:rsid w:val="006C5E98"/>
    <w:rsid w:val="006C6306"/>
    <w:rsid w:val="006C6C5E"/>
    <w:rsid w:val="006C6FEC"/>
    <w:rsid w:val="006C7455"/>
    <w:rsid w:val="006D16DC"/>
    <w:rsid w:val="006D18D0"/>
    <w:rsid w:val="006D1A5B"/>
    <w:rsid w:val="006D1BEE"/>
    <w:rsid w:val="006D1CEC"/>
    <w:rsid w:val="006D1FB8"/>
    <w:rsid w:val="006D2D02"/>
    <w:rsid w:val="006D2E5C"/>
    <w:rsid w:val="006D3239"/>
    <w:rsid w:val="006D388F"/>
    <w:rsid w:val="006D3AAF"/>
    <w:rsid w:val="006D3E2A"/>
    <w:rsid w:val="006D4333"/>
    <w:rsid w:val="006D4A1D"/>
    <w:rsid w:val="006D6438"/>
    <w:rsid w:val="006D6F01"/>
    <w:rsid w:val="006E007F"/>
    <w:rsid w:val="006E12E7"/>
    <w:rsid w:val="006E24AB"/>
    <w:rsid w:val="006E2A05"/>
    <w:rsid w:val="006E3638"/>
    <w:rsid w:val="006E380E"/>
    <w:rsid w:val="006E4205"/>
    <w:rsid w:val="006E43FE"/>
    <w:rsid w:val="006E46F7"/>
    <w:rsid w:val="006E4D4C"/>
    <w:rsid w:val="006E5356"/>
    <w:rsid w:val="006E5583"/>
    <w:rsid w:val="006E572A"/>
    <w:rsid w:val="006E5D5B"/>
    <w:rsid w:val="006E6615"/>
    <w:rsid w:val="006E780C"/>
    <w:rsid w:val="006E7BD4"/>
    <w:rsid w:val="006F1C8C"/>
    <w:rsid w:val="006F2EFB"/>
    <w:rsid w:val="006F3B25"/>
    <w:rsid w:val="006F4672"/>
    <w:rsid w:val="006F572A"/>
    <w:rsid w:val="006F62BC"/>
    <w:rsid w:val="006F6454"/>
    <w:rsid w:val="006F675C"/>
    <w:rsid w:val="006F6B18"/>
    <w:rsid w:val="007000B3"/>
    <w:rsid w:val="007002B8"/>
    <w:rsid w:val="00700632"/>
    <w:rsid w:val="00700843"/>
    <w:rsid w:val="00700B77"/>
    <w:rsid w:val="00701594"/>
    <w:rsid w:val="00702312"/>
    <w:rsid w:val="00702756"/>
    <w:rsid w:val="00702F8E"/>
    <w:rsid w:val="00703DFD"/>
    <w:rsid w:val="00704445"/>
    <w:rsid w:val="00704CAD"/>
    <w:rsid w:val="00705930"/>
    <w:rsid w:val="00705B9E"/>
    <w:rsid w:val="00707028"/>
    <w:rsid w:val="007078C2"/>
    <w:rsid w:val="0071220F"/>
    <w:rsid w:val="007123EE"/>
    <w:rsid w:val="00712ED8"/>
    <w:rsid w:val="00714B7B"/>
    <w:rsid w:val="0071503E"/>
    <w:rsid w:val="00715D27"/>
    <w:rsid w:val="00716648"/>
    <w:rsid w:val="007166C0"/>
    <w:rsid w:val="00716C94"/>
    <w:rsid w:val="00716FA0"/>
    <w:rsid w:val="00717CB9"/>
    <w:rsid w:val="00717D8C"/>
    <w:rsid w:val="007202C3"/>
    <w:rsid w:val="007215E4"/>
    <w:rsid w:val="00721756"/>
    <w:rsid w:val="00721B41"/>
    <w:rsid w:val="00721E7D"/>
    <w:rsid w:val="0072201B"/>
    <w:rsid w:val="00722608"/>
    <w:rsid w:val="00722BF5"/>
    <w:rsid w:val="00722EF8"/>
    <w:rsid w:val="00724148"/>
    <w:rsid w:val="0072443C"/>
    <w:rsid w:val="007247BA"/>
    <w:rsid w:val="00724F65"/>
    <w:rsid w:val="007254CF"/>
    <w:rsid w:val="00725B60"/>
    <w:rsid w:val="00726849"/>
    <w:rsid w:val="007309B0"/>
    <w:rsid w:val="00730B65"/>
    <w:rsid w:val="00730EBD"/>
    <w:rsid w:val="007312AA"/>
    <w:rsid w:val="00731C76"/>
    <w:rsid w:val="00731EAB"/>
    <w:rsid w:val="007328E6"/>
    <w:rsid w:val="00732A21"/>
    <w:rsid w:val="00733474"/>
    <w:rsid w:val="0073353B"/>
    <w:rsid w:val="00733927"/>
    <w:rsid w:val="00733F42"/>
    <w:rsid w:val="0073448F"/>
    <w:rsid w:val="007348AB"/>
    <w:rsid w:val="00735222"/>
    <w:rsid w:val="0073527B"/>
    <w:rsid w:val="00735332"/>
    <w:rsid w:val="00735C89"/>
    <w:rsid w:val="007364B9"/>
    <w:rsid w:val="00737078"/>
    <w:rsid w:val="0073731A"/>
    <w:rsid w:val="00740BE3"/>
    <w:rsid w:val="00741685"/>
    <w:rsid w:val="0074184D"/>
    <w:rsid w:val="00741E12"/>
    <w:rsid w:val="00742208"/>
    <w:rsid w:val="007424E5"/>
    <w:rsid w:val="00742A52"/>
    <w:rsid w:val="00742A93"/>
    <w:rsid w:val="00743353"/>
    <w:rsid w:val="00743F40"/>
    <w:rsid w:val="00743FA5"/>
    <w:rsid w:val="007446C8"/>
    <w:rsid w:val="00744761"/>
    <w:rsid w:val="007447BF"/>
    <w:rsid w:val="00744A00"/>
    <w:rsid w:val="00744E6B"/>
    <w:rsid w:val="00745265"/>
    <w:rsid w:val="0074743E"/>
    <w:rsid w:val="0074748E"/>
    <w:rsid w:val="00747D1C"/>
    <w:rsid w:val="0075016F"/>
    <w:rsid w:val="0075035D"/>
    <w:rsid w:val="007506E8"/>
    <w:rsid w:val="00750D33"/>
    <w:rsid w:val="007513A1"/>
    <w:rsid w:val="0075220A"/>
    <w:rsid w:val="00753FE2"/>
    <w:rsid w:val="00754027"/>
    <w:rsid w:val="00754263"/>
    <w:rsid w:val="00754E11"/>
    <w:rsid w:val="0075572B"/>
    <w:rsid w:val="00756239"/>
    <w:rsid w:val="00756B4C"/>
    <w:rsid w:val="007574BD"/>
    <w:rsid w:val="007578E2"/>
    <w:rsid w:val="00757DA4"/>
    <w:rsid w:val="0076054B"/>
    <w:rsid w:val="00760A98"/>
    <w:rsid w:val="00760FCC"/>
    <w:rsid w:val="00761F8E"/>
    <w:rsid w:val="007634E1"/>
    <w:rsid w:val="00763F3B"/>
    <w:rsid w:val="007641D6"/>
    <w:rsid w:val="00764A7A"/>
    <w:rsid w:val="007660C0"/>
    <w:rsid w:val="00766979"/>
    <w:rsid w:val="00767191"/>
    <w:rsid w:val="00767BFA"/>
    <w:rsid w:val="00770992"/>
    <w:rsid w:val="00771543"/>
    <w:rsid w:val="0077173C"/>
    <w:rsid w:val="00771BCB"/>
    <w:rsid w:val="00771C59"/>
    <w:rsid w:val="00771DCF"/>
    <w:rsid w:val="00771E22"/>
    <w:rsid w:val="007722F3"/>
    <w:rsid w:val="00775139"/>
    <w:rsid w:val="00775268"/>
    <w:rsid w:val="00776CC5"/>
    <w:rsid w:val="00776CCC"/>
    <w:rsid w:val="007771A9"/>
    <w:rsid w:val="00777795"/>
    <w:rsid w:val="00777821"/>
    <w:rsid w:val="00777C03"/>
    <w:rsid w:val="00777D53"/>
    <w:rsid w:val="00777E98"/>
    <w:rsid w:val="00780A98"/>
    <w:rsid w:val="00781755"/>
    <w:rsid w:val="007826CE"/>
    <w:rsid w:val="00783281"/>
    <w:rsid w:val="007834C9"/>
    <w:rsid w:val="00783D9A"/>
    <w:rsid w:val="007843DE"/>
    <w:rsid w:val="00786213"/>
    <w:rsid w:val="007863D7"/>
    <w:rsid w:val="00786448"/>
    <w:rsid w:val="007864AB"/>
    <w:rsid w:val="0078712B"/>
    <w:rsid w:val="0078715C"/>
    <w:rsid w:val="00787230"/>
    <w:rsid w:val="00787E5E"/>
    <w:rsid w:val="00787F43"/>
    <w:rsid w:val="007909DE"/>
    <w:rsid w:val="00790A8A"/>
    <w:rsid w:val="00790C02"/>
    <w:rsid w:val="00791CDF"/>
    <w:rsid w:val="00793CBD"/>
    <w:rsid w:val="0079553B"/>
    <w:rsid w:val="0079555D"/>
    <w:rsid w:val="00795B27"/>
    <w:rsid w:val="00796A46"/>
    <w:rsid w:val="0079711B"/>
    <w:rsid w:val="007A03D6"/>
    <w:rsid w:val="007A0AC9"/>
    <w:rsid w:val="007A0B37"/>
    <w:rsid w:val="007A105A"/>
    <w:rsid w:val="007A1085"/>
    <w:rsid w:val="007A1E8F"/>
    <w:rsid w:val="007A2347"/>
    <w:rsid w:val="007A253C"/>
    <w:rsid w:val="007A2A8F"/>
    <w:rsid w:val="007A3808"/>
    <w:rsid w:val="007A4E25"/>
    <w:rsid w:val="007A58CE"/>
    <w:rsid w:val="007A5BCA"/>
    <w:rsid w:val="007A5E41"/>
    <w:rsid w:val="007A7433"/>
    <w:rsid w:val="007B0405"/>
    <w:rsid w:val="007B11F6"/>
    <w:rsid w:val="007B1C62"/>
    <w:rsid w:val="007B1E5E"/>
    <w:rsid w:val="007B21D3"/>
    <w:rsid w:val="007B24F3"/>
    <w:rsid w:val="007B269E"/>
    <w:rsid w:val="007B3474"/>
    <w:rsid w:val="007B3B3D"/>
    <w:rsid w:val="007B3D1F"/>
    <w:rsid w:val="007B4090"/>
    <w:rsid w:val="007B41BB"/>
    <w:rsid w:val="007B462D"/>
    <w:rsid w:val="007B495B"/>
    <w:rsid w:val="007B4CA5"/>
    <w:rsid w:val="007B5696"/>
    <w:rsid w:val="007B5717"/>
    <w:rsid w:val="007B5BFC"/>
    <w:rsid w:val="007B5CB2"/>
    <w:rsid w:val="007B6695"/>
    <w:rsid w:val="007B692E"/>
    <w:rsid w:val="007B6A33"/>
    <w:rsid w:val="007B6EC5"/>
    <w:rsid w:val="007B718C"/>
    <w:rsid w:val="007B72C4"/>
    <w:rsid w:val="007B72C9"/>
    <w:rsid w:val="007B72FB"/>
    <w:rsid w:val="007B774C"/>
    <w:rsid w:val="007B7A0C"/>
    <w:rsid w:val="007C0EF4"/>
    <w:rsid w:val="007C22D9"/>
    <w:rsid w:val="007C2B32"/>
    <w:rsid w:val="007C2B71"/>
    <w:rsid w:val="007C2CDB"/>
    <w:rsid w:val="007C3750"/>
    <w:rsid w:val="007C5131"/>
    <w:rsid w:val="007C56A6"/>
    <w:rsid w:val="007C5702"/>
    <w:rsid w:val="007C61A2"/>
    <w:rsid w:val="007C622F"/>
    <w:rsid w:val="007C7E45"/>
    <w:rsid w:val="007D011C"/>
    <w:rsid w:val="007D02DC"/>
    <w:rsid w:val="007D17CC"/>
    <w:rsid w:val="007D2C20"/>
    <w:rsid w:val="007D3D7C"/>
    <w:rsid w:val="007D423A"/>
    <w:rsid w:val="007D4241"/>
    <w:rsid w:val="007D425E"/>
    <w:rsid w:val="007D4954"/>
    <w:rsid w:val="007D51F1"/>
    <w:rsid w:val="007D6132"/>
    <w:rsid w:val="007D66D4"/>
    <w:rsid w:val="007D6B7F"/>
    <w:rsid w:val="007D78A3"/>
    <w:rsid w:val="007D7C0E"/>
    <w:rsid w:val="007E06C3"/>
    <w:rsid w:val="007E0A25"/>
    <w:rsid w:val="007E13E8"/>
    <w:rsid w:val="007E1826"/>
    <w:rsid w:val="007E1ACD"/>
    <w:rsid w:val="007E20E8"/>
    <w:rsid w:val="007E3BA7"/>
    <w:rsid w:val="007E3CDB"/>
    <w:rsid w:val="007E3F0E"/>
    <w:rsid w:val="007E4BE5"/>
    <w:rsid w:val="007E4EDA"/>
    <w:rsid w:val="007E4FD5"/>
    <w:rsid w:val="007E55A6"/>
    <w:rsid w:val="007E6256"/>
    <w:rsid w:val="007E7044"/>
    <w:rsid w:val="007E7C95"/>
    <w:rsid w:val="007F05EB"/>
    <w:rsid w:val="007F0714"/>
    <w:rsid w:val="007F1460"/>
    <w:rsid w:val="007F1583"/>
    <w:rsid w:val="007F22E5"/>
    <w:rsid w:val="007F3596"/>
    <w:rsid w:val="007F36E9"/>
    <w:rsid w:val="007F4080"/>
    <w:rsid w:val="007F43F9"/>
    <w:rsid w:val="007F57D2"/>
    <w:rsid w:val="007F652A"/>
    <w:rsid w:val="007F6592"/>
    <w:rsid w:val="007F732D"/>
    <w:rsid w:val="007F779E"/>
    <w:rsid w:val="007F7A65"/>
    <w:rsid w:val="007F7BE6"/>
    <w:rsid w:val="008000F3"/>
    <w:rsid w:val="00800592"/>
    <w:rsid w:val="008008DC"/>
    <w:rsid w:val="00800FB5"/>
    <w:rsid w:val="0080116E"/>
    <w:rsid w:val="008022BE"/>
    <w:rsid w:val="00802427"/>
    <w:rsid w:val="00802A68"/>
    <w:rsid w:val="008037F7"/>
    <w:rsid w:val="00803874"/>
    <w:rsid w:val="008059B2"/>
    <w:rsid w:val="008059E3"/>
    <w:rsid w:val="00806C4F"/>
    <w:rsid w:val="00810F90"/>
    <w:rsid w:val="00811C27"/>
    <w:rsid w:val="008124BA"/>
    <w:rsid w:val="0081256A"/>
    <w:rsid w:val="008129BE"/>
    <w:rsid w:val="00813100"/>
    <w:rsid w:val="008131E6"/>
    <w:rsid w:val="0081480D"/>
    <w:rsid w:val="00814F38"/>
    <w:rsid w:val="008160B9"/>
    <w:rsid w:val="00816846"/>
    <w:rsid w:val="00816CCA"/>
    <w:rsid w:val="0081702C"/>
    <w:rsid w:val="00817E25"/>
    <w:rsid w:val="00820774"/>
    <w:rsid w:val="00820C17"/>
    <w:rsid w:val="0082146C"/>
    <w:rsid w:val="00821A9F"/>
    <w:rsid w:val="008223D4"/>
    <w:rsid w:val="00822462"/>
    <w:rsid w:val="00823DA2"/>
    <w:rsid w:val="00823DDD"/>
    <w:rsid w:val="00825567"/>
    <w:rsid w:val="00825ABC"/>
    <w:rsid w:val="00826480"/>
    <w:rsid w:val="00826D86"/>
    <w:rsid w:val="008272F8"/>
    <w:rsid w:val="008278F8"/>
    <w:rsid w:val="00830649"/>
    <w:rsid w:val="00830694"/>
    <w:rsid w:val="00831C01"/>
    <w:rsid w:val="008325CF"/>
    <w:rsid w:val="00832963"/>
    <w:rsid w:val="008329BC"/>
    <w:rsid w:val="00833000"/>
    <w:rsid w:val="00833ADA"/>
    <w:rsid w:val="00835152"/>
    <w:rsid w:val="0083529B"/>
    <w:rsid w:val="00835975"/>
    <w:rsid w:val="0083612F"/>
    <w:rsid w:val="0083693D"/>
    <w:rsid w:val="008369CB"/>
    <w:rsid w:val="00836CF7"/>
    <w:rsid w:val="00837309"/>
    <w:rsid w:val="00837594"/>
    <w:rsid w:val="00837703"/>
    <w:rsid w:val="008403CC"/>
    <w:rsid w:val="00840614"/>
    <w:rsid w:val="00840A35"/>
    <w:rsid w:val="00841AC3"/>
    <w:rsid w:val="00841C07"/>
    <w:rsid w:val="00842927"/>
    <w:rsid w:val="0084399B"/>
    <w:rsid w:val="00843D9B"/>
    <w:rsid w:val="00844756"/>
    <w:rsid w:val="008452CF"/>
    <w:rsid w:val="00845E68"/>
    <w:rsid w:val="00846068"/>
    <w:rsid w:val="008464C3"/>
    <w:rsid w:val="00846B44"/>
    <w:rsid w:val="00846B7A"/>
    <w:rsid w:val="00847266"/>
    <w:rsid w:val="00850066"/>
    <w:rsid w:val="0085088A"/>
    <w:rsid w:val="00850F1C"/>
    <w:rsid w:val="00850F42"/>
    <w:rsid w:val="00850F60"/>
    <w:rsid w:val="0085107D"/>
    <w:rsid w:val="008513F4"/>
    <w:rsid w:val="0085175F"/>
    <w:rsid w:val="00852013"/>
    <w:rsid w:val="00852526"/>
    <w:rsid w:val="0085279A"/>
    <w:rsid w:val="00853682"/>
    <w:rsid w:val="0085430F"/>
    <w:rsid w:val="008544DF"/>
    <w:rsid w:val="008553C3"/>
    <w:rsid w:val="0085561B"/>
    <w:rsid w:val="008558B2"/>
    <w:rsid w:val="00855C4C"/>
    <w:rsid w:val="008603D0"/>
    <w:rsid w:val="008605BF"/>
    <w:rsid w:val="008609CE"/>
    <w:rsid w:val="00860D6B"/>
    <w:rsid w:val="00860FD3"/>
    <w:rsid w:val="00861283"/>
    <w:rsid w:val="0086153C"/>
    <w:rsid w:val="0086197F"/>
    <w:rsid w:val="00861B88"/>
    <w:rsid w:val="00861C3A"/>
    <w:rsid w:val="008626BA"/>
    <w:rsid w:val="00862C74"/>
    <w:rsid w:val="00863D25"/>
    <w:rsid w:val="0086428B"/>
    <w:rsid w:val="008657E4"/>
    <w:rsid w:val="00865E46"/>
    <w:rsid w:val="00866AD2"/>
    <w:rsid w:val="00870654"/>
    <w:rsid w:val="00870BBE"/>
    <w:rsid w:val="00870BE7"/>
    <w:rsid w:val="00870D11"/>
    <w:rsid w:val="00870D2F"/>
    <w:rsid w:val="00870FBE"/>
    <w:rsid w:val="008713F4"/>
    <w:rsid w:val="0087494E"/>
    <w:rsid w:val="00874A39"/>
    <w:rsid w:val="00875199"/>
    <w:rsid w:val="008752A5"/>
    <w:rsid w:val="00875A28"/>
    <w:rsid w:val="00875CFD"/>
    <w:rsid w:val="00875F52"/>
    <w:rsid w:val="00876A04"/>
    <w:rsid w:val="00876B9C"/>
    <w:rsid w:val="00877071"/>
    <w:rsid w:val="00877179"/>
    <w:rsid w:val="008771E1"/>
    <w:rsid w:val="00880EA9"/>
    <w:rsid w:val="00880F7D"/>
    <w:rsid w:val="00881490"/>
    <w:rsid w:val="008815F6"/>
    <w:rsid w:val="008834DC"/>
    <w:rsid w:val="00883838"/>
    <w:rsid w:val="0088386C"/>
    <w:rsid w:val="0088387E"/>
    <w:rsid w:val="00883ACC"/>
    <w:rsid w:val="00884833"/>
    <w:rsid w:val="00884D13"/>
    <w:rsid w:val="0088509C"/>
    <w:rsid w:val="00886109"/>
    <w:rsid w:val="0088682C"/>
    <w:rsid w:val="00886839"/>
    <w:rsid w:val="00886ED6"/>
    <w:rsid w:val="0088712A"/>
    <w:rsid w:val="00887630"/>
    <w:rsid w:val="00887803"/>
    <w:rsid w:val="00887A61"/>
    <w:rsid w:val="00890EEB"/>
    <w:rsid w:val="008914B8"/>
    <w:rsid w:val="00893992"/>
    <w:rsid w:val="00893CCD"/>
    <w:rsid w:val="00893F0F"/>
    <w:rsid w:val="00894B50"/>
    <w:rsid w:val="00894B5A"/>
    <w:rsid w:val="00894D75"/>
    <w:rsid w:val="00894E5F"/>
    <w:rsid w:val="00895833"/>
    <w:rsid w:val="00895D87"/>
    <w:rsid w:val="008961E9"/>
    <w:rsid w:val="00896451"/>
    <w:rsid w:val="0089652F"/>
    <w:rsid w:val="00896810"/>
    <w:rsid w:val="008969B0"/>
    <w:rsid w:val="00897ED5"/>
    <w:rsid w:val="008A0FC5"/>
    <w:rsid w:val="008A190B"/>
    <w:rsid w:val="008A26AA"/>
    <w:rsid w:val="008A2704"/>
    <w:rsid w:val="008A29F9"/>
    <w:rsid w:val="008A354E"/>
    <w:rsid w:val="008A3A82"/>
    <w:rsid w:val="008A3B6F"/>
    <w:rsid w:val="008A4E48"/>
    <w:rsid w:val="008A5189"/>
    <w:rsid w:val="008A541A"/>
    <w:rsid w:val="008A6A13"/>
    <w:rsid w:val="008A6C79"/>
    <w:rsid w:val="008A7642"/>
    <w:rsid w:val="008A76B9"/>
    <w:rsid w:val="008B0906"/>
    <w:rsid w:val="008B15AD"/>
    <w:rsid w:val="008B535E"/>
    <w:rsid w:val="008B578F"/>
    <w:rsid w:val="008B60BF"/>
    <w:rsid w:val="008B6215"/>
    <w:rsid w:val="008B6F0B"/>
    <w:rsid w:val="008B735D"/>
    <w:rsid w:val="008B79E1"/>
    <w:rsid w:val="008C027E"/>
    <w:rsid w:val="008C1452"/>
    <w:rsid w:val="008C1A63"/>
    <w:rsid w:val="008C1F0A"/>
    <w:rsid w:val="008C2780"/>
    <w:rsid w:val="008C2D1E"/>
    <w:rsid w:val="008C37CD"/>
    <w:rsid w:val="008C3D05"/>
    <w:rsid w:val="008C4FC7"/>
    <w:rsid w:val="008C51DC"/>
    <w:rsid w:val="008C546A"/>
    <w:rsid w:val="008C65AB"/>
    <w:rsid w:val="008C6643"/>
    <w:rsid w:val="008C6EF0"/>
    <w:rsid w:val="008C7F15"/>
    <w:rsid w:val="008D0619"/>
    <w:rsid w:val="008D1C67"/>
    <w:rsid w:val="008D22A2"/>
    <w:rsid w:val="008D3587"/>
    <w:rsid w:val="008D377E"/>
    <w:rsid w:val="008D4348"/>
    <w:rsid w:val="008D45CF"/>
    <w:rsid w:val="008D4687"/>
    <w:rsid w:val="008D4FB5"/>
    <w:rsid w:val="008D56B5"/>
    <w:rsid w:val="008D67BB"/>
    <w:rsid w:val="008D68A7"/>
    <w:rsid w:val="008D6A1A"/>
    <w:rsid w:val="008D6AE1"/>
    <w:rsid w:val="008D71F9"/>
    <w:rsid w:val="008E017E"/>
    <w:rsid w:val="008E0DB8"/>
    <w:rsid w:val="008E1927"/>
    <w:rsid w:val="008E1C5F"/>
    <w:rsid w:val="008E2179"/>
    <w:rsid w:val="008E2604"/>
    <w:rsid w:val="008E3044"/>
    <w:rsid w:val="008E354E"/>
    <w:rsid w:val="008E4224"/>
    <w:rsid w:val="008E451E"/>
    <w:rsid w:val="008E4B3A"/>
    <w:rsid w:val="008E4C4B"/>
    <w:rsid w:val="008E5459"/>
    <w:rsid w:val="008E7E62"/>
    <w:rsid w:val="008E7E75"/>
    <w:rsid w:val="008F0427"/>
    <w:rsid w:val="008F0619"/>
    <w:rsid w:val="008F0F75"/>
    <w:rsid w:val="008F1083"/>
    <w:rsid w:val="008F170B"/>
    <w:rsid w:val="008F1B49"/>
    <w:rsid w:val="008F1E98"/>
    <w:rsid w:val="008F2F1C"/>
    <w:rsid w:val="008F33C5"/>
    <w:rsid w:val="008F5A04"/>
    <w:rsid w:val="008F6280"/>
    <w:rsid w:val="008F68FA"/>
    <w:rsid w:val="008F69E0"/>
    <w:rsid w:val="008F69EB"/>
    <w:rsid w:val="008F6A79"/>
    <w:rsid w:val="008F7101"/>
    <w:rsid w:val="008F71A7"/>
    <w:rsid w:val="00900868"/>
    <w:rsid w:val="009008C1"/>
    <w:rsid w:val="00900A06"/>
    <w:rsid w:val="0090179C"/>
    <w:rsid w:val="0090319A"/>
    <w:rsid w:val="009038C6"/>
    <w:rsid w:val="00903B6A"/>
    <w:rsid w:val="00903BBB"/>
    <w:rsid w:val="0090534E"/>
    <w:rsid w:val="009059ED"/>
    <w:rsid w:val="00906A91"/>
    <w:rsid w:val="00907122"/>
    <w:rsid w:val="009072EE"/>
    <w:rsid w:val="00907535"/>
    <w:rsid w:val="00907760"/>
    <w:rsid w:val="00911F01"/>
    <w:rsid w:val="00912003"/>
    <w:rsid w:val="00912423"/>
    <w:rsid w:val="00912944"/>
    <w:rsid w:val="00913222"/>
    <w:rsid w:val="009140CD"/>
    <w:rsid w:val="009148B0"/>
    <w:rsid w:val="0091559F"/>
    <w:rsid w:val="00915ADC"/>
    <w:rsid w:val="0091609B"/>
    <w:rsid w:val="009170B2"/>
    <w:rsid w:val="00917A6D"/>
    <w:rsid w:val="00920E7E"/>
    <w:rsid w:val="00922898"/>
    <w:rsid w:val="00922FDF"/>
    <w:rsid w:val="00923D8E"/>
    <w:rsid w:val="00924018"/>
    <w:rsid w:val="009247D4"/>
    <w:rsid w:val="009249EA"/>
    <w:rsid w:val="0092532E"/>
    <w:rsid w:val="009256D0"/>
    <w:rsid w:val="00925D00"/>
    <w:rsid w:val="00925E81"/>
    <w:rsid w:val="00926112"/>
    <w:rsid w:val="00926537"/>
    <w:rsid w:val="0092674B"/>
    <w:rsid w:val="00926B11"/>
    <w:rsid w:val="00926D76"/>
    <w:rsid w:val="00927C15"/>
    <w:rsid w:val="0093007B"/>
    <w:rsid w:val="00930999"/>
    <w:rsid w:val="00930CB0"/>
    <w:rsid w:val="00931235"/>
    <w:rsid w:val="00932B7E"/>
    <w:rsid w:val="00932E6F"/>
    <w:rsid w:val="00933137"/>
    <w:rsid w:val="0093346B"/>
    <w:rsid w:val="00933600"/>
    <w:rsid w:val="00933BC6"/>
    <w:rsid w:val="00934D43"/>
    <w:rsid w:val="00934E4A"/>
    <w:rsid w:val="00935887"/>
    <w:rsid w:val="00935BD9"/>
    <w:rsid w:val="00935E00"/>
    <w:rsid w:val="009360DA"/>
    <w:rsid w:val="00936D2E"/>
    <w:rsid w:val="009370F9"/>
    <w:rsid w:val="00937735"/>
    <w:rsid w:val="00937DB3"/>
    <w:rsid w:val="00940266"/>
    <w:rsid w:val="00940335"/>
    <w:rsid w:val="0094064C"/>
    <w:rsid w:val="00941E4F"/>
    <w:rsid w:val="00942FB5"/>
    <w:rsid w:val="00943E70"/>
    <w:rsid w:val="00943F03"/>
    <w:rsid w:val="00943FD4"/>
    <w:rsid w:val="00945006"/>
    <w:rsid w:val="009479BB"/>
    <w:rsid w:val="00947B12"/>
    <w:rsid w:val="00950189"/>
    <w:rsid w:val="00950F2B"/>
    <w:rsid w:val="009517F6"/>
    <w:rsid w:val="00951B6D"/>
    <w:rsid w:val="009526DC"/>
    <w:rsid w:val="00953631"/>
    <w:rsid w:val="00953B3D"/>
    <w:rsid w:val="009542E9"/>
    <w:rsid w:val="0095446A"/>
    <w:rsid w:val="009546C1"/>
    <w:rsid w:val="0095574F"/>
    <w:rsid w:val="009564AB"/>
    <w:rsid w:val="009570EE"/>
    <w:rsid w:val="0096002A"/>
    <w:rsid w:val="009602FD"/>
    <w:rsid w:val="00960508"/>
    <w:rsid w:val="00960D66"/>
    <w:rsid w:val="0096116C"/>
    <w:rsid w:val="00961193"/>
    <w:rsid w:val="00961475"/>
    <w:rsid w:val="009636A2"/>
    <w:rsid w:val="00963DCD"/>
    <w:rsid w:val="0096452C"/>
    <w:rsid w:val="00964FEB"/>
    <w:rsid w:val="00964FF1"/>
    <w:rsid w:val="00965386"/>
    <w:rsid w:val="00965C45"/>
    <w:rsid w:val="009665DA"/>
    <w:rsid w:val="0097010F"/>
    <w:rsid w:val="00971398"/>
    <w:rsid w:val="00971ADF"/>
    <w:rsid w:val="00971BAC"/>
    <w:rsid w:val="00971E07"/>
    <w:rsid w:val="00972025"/>
    <w:rsid w:val="009725DE"/>
    <w:rsid w:val="009727A7"/>
    <w:rsid w:val="00973C54"/>
    <w:rsid w:val="00974CF6"/>
    <w:rsid w:val="0097584F"/>
    <w:rsid w:val="00975BAE"/>
    <w:rsid w:val="00975CA3"/>
    <w:rsid w:val="00975EC5"/>
    <w:rsid w:val="00976272"/>
    <w:rsid w:val="00976653"/>
    <w:rsid w:val="00976CE4"/>
    <w:rsid w:val="009770B7"/>
    <w:rsid w:val="00977126"/>
    <w:rsid w:val="009774A4"/>
    <w:rsid w:val="009826DA"/>
    <w:rsid w:val="00982B8F"/>
    <w:rsid w:val="00982C56"/>
    <w:rsid w:val="00983274"/>
    <w:rsid w:val="009835A9"/>
    <w:rsid w:val="00983B5B"/>
    <w:rsid w:val="00983BC9"/>
    <w:rsid w:val="00985576"/>
    <w:rsid w:val="00985860"/>
    <w:rsid w:val="009861E4"/>
    <w:rsid w:val="009865BA"/>
    <w:rsid w:val="00986C98"/>
    <w:rsid w:val="009924FD"/>
    <w:rsid w:val="0099261B"/>
    <w:rsid w:val="009935F9"/>
    <w:rsid w:val="00994124"/>
    <w:rsid w:val="009949B5"/>
    <w:rsid w:val="00994F23"/>
    <w:rsid w:val="0099508C"/>
    <w:rsid w:val="009951FD"/>
    <w:rsid w:val="00995670"/>
    <w:rsid w:val="009978AA"/>
    <w:rsid w:val="009978AF"/>
    <w:rsid w:val="0099798E"/>
    <w:rsid w:val="00997A68"/>
    <w:rsid w:val="009A0007"/>
    <w:rsid w:val="009A03AC"/>
    <w:rsid w:val="009A0A40"/>
    <w:rsid w:val="009A0DFE"/>
    <w:rsid w:val="009A0EC6"/>
    <w:rsid w:val="009A1729"/>
    <w:rsid w:val="009A1B85"/>
    <w:rsid w:val="009A1F33"/>
    <w:rsid w:val="009A2665"/>
    <w:rsid w:val="009A26B0"/>
    <w:rsid w:val="009A2B08"/>
    <w:rsid w:val="009A2B6B"/>
    <w:rsid w:val="009A2BBB"/>
    <w:rsid w:val="009A3F91"/>
    <w:rsid w:val="009A45FD"/>
    <w:rsid w:val="009A665A"/>
    <w:rsid w:val="009A681A"/>
    <w:rsid w:val="009A7586"/>
    <w:rsid w:val="009A7B55"/>
    <w:rsid w:val="009A7EAC"/>
    <w:rsid w:val="009B018C"/>
    <w:rsid w:val="009B043C"/>
    <w:rsid w:val="009B14C9"/>
    <w:rsid w:val="009B2811"/>
    <w:rsid w:val="009B2D61"/>
    <w:rsid w:val="009B4627"/>
    <w:rsid w:val="009B48DB"/>
    <w:rsid w:val="009B543D"/>
    <w:rsid w:val="009B61EE"/>
    <w:rsid w:val="009B639B"/>
    <w:rsid w:val="009B7586"/>
    <w:rsid w:val="009C1410"/>
    <w:rsid w:val="009C1415"/>
    <w:rsid w:val="009C1520"/>
    <w:rsid w:val="009C1CC1"/>
    <w:rsid w:val="009C1FCF"/>
    <w:rsid w:val="009C289A"/>
    <w:rsid w:val="009C2D75"/>
    <w:rsid w:val="009C38DD"/>
    <w:rsid w:val="009C4CB8"/>
    <w:rsid w:val="009C50DE"/>
    <w:rsid w:val="009C57B0"/>
    <w:rsid w:val="009C60A2"/>
    <w:rsid w:val="009C647C"/>
    <w:rsid w:val="009C66C3"/>
    <w:rsid w:val="009C67C5"/>
    <w:rsid w:val="009C6B5F"/>
    <w:rsid w:val="009C6B64"/>
    <w:rsid w:val="009C6C6C"/>
    <w:rsid w:val="009C6D99"/>
    <w:rsid w:val="009C6F77"/>
    <w:rsid w:val="009C7734"/>
    <w:rsid w:val="009D05D3"/>
    <w:rsid w:val="009D0CDF"/>
    <w:rsid w:val="009D238E"/>
    <w:rsid w:val="009D3796"/>
    <w:rsid w:val="009D39C6"/>
    <w:rsid w:val="009D3B91"/>
    <w:rsid w:val="009D404B"/>
    <w:rsid w:val="009D50E4"/>
    <w:rsid w:val="009D532D"/>
    <w:rsid w:val="009D6AE1"/>
    <w:rsid w:val="009D6C9A"/>
    <w:rsid w:val="009D6E80"/>
    <w:rsid w:val="009D70E5"/>
    <w:rsid w:val="009D72AB"/>
    <w:rsid w:val="009D75AE"/>
    <w:rsid w:val="009D7883"/>
    <w:rsid w:val="009E198E"/>
    <w:rsid w:val="009E227B"/>
    <w:rsid w:val="009E2CE0"/>
    <w:rsid w:val="009E3853"/>
    <w:rsid w:val="009E3BE3"/>
    <w:rsid w:val="009E456B"/>
    <w:rsid w:val="009E5860"/>
    <w:rsid w:val="009E59CF"/>
    <w:rsid w:val="009E5EA5"/>
    <w:rsid w:val="009E6C16"/>
    <w:rsid w:val="009E6F40"/>
    <w:rsid w:val="009E724D"/>
    <w:rsid w:val="009E7A0A"/>
    <w:rsid w:val="009F214E"/>
    <w:rsid w:val="009F2728"/>
    <w:rsid w:val="009F309A"/>
    <w:rsid w:val="009F3A10"/>
    <w:rsid w:val="009F3DF3"/>
    <w:rsid w:val="009F4038"/>
    <w:rsid w:val="009F4385"/>
    <w:rsid w:val="009F5907"/>
    <w:rsid w:val="009F5A5D"/>
    <w:rsid w:val="009F5D80"/>
    <w:rsid w:val="009F691D"/>
    <w:rsid w:val="009F7263"/>
    <w:rsid w:val="009F77BE"/>
    <w:rsid w:val="00A00138"/>
    <w:rsid w:val="00A001D6"/>
    <w:rsid w:val="00A00856"/>
    <w:rsid w:val="00A011E1"/>
    <w:rsid w:val="00A016E7"/>
    <w:rsid w:val="00A01A2F"/>
    <w:rsid w:val="00A0217C"/>
    <w:rsid w:val="00A0244D"/>
    <w:rsid w:val="00A02E11"/>
    <w:rsid w:val="00A03735"/>
    <w:rsid w:val="00A03CE4"/>
    <w:rsid w:val="00A04D5C"/>
    <w:rsid w:val="00A104FC"/>
    <w:rsid w:val="00A10518"/>
    <w:rsid w:val="00A129AD"/>
    <w:rsid w:val="00A13346"/>
    <w:rsid w:val="00A13CAA"/>
    <w:rsid w:val="00A14396"/>
    <w:rsid w:val="00A1487F"/>
    <w:rsid w:val="00A14FCE"/>
    <w:rsid w:val="00A15243"/>
    <w:rsid w:val="00A15A5E"/>
    <w:rsid w:val="00A21E9B"/>
    <w:rsid w:val="00A21FB4"/>
    <w:rsid w:val="00A2331E"/>
    <w:rsid w:val="00A24C84"/>
    <w:rsid w:val="00A24CD9"/>
    <w:rsid w:val="00A26CAC"/>
    <w:rsid w:val="00A26D8A"/>
    <w:rsid w:val="00A26FC2"/>
    <w:rsid w:val="00A2766C"/>
    <w:rsid w:val="00A30492"/>
    <w:rsid w:val="00A30B44"/>
    <w:rsid w:val="00A31701"/>
    <w:rsid w:val="00A3187D"/>
    <w:rsid w:val="00A32DEC"/>
    <w:rsid w:val="00A36C0D"/>
    <w:rsid w:val="00A37929"/>
    <w:rsid w:val="00A402F9"/>
    <w:rsid w:val="00A412A1"/>
    <w:rsid w:val="00A42CF1"/>
    <w:rsid w:val="00A4388F"/>
    <w:rsid w:val="00A438F4"/>
    <w:rsid w:val="00A43DA1"/>
    <w:rsid w:val="00A44123"/>
    <w:rsid w:val="00A44408"/>
    <w:rsid w:val="00A444BA"/>
    <w:rsid w:val="00A447D2"/>
    <w:rsid w:val="00A45CB1"/>
    <w:rsid w:val="00A4613B"/>
    <w:rsid w:val="00A46777"/>
    <w:rsid w:val="00A46A47"/>
    <w:rsid w:val="00A4779F"/>
    <w:rsid w:val="00A47D0D"/>
    <w:rsid w:val="00A5076D"/>
    <w:rsid w:val="00A51033"/>
    <w:rsid w:val="00A51D4C"/>
    <w:rsid w:val="00A52D44"/>
    <w:rsid w:val="00A53C8D"/>
    <w:rsid w:val="00A53C8E"/>
    <w:rsid w:val="00A53FCC"/>
    <w:rsid w:val="00A54598"/>
    <w:rsid w:val="00A54D78"/>
    <w:rsid w:val="00A551F4"/>
    <w:rsid w:val="00A5607A"/>
    <w:rsid w:val="00A5630F"/>
    <w:rsid w:val="00A56785"/>
    <w:rsid w:val="00A57924"/>
    <w:rsid w:val="00A602FB"/>
    <w:rsid w:val="00A60507"/>
    <w:rsid w:val="00A610B6"/>
    <w:rsid w:val="00A6215B"/>
    <w:rsid w:val="00A62280"/>
    <w:rsid w:val="00A62392"/>
    <w:rsid w:val="00A628E5"/>
    <w:rsid w:val="00A62C2D"/>
    <w:rsid w:val="00A635BB"/>
    <w:rsid w:val="00A63C73"/>
    <w:rsid w:val="00A6452F"/>
    <w:rsid w:val="00A645C5"/>
    <w:rsid w:val="00A665B3"/>
    <w:rsid w:val="00A66E20"/>
    <w:rsid w:val="00A66FFF"/>
    <w:rsid w:val="00A67604"/>
    <w:rsid w:val="00A6761C"/>
    <w:rsid w:val="00A67972"/>
    <w:rsid w:val="00A67DE1"/>
    <w:rsid w:val="00A67F68"/>
    <w:rsid w:val="00A70047"/>
    <w:rsid w:val="00A7189E"/>
    <w:rsid w:val="00A719B4"/>
    <w:rsid w:val="00A71DE6"/>
    <w:rsid w:val="00A71E04"/>
    <w:rsid w:val="00A71E70"/>
    <w:rsid w:val="00A73146"/>
    <w:rsid w:val="00A74138"/>
    <w:rsid w:val="00A741C0"/>
    <w:rsid w:val="00A75451"/>
    <w:rsid w:val="00A76659"/>
    <w:rsid w:val="00A7726A"/>
    <w:rsid w:val="00A77364"/>
    <w:rsid w:val="00A77924"/>
    <w:rsid w:val="00A80207"/>
    <w:rsid w:val="00A80505"/>
    <w:rsid w:val="00A81B32"/>
    <w:rsid w:val="00A81DAE"/>
    <w:rsid w:val="00A82C55"/>
    <w:rsid w:val="00A837A2"/>
    <w:rsid w:val="00A83F24"/>
    <w:rsid w:val="00A8441F"/>
    <w:rsid w:val="00A84FCE"/>
    <w:rsid w:val="00A85FBB"/>
    <w:rsid w:val="00A865C2"/>
    <w:rsid w:val="00A872A2"/>
    <w:rsid w:val="00A87C16"/>
    <w:rsid w:val="00A87D52"/>
    <w:rsid w:val="00A900AD"/>
    <w:rsid w:val="00A90621"/>
    <w:rsid w:val="00A90829"/>
    <w:rsid w:val="00A90D8B"/>
    <w:rsid w:val="00A91508"/>
    <w:rsid w:val="00A91C2B"/>
    <w:rsid w:val="00A92194"/>
    <w:rsid w:val="00A92A4A"/>
    <w:rsid w:val="00A92F11"/>
    <w:rsid w:val="00A948A0"/>
    <w:rsid w:val="00A94BBA"/>
    <w:rsid w:val="00A94FAA"/>
    <w:rsid w:val="00A955FE"/>
    <w:rsid w:val="00A96017"/>
    <w:rsid w:val="00A9607B"/>
    <w:rsid w:val="00A9625D"/>
    <w:rsid w:val="00A9689E"/>
    <w:rsid w:val="00A9745B"/>
    <w:rsid w:val="00A97CA3"/>
    <w:rsid w:val="00AA075B"/>
    <w:rsid w:val="00AA135C"/>
    <w:rsid w:val="00AA37BC"/>
    <w:rsid w:val="00AA3BCC"/>
    <w:rsid w:val="00AA3F42"/>
    <w:rsid w:val="00AA5205"/>
    <w:rsid w:val="00AA5642"/>
    <w:rsid w:val="00AA570B"/>
    <w:rsid w:val="00AA63F5"/>
    <w:rsid w:val="00AA76F0"/>
    <w:rsid w:val="00AB02A8"/>
    <w:rsid w:val="00AB03DC"/>
    <w:rsid w:val="00AB091E"/>
    <w:rsid w:val="00AB0BA0"/>
    <w:rsid w:val="00AB111F"/>
    <w:rsid w:val="00AB1A84"/>
    <w:rsid w:val="00AB34DF"/>
    <w:rsid w:val="00AB49CE"/>
    <w:rsid w:val="00AB54E2"/>
    <w:rsid w:val="00AB5801"/>
    <w:rsid w:val="00AB618F"/>
    <w:rsid w:val="00AB67E5"/>
    <w:rsid w:val="00AB6932"/>
    <w:rsid w:val="00AB69A5"/>
    <w:rsid w:val="00AB6D8D"/>
    <w:rsid w:val="00AB6EB9"/>
    <w:rsid w:val="00AB7B2A"/>
    <w:rsid w:val="00AB7D1D"/>
    <w:rsid w:val="00AB7D3D"/>
    <w:rsid w:val="00AC0282"/>
    <w:rsid w:val="00AC08EF"/>
    <w:rsid w:val="00AC2779"/>
    <w:rsid w:val="00AC33A4"/>
    <w:rsid w:val="00AC37FA"/>
    <w:rsid w:val="00AC436B"/>
    <w:rsid w:val="00AC47F1"/>
    <w:rsid w:val="00AC4A07"/>
    <w:rsid w:val="00AC4B67"/>
    <w:rsid w:val="00AC5354"/>
    <w:rsid w:val="00AC6AA2"/>
    <w:rsid w:val="00AC75CE"/>
    <w:rsid w:val="00AC7DD3"/>
    <w:rsid w:val="00AD096D"/>
    <w:rsid w:val="00AD117B"/>
    <w:rsid w:val="00AD1D3F"/>
    <w:rsid w:val="00AD20C2"/>
    <w:rsid w:val="00AD2449"/>
    <w:rsid w:val="00AD34FE"/>
    <w:rsid w:val="00AD4223"/>
    <w:rsid w:val="00AD449A"/>
    <w:rsid w:val="00AD451F"/>
    <w:rsid w:val="00AD4E83"/>
    <w:rsid w:val="00AD5013"/>
    <w:rsid w:val="00AD5412"/>
    <w:rsid w:val="00AD6647"/>
    <w:rsid w:val="00AD6AE6"/>
    <w:rsid w:val="00AD7499"/>
    <w:rsid w:val="00AD78B9"/>
    <w:rsid w:val="00AE0C89"/>
    <w:rsid w:val="00AE1235"/>
    <w:rsid w:val="00AE1A8A"/>
    <w:rsid w:val="00AE2234"/>
    <w:rsid w:val="00AE269F"/>
    <w:rsid w:val="00AE3484"/>
    <w:rsid w:val="00AE385E"/>
    <w:rsid w:val="00AE4D1C"/>
    <w:rsid w:val="00AE5305"/>
    <w:rsid w:val="00AE7179"/>
    <w:rsid w:val="00AF03D2"/>
    <w:rsid w:val="00AF0517"/>
    <w:rsid w:val="00AF0522"/>
    <w:rsid w:val="00AF09C3"/>
    <w:rsid w:val="00AF1B03"/>
    <w:rsid w:val="00AF1BC7"/>
    <w:rsid w:val="00AF2135"/>
    <w:rsid w:val="00AF2A45"/>
    <w:rsid w:val="00AF2E86"/>
    <w:rsid w:val="00AF3472"/>
    <w:rsid w:val="00AF4872"/>
    <w:rsid w:val="00AF4DAD"/>
    <w:rsid w:val="00AF6947"/>
    <w:rsid w:val="00AF695C"/>
    <w:rsid w:val="00AF6F8D"/>
    <w:rsid w:val="00AF7B82"/>
    <w:rsid w:val="00B00171"/>
    <w:rsid w:val="00B005F6"/>
    <w:rsid w:val="00B022EB"/>
    <w:rsid w:val="00B02927"/>
    <w:rsid w:val="00B030E8"/>
    <w:rsid w:val="00B0317A"/>
    <w:rsid w:val="00B0351D"/>
    <w:rsid w:val="00B03527"/>
    <w:rsid w:val="00B04705"/>
    <w:rsid w:val="00B047FA"/>
    <w:rsid w:val="00B05BBF"/>
    <w:rsid w:val="00B060D4"/>
    <w:rsid w:val="00B06525"/>
    <w:rsid w:val="00B06EB4"/>
    <w:rsid w:val="00B107F4"/>
    <w:rsid w:val="00B10A63"/>
    <w:rsid w:val="00B10AA5"/>
    <w:rsid w:val="00B10CFF"/>
    <w:rsid w:val="00B1175E"/>
    <w:rsid w:val="00B119AA"/>
    <w:rsid w:val="00B11AD1"/>
    <w:rsid w:val="00B12171"/>
    <w:rsid w:val="00B1277E"/>
    <w:rsid w:val="00B1618B"/>
    <w:rsid w:val="00B163AC"/>
    <w:rsid w:val="00B166A0"/>
    <w:rsid w:val="00B16811"/>
    <w:rsid w:val="00B16B9E"/>
    <w:rsid w:val="00B1721D"/>
    <w:rsid w:val="00B17584"/>
    <w:rsid w:val="00B176CE"/>
    <w:rsid w:val="00B17EB2"/>
    <w:rsid w:val="00B20452"/>
    <w:rsid w:val="00B2232F"/>
    <w:rsid w:val="00B22831"/>
    <w:rsid w:val="00B23C40"/>
    <w:rsid w:val="00B25522"/>
    <w:rsid w:val="00B260FA"/>
    <w:rsid w:val="00B2693F"/>
    <w:rsid w:val="00B274BD"/>
    <w:rsid w:val="00B302B9"/>
    <w:rsid w:val="00B30A69"/>
    <w:rsid w:val="00B3234A"/>
    <w:rsid w:val="00B337E1"/>
    <w:rsid w:val="00B339F7"/>
    <w:rsid w:val="00B33DA7"/>
    <w:rsid w:val="00B33EA9"/>
    <w:rsid w:val="00B3409D"/>
    <w:rsid w:val="00B34B55"/>
    <w:rsid w:val="00B35277"/>
    <w:rsid w:val="00B37C58"/>
    <w:rsid w:val="00B40E55"/>
    <w:rsid w:val="00B41D1E"/>
    <w:rsid w:val="00B42033"/>
    <w:rsid w:val="00B425BA"/>
    <w:rsid w:val="00B43BE8"/>
    <w:rsid w:val="00B44856"/>
    <w:rsid w:val="00B45827"/>
    <w:rsid w:val="00B4641B"/>
    <w:rsid w:val="00B46A1E"/>
    <w:rsid w:val="00B46DA5"/>
    <w:rsid w:val="00B47438"/>
    <w:rsid w:val="00B50003"/>
    <w:rsid w:val="00B50544"/>
    <w:rsid w:val="00B512AF"/>
    <w:rsid w:val="00B51B6C"/>
    <w:rsid w:val="00B51C92"/>
    <w:rsid w:val="00B52086"/>
    <w:rsid w:val="00B52744"/>
    <w:rsid w:val="00B534CE"/>
    <w:rsid w:val="00B54362"/>
    <w:rsid w:val="00B5548B"/>
    <w:rsid w:val="00B55DA6"/>
    <w:rsid w:val="00B57AFB"/>
    <w:rsid w:val="00B60F4E"/>
    <w:rsid w:val="00B61B2D"/>
    <w:rsid w:val="00B61F90"/>
    <w:rsid w:val="00B6202D"/>
    <w:rsid w:val="00B62336"/>
    <w:rsid w:val="00B648C7"/>
    <w:rsid w:val="00B65CB4"/>
    <w:rsid w:val="00B65CEA"/>
    <w:rsid w:val="00B67388"/>
    <w:rsid w:val="00B7057B"/>
    <w:rsid w:val="00B70755"/>
    <w:rsid w:val="00B70763"/>
    <w:rsid w:val="00B70D2C"/>
    <w:rsid w:val="00B70E69"/>
    <w:rsid w:val="00B727AF"/>
    <w:rsid w:val="00B72EA0"/>
    <w:rsid w:val="00B73031"/>
    <w:rsid w:val="00B73199"/>
    <w:rsid w:val="00B73F07"/>
    <w:rsid w:val="00B7557F"/>
    <w:rsid w:val="00B75FB9"/>
    <w:rsid w:val="00B7637C"/>
    <w:rsid w:val="00B7676C"/>
    <w:rsid w:val="00B76BF6"/>
    <w:rsid w:val="00B76D3A"/>
    <w:rsid w:val="00B77A81"/>
    <w:rsid w:val="00B77FC4"/>
    <w:rsid w:val="00B805AA"/>
    <w:rsid w:val="00B8118B"/>
    <w:rsid w:val="00B835BD"/>
    <w:rsid w:val="00B83DAA"/>
    <w:rsid w:val="00B83EF4"/>
    <w:rsid w:val="00B84241"/>
    <w:rsid w:val="00B8495A"/>
    <w:rsid w:val="00B849FC"/>
    <w:rsid w:val="00B8504E"/>
    <w:rsid w:val="00B85EF2"/>
    <w:rsid w:val="00B871CF"/>
    <w:rsid w:val="00B87483"/>
    <w:rsid w:val="00B87AFC"/>
    <w:rsid w:val="00B87BF7"/>
    <w:rsid w:val="00B90F27"/>
    <w:rsid w:val="00B91173"/>
    <w:rsid w:val="00B91215"/>
    <w:rsid w:val="00B91A7F"/>
    <w:rsid w:val="00B91D30"/>
    <w:rsid w:val="00B9270D"/>
    <w:rsid w:val="00B92C9C"/>
    <w:rsid w:val="00B935C2"/>
    <w:rsid w:val="00B939DD"/>
    <w:rsid w:val="00B93A62"/>
    <w:rsid w:val="00B94724"/>
    <w:rsid w:val="00B94C62"/>
    <w:rsid w:val="00B94D14"/>
    <w:rsid w:val="00B952FA"/>
    <w:rsid w:val="00B9565F"/>
    <w:rsid w:val="00B95839"/>
    <w:rsid w:val="00B960C5"/>
    <w:rsid w:val="00B962F2"/>
    <w:rsid w:val="00B9658D"/>
    <w:rsid w:val="00B96B38"/>
    <w:rsid w:val="00B9796F"/>
    <w:rsid w:val="00B97A0B"/>
    <w:rsid w:val="00B97B0B"/>
    <w:rsid w:val="00B97F4D"/>
    <w:rsid w:val="00BA035E"/>
    <w:rsid w:val="00BA058D"/>
    <w:rsid w:val="00BA06FC"/>
    <w:rsid w:val="00BA0E9C"/>
    <w:rsid w:val="00BA116B"/>
    <w:rsid w:val="00BA1210"/>
    <w:rsid w:val="00BA2563"/>
    <w:rsid w:val="00BA578A"/>
    <w:rsid w:val="00BA5792"/>
    <w:rsid w:val="00BA5ADC"/>
    <w:rsid w:val="00BA6221"/>
    <w:rsid w:val="00BA6693"/>
    <w:rsid w:val="00BA6F50"/>
    <w:rsid w:val="00BA7118"/>
    <w:rsid w:val="00BB0336"/>
    <w:rsid w:val="00BB0653"/>
    <w:rsid w:val="00BB0AB9"/>
    <w:rsid w:val="00BB0BF4"/>
    <w:rsid w:val="00BB2F01"/>
    <w:rsid w:val="00BB2FDD"/>
    <w:rsid w:val="00BB3553"/>
    <w:rsid w:val="00BB3638"/>
    <w:rsid w:val="00BB38DB"/>
    <w:rsid w:val="00BB48C0"/>
    <w:rsid w:val="00BB4B51"/>
    <w:rsid w:val="00BB5426"/>
    <w:rsid w:val="00BB57A1"/>
    <w:rsid w:val="00BB6735"/>
    <w:rsid w:val="00BC0DD1"/>
    <w:rsid w:val="00BC22D9"/>
    <w:rsid w:val="00BC2C32"/>
    <w:rsid w:val="00BC3462"/>
    <w:rsid w:val="00BC38FE"/>
    <w:rsid w:val="00BC3E00"/>
    <w:rsid w:val="00BC4596"/>
    <w:rsid w:val="00BC4705"/>
    <w:rsid w:val="00BC6D8F"/>
    <w:rsid w:val="00BC6E28"/>
    <w:rsid w:val="00BD0645"/>
    <w:rsid w:val="00BD2C70"/>
    <w:rsid w:val="00BD354F"/>
    <w:rsid w:val="00BD49B6"/>
    <w:rsid w:val="00BD51BE"/>
    <w:rsid w:val="00BD53AB"/>
    <w:rsid w:val="00BD5B05"/>
    <w:rsid w:val="00BD5E91"/>
    <w:rsid w:val="00BD62A9"/>
    <w:rsid w:val="00BD6528"/>
    <w:rsid w:val="00BD735E"/>
    <w:rsid w:val="00BD73E3"/>
    <w:rsid w:val="00BE1AA5"/>
    <w:rsid w:val="00BE1D3C"/>
    <w:rsid w:val="00BE2854"/>
    <w:rsid w:val="00BE391B"/>
    <w:rsid w:val="00BE3FFE"/>
    <w:rsid w:val="00BE43D9"/>
    <w:rsid w:val="00BE5144"/>
    <w:rsid w:val="00BE52B1"/>
    <w:rsid w:val="00BE5938"/>
    <w:rsid w:val="00BE5A7B"/>
    <w:rsid w:val="00BE5B9A"/>
    <w:rsid w:val="00BE6A98"/>
    <w:rsid w:val="00BE6B81"/>
    <w:rsid w:val="00BF0516"/>
    <w:rsid w:val="00BF0AA1"/>
    <w:rsid w:val="00BF0C5E"/>
    <w:rsid w:val="00BF1240"/>
    <w:rsid w:val="00BF1816"/>
    <w:rsid w:val="00BF47B8"/>
    <w:rsid w:val="00BF49CC"/>
    <w:rsid w:val="00BF6BA6"/>
    <w:rsid w:val="00C00130"/>
    <w:rsid w:val="00C006E6"/>
    <w:rsid w:val="00C00A6E"/>
    <w:rsid w:val="00C00DDC"/>
    <w:rsid w:val="00C01A65"/>
    <w:rsid w:val="00C0229F"/>
    <w:rsid w:val="00C028BC"/>
    <w:rsid w:val="00C02B88"/>
    <w:rsid w:val="00C03498"/>
    <w:rsid w:val="00C0394A"/>
    <w:rsid w:val="00C04AC6"/>
    <w:rsid w:val="00C04C29"/>
    <w:rsid w:val="00C05146"/>
    <w:rsid w:val="00C0528D"/>
    <w:rsid w:val="00C055B2"/>
    <w:rsid w:val="00C05BF2"/>
    <w:rsid w:val="00C05CEC"/>
    <w:rsid w:val="00C060B4"/>
    <w:rsid w:val="00C062FE"/>
    <w:rsid w:val="00C06675"/>
    <w:rsid w:val="00C070A7"/>
    <w:rsid w:val="00C10886"/>
    <w:rsid w:val="00C1170B"/>
    <w:rsid w:val="00C12B89"/>
    <w:rsid w:val="00C12C57"/>
    <w:rsid w:val="00C1307C"/>
    <w:rsid w:val="00C149EC"/>
    <w:rsid w:val="00C14BED"/>
    <w:rsid w:val="00C1524C"/>
    <w:rsid w:val="00C1609F"/>
    <w:rsid w:val="00C165F9"/>
    <w:rsid w:val="00C1727F"/>
    <w:rsid w:val="00C1781E"/>
    <w:rsid w:val="00C200B4"/>
    <w:rsid w:val="00C20285"/>
    <w:rsid w:val="00C20339"/>
    <w:rsid w:val="00C20698"/>
    <w:rsid w:val="00C2169B"/>
    <w:rsid w:val="00C21E10"/>
    <w:rsid w:val="00C22158"/>
    <w:rsid w:val="00C224C2"/>
    <w:rsid w:val="00C22FAC"/>
    <w:rsid w:val="00C23681"/>
    <w:rsid w:val="00C23C1E"/>
    <w:rsid w:val="00C23C20"/>
    <w:rsid w:val="00C24709"/>
    <w:rsid w:val="00C247FF"/>
    <w:rsid w:val="00C24934"/>
    <w:rsid w:val="00C25B70"/>
    <w:rsid w:val="00C25BAC"/>
    <w:rsid w:val="00C267DF"/>
    <w:rsid w:val="00C26DE3"/>
    <w:rsid w:val="00C27195"/>
    <w:rsid w:val="00C27837"/>
    <w:rsid w:val="00C302D8"/>
    <w:rsid w:val="00C30825"/>
    <w:rsid w:val="00C31685"/>
    <w:rsid w:val="00C317D6"/>
    <w:rsid w:val="00C318F8"/>
    <w:rsid w:val="00C3198E"/>
    <w:rsid w:val="00C31E32"/>
    <w:rsid w:val="00C32430"/>
    <w:rsid w:val="00C330EC"/>
    <w:rsid w:val="00C3310D"/>
    <w:rsid w:val="00C3347A"/>
    <w:rsid w:val="00C33A32"/>
    <w:rsid w:val="00C341A4"/>
    <w:rsid w:val="00C34C19"/>
    <w:rsid w:val="00C34C7B"/>
    <w:rsid w:val="00C3715B"/>
    <w:rsid w:val="00C40052"/>
    <w:rsid w:val="00C40B90"/>
    <w:rsid w:val="00C415A1"/>
    <w:rsid w:val="00C41A81"/>
    <w:rsid w:val="00C4399C"/>
    <w:rsid w:val="00C44351"/>
    <w:rsid w:val="00C4483F"/>
    <w:rsid w:val="00C4501E"/>
    <w:rsid w:val="00C45591"/>
    <w:rsid w:val="00C45F15"/>
    <w:rsid w:val="00C45FDF"/>
    <w:rsid w:val="00C4730A"/>
    <w:rsid w:val="00C474D0"/>
    <w:rsid w:val="00C5177F"/>
    <w:rsid w:val="00C51C6D"/>
    <w:rsid w:val="00C51D0B"/>
    <w:rsid w:val="00C52F42"/>
    <w:rsid w:val="00C53209"/>
    <w:rsid w:val="00C5528E"/>
    <w:rsid w:val="00C55A0F"/>
    <w:rsid w:val="00C55FCD"/>
    <w:rsid w:val="00C56DB0"/>
    <w:rsid w:val="00C57050"/>
    <w:rsid w:val="00C57354"/>
    <w:rsid w:val="00C574AF"/>
    <w:rsid w:val="00C60203"/>
    <w:rsid w:val="00C60BA2"/>
    <w:rsid w:val="00C60D1A"/>
    <w:rsid w:val="00C61362"/>
    <w:rsid w:val="00C61A6F"/>
    <w:rsid w:val="00C61CAB"/>
    <w:rsid w:val="00C638B5"/>
    <w:rsid w:val="00C63C1A"/>
    <w:rsid w:val="00C63F5F"/>
    <w:rsid w:val="00C6618F"/>
    <w:rsid w:val="00C663C4"/>
    <w:rsid w:val="00C70030"/>
    <w:rsid w:val="00C707F6"/>
    <w:rsid w:val="00C71324"/>
    <w:rsid w:val="00C72518"/>
    <w:rsid w:val="00C72594"/>
    <w:rsid w:val="00C72C08"/>
    <w:rsid w:val="00C7434A"/>
    <w:rsid w:val="00C7525D"/>
    <w:rsid w:val="00C765C5"/>
    <w:rsid w:val="00C76BBC"/>
    <w:rsid w:val="00C76E9E"/>
    <w:rsid w:val="00C77DA0"/>
    <w:rsid w:val="00C80780"/>
    <w:rsid w:val="00C81173"/>
    <w:rsid w:val="00C819BB"/>
    <w:rsid w:val="00C8201F"/>
    <w:rsid w:val="00C828C3"/>
    <w:rsid w:val="00C828C8"/>
    <w:rsid w:val="00C85025"/>
    <w:rsid w:val="00C85823"/>
    <w:rsid w:val="00C85BF8"/>
    <w:rsid w:val="00C85CAA"/>
    <w:rsid w:val="00C85EE3"/>
    <w:rsid w:val="00C8645E"/>
    <w:rsid w:val="00C86634"/>
    <w:rsid w:val="00C87105"/>
    <w:rsid w:val="00C87322"/>
    <w:rsid w:val="00C874E4"/>
    <w:rsid w:val="00C87EF9"/>
    <w:rsid w:val="00C87F60"/>
    <w:rsid w:val="00C90AE9"/>
    <w:rsid w:val="00C90B90"/>
    <w:rsid w:val="00C90F0F"/>
    <w:rsid w:val="00C91032"/>
    <w:rsid w:val="00C918EC"/>
    <w:rsid w:val="00C91E32"/>
    <w:rsid w:val="00C9274E"/>
    <w:rsid w:val="00C934AD"/>
    <w:rsid w:val="00C94A57"/>
    <w:rsid w:val="00C94CBB"/>
    <w:rsid w:val="00C94D92"/>
    <w:rsid w:val="00C94DB6"/>
    <w:rsid w:val="00C95D41"/>
    <w:rsid w:val="00C95D57"/>
    <w:rsid w:val="00C96365"/>
    <w:rsid w:val="00C96EC4"/>
    <w:rsid w:val="00C97050"/>
    <w:rsid w:val="00C979A7"/>
    <w:rsid w:val="00C97EAC"/>
    <w:rsid w:val="00C97FAA"/>
    <w:rsid w:val="00CA0A54"/>
    <w:rsid w:val="00CA12B2"/>
    <w:rsid w:val="00CA1619"/>
    <w:rsid w:val="00CA1C39"/>
    <w:rsid w:val="00CA3268"/>
    <w:rsid w:val="00CA382D"/>
    <w:rsid w:val="00CA3901"/>
    <w:rsid w:val="00CA3FC1"/>
    <w:rsid w:val="00CA436F"/>
    <w:rsid w:val="00CA4BCD"/>
    <w:rsid w:val="00CA76E8"/>
    <w:rsid w:val="00CA7A9C"/>
    <w:rsid w:val="00CA7B42"/>
    <w:rsid w:val="00CA7B7E"/>
    <w:rsid w:val="00CA7CBE"/>
    <w:rsid w:val="00CB029C"/>
    <w:rsid w:val="00CB05CE"/>
    <w:rsid w:val="00CB0618"/>
    <w:rsid w:val="00CB147F"/>
    <w:rsid w:val="00CB14F1"/>
    <w:rsid w:val="00CB1D17"/>
    <w:rsid w:val="00CB276F"/>
    <w:rsid w:val="00CB4495"/>
    <w:rsid w:val="00CB46B6"/>
    <w:rsid w:val="00CB5164"/>
    <w:rsid w:val="00CB566E"/>
    <w:rsid w:val="00CB712B"/>
    <w:rsid w:val="00CB7435"/>
    <w:rsid w:val="00CB7DAB"/>
    <w:rsid w:val="00CB7E1B"/>
    <w:rsid w:val="00CC06ED"/>
    <w:rsid w:val="00CC0F0A"/>
    <w:rsid w:val="00CC107E"/>
    <w:rsid w:val="00CC1423"/>
    <w:rsid w:val="00CC2126"/>
    <w:rsid w:val="00CC3CA4"/>
    <w:rsid w:val="00CC48C1"/>
    <w:rsid w:val="00CC4934"/>
    <w:rsid w:val="00CC4DC9"/>
    <w:rsid w:val="00CC536D"/>
    <w:rsid w:val="00CC6506"/>
    <w:rsid w:val="00CC6CCC"/>
    <w:rsid w:val="00CC76C9"/>
    <w:rsid w:val="00CD0B84"/>
    <w:rsid w:val="00CD14E8"/>
    <w:rsid w:val="00CD288D"/>
    <w:rsid w:val="00CD3264"/>
    <w:rsid w:val="00CD366C"/>
    <w:rsid w:val="00CD3726"/>
    <w:rsid w:val="00CD38B6"/>
    <w:rsid w:val="00CD61F3"/>
    <w:rsid w:val="00CD6575"/>
    <w:rsid w:val="00CD707D"/>
    <w:rsid w:val="00CD74CF"/>
    <w:rsid w:val="00CD7F51"/>
    <w:rsid w:val="00CE15D2"/>
    <w:rsid w:val="00CE178F"/>
    <w:rsid w:val="00CE251B"/>
    <w:rsid w:val="00CE2E73"/>
    <w:rsid w:val="00CE3A9C"/>
    <w:rsid w:val="00CE3AFE"/>
    <w:rsid w:val="00CE3C7A"/>
    <w:rsid w:val="00CE420A"/>
    <w:rsid w:val="00CE488D"/>
    <w:rsid w:val="00CE50D2"/>
    <w:rsid w:val="00CE54ED"/>
    <w:rsid w:val="00CE6398"/>
    <w:rsid w:val="00CE6845"/>
    <w:rsid w:val="00CE73EA"/>
    <w:rsid w:val="00CE7CA0"/>
    <w:rsid w:val="00CF0B28"/>
    <w:rsid w:val="00CF1474"/>
    <w:rsid w:val="00CF20C5"/>
    <w:rsid w:val="00CF299C"/>
    <w:rsid w:val="00CF2D9A"/>
    <w:rsid w:val="00CF32C3"/>
    <w:rsid w:val="00CF3624"/>
    <w:rsid w:val="00CF3E88"/>
    <w:rsid w:val="00CF3EB9"/>
    <w:rsid w:val="00CF43EA"/>
    <w:rsid w:val="00CF45EE"/>
    <w:rsid w:val="00CF4764"/>
    <w:rsid w:val="00CF4E85"/>
    <w:rsid w:val="00CF50A8"/>
    <w:rsid w:val="00CF5A41"/>
    <w:rsid w:val="00CF5BBF"/>
    <w:rsid w:val="00CF6296"/>
    <w:rsid w:val="00CF6903"/>
    <w:rsid w:val="00CF6BDB"/>
    <w:rsid w:val="00CF6C13"/>
    <w:rsid w:val="00D00577"/>
    <w:rsid w:val="00D02653"/>
    <w:rsid w:val="00D027E5"/>
    <w:rsid w:val="00D02F19"/>
    <w:rsid w:val="00D03A99"/>
    <w:rsid w:val="00D04D12"/>
    <w:rsid w:val="00D05446"/>
    <w:rsid w:val="00D05BE8"/>
    <w:rsid w:val="00D06109"/>
    <w:rsid w:val="00D06FAC"/>
    <w:rsid w:val="00D074D0"/>
    <w:rsid w:val="00D079C5"/>
    <w:rsid w:val="00D079D3"/>
    <w:rsid w:val="00D07BAB"/>
    <w:rsid w:val="00D1042E"/>
    <w:rsid w:val="00D10585"/>
    <w:rsid w:val="00D10824"/>
    <w:rsid w:val="00D11179"/>
    <w:rsid w:val="00D11610"/>
    <w:rsid w:val="00D1197F"/>
    <w:rsid w:val="00D1250B"/>
    <w:rsid w:val="00D13145"/>
    <w:rsid w:val="00D13546"/>
    <w:rsid w:val="00D13855"/>
    <w:rsid w:val="00D13F32"/>
    <w:rsid w:val="00D1438A"/>
    <w:rsid w:val="00D152A2"/>
    <w:rsid w:val="00D15C5A"/>
    <w:rsid w:val="00D164A2"/>
    <w:rsid w:val="00D164CE"/>
    <w:rsid w:val="00D166A1"/>
    <w:rsid w:val="00D16A13"/>
    <w:rsid w:val="00D16AD9"/>
    <w:rsid w:val="00D16FD0"/>
    <w:rsid w:val="00D179A8"/>
    <w:rsid w:val="00D201B5"/>
    <w:rsid w:val="00D21D2A"/>
    <w:rsid w:val="00D2274C"/>
    <w:rsid w:val="00D22B84"/>
    <w:rsid w:val="00D22C8B"/>
    <w:rsid w:val="00D23020"/>
    <w:rsid w:val="00D23C49"/>
    <w:rsid w:val="00D23DE3"/>
    <w:rsid w:val="00D247DF"/>
    <w:rsid w:val="00D25EC7"/>
    <w:rsid w:val="00D2617D"/>
    <w:rsid w:val="00D266EA"/>
    <w:rsid w:val="00D26A93"/>
    <w:rsid w:val="00D275E2"/>
    <w:rsid w:val="00D30B7E"/>
    <w:rsid w:val="00D318C6"/>
    <w:rsid w:val="00D31C45"/>
    <w:rsid w:val="00D31D71"/>
    <w:rsid w:val="00D329AF"/>
    <w:rsid w:val="00D32C57"/>
    <w:rsid w:val="00D335BC"/>
    <w:rsid w:val="00D33A74"/>
    <w:rsid w:val="00D33BDC"/>
    <w:rsid w:val="00D3483D"/>
    <w:rsid w:val="00D34C96"/>
    <w:rsid w:val="00D360A4"/>
    <w:rsid w:val="00D37956"/>
    <w:rsid w:val="00D37B79"/>
    <w:rsid w:val="00D40DA5"/>
    <w:rsid w:val="00D42100"/>
    <w:rsid w:val="00D43371"/>
    <w:rsid w:val="00D43525"/>
    <w:rsid w:val="00D4373D"/>
    <w:rsid w:val="00D43930"/>
    <w:rsid w:val="00D440FD"/>
    <w:rsid w:val="00D4492C"/>
    <w:rsid w:val="00D4495A"/>
    <w:rsid w:val="00D450D7"/>
    <w:rsid w:val="00D456F6"/>
    <w:rsid w:val="00D45701"/>
    <w:rsid w:val="00D4579B"/>
    <w:rsid w:val="00D4644A"/>
    <w:rsid w:val="00D4646D"/>
    <w:rsid w:val="00D46838"/>
    <w:rsid w:val="00D46F19"/>
    <w:rsid w:val="00D472E4"/>
    <w:rsid w:val="00D47352"/>
    <w:rsid w:val="00D47606"/>
    <w:rsid w:val="00D47701"/>
    <w:rsid w:val="00D47CC8"/>
    <w:rsid w:val="00D47FDF"/>
    <w:rsid w:val="00D5216E"/>
    <w:rsid w:val="00D523D3"/>
    <w:rsid w:val="00D524C9"/>
    <w:rsid w:val="00D528D9"/>
    <w:rsid w:val="00D52C8B"/>
    <w:rsid w:val="00D52DFC"/>
    <w:rsid w:val="00D53209"/>
    <w:rsid w:val="00D53437"/>
    <w:rsid w:val="00D547E7"/>
    <w:rsid w:val="00D55A7A"/>
    <w:rsid w:val="00D55AE5"/>
    <w:rsid w:val="00D56426"/>
    <w:rsid w:val="00D56703"/>
    <w:rsid w:val="00D571EA"/>
    <w:rsid w:val="00D572A5"/>
    <w:rsid w:val="00D60BC9"/>
    <w:rsid w:val="00D60D59"/>
    <w:rsid w:val="00D6220F"/>
    <w:rsid w:val="00D622BF"/>
    <w:rsid w:val="00D62E68"/>
    <w:rsid w:val="00D62FE6"/>
    <w:rsid w:val="00D63961"/>
    <w:rsid w:val="00D640B0"/>
    <w:rsid w:val="00D649A2"/>
    <w:rsid w:val="00D64FF8"/>
    <w:rsid w:val="00D65563"/>
    <w:rsid w:val="00D65996"/>
    <w:rsid w:val="00D663CD"/>
    <w:rsid w:val="00D6674B"/>
    <w:rsid w:val="00D67BAC"/>
    <w:rsid w:val="00D67BFD"/>
    <w:rsid w:val="00D70099"/>
    <w:rsid w:val="00D7032A"/>
    <w:rsid w:val="00D71951"/>
    <w:rsid w:val="00D71F0A"/>
    <w:rsid w:val="00D73114"/>
    <w:rsid w:val="00D74D6A"/>
    <w:rsid w:val="00D75183"/>
    <w:rsid w:val="00D75594"/>
    <w:rsid w:val="00D75AE9"/>
    <w:rsid w:val="00D76343"/>
    <w:rsid w:val="00D76539"/>
    <w:rsid w:val="00D77674"/>
    <w:rsid w:val="00D80F5B"/>
    <w:rsid w:val="00D82233"/>
    <w:rsid w:val="00D823BC"/>
    <w:rsid w:val="00D828D1"/>
    <w:rsid w:val="00D82E82"/>
    <w:rsid w:val="00D834E5"/>
    <w:rsid w:val="00D83C69"/>
    <w:rsid w:val="00D84581"/>
    <w:rsid w:val="00D8543E"/>
    <w:rsid w:val="00D86036"/>
    <w:rsid w:val="00D861FB"/>
    <w:rsid w:val="00D86750"/>
    <w:rsid w:val="00D86B3B"/>
    <w:rsid w:val="00D906F5"/>
    <w:rsid w:val="00D90BAD"/>
    <w:rsid w:val="00D90F4B"/>
    <w:rsid w:val="00D912FA"/>
    <w:rsid w:val="00D9136E"/>
    <w:rsid w:val="00D91978"/>
    <w:rsid w:val="00D91B31"/>
    <w:rsid w:val="00D91C2D"/>
    <w:rsid w:val="00D91C68"/>
    <w:rsid w:val="00D92B09"/>
    <w:rsid w:val="00D9343E"/>
    <w:rsid w:val="00D9514E"/>
    <w:rsid w:val="00D95A8A"/>
    <w:rsid w:val="00D96026"/>
    <w:rsid w:val="00D9625F"/>
    <w:rsid w:val="00D9677B"/>
    <w:rsid w:val="00D9685C"/>
    <w:rsid w:val="00D97C6F"/>
    <w:rsid w:val="00D97E8C"/>
    <w:rsid w:val="00DA0112"/>
    <w:rsid w:val="00DA02F3"/>
    <w:rsid w:val="00DA1045"/>
    <w:rsid w:val="00DA2018"/>
    <w:rsid w:val="00DA2035"/>
    <w:rsid w:val="00DA24A5"/>
    <w:rsid w:val="00DA30CD"/>
    <w:rsid w:val="00DA31E4"/>
    <w:rsid w:val="00DA3505"/>
    <w:rsid w:val="00DA388F"/>
    <w:rsid w:val="00DA3CF7"/>
    <w:rsid w:val="00DA5C60"/>
    <w:rsid w:val="00DA6C08"/>
    <w:rsid w:val="00DA71FB"/>
    <w:rsid w:val="00DA7958"/>
    <w:rsid w:val="00DB02E1"/>
    <w:rsid w:val="00DB044A"/>
    <w:rsid w:val="00DB151E"/>
    <w:rsid w:val="00DB1585"/>
    <w:rsid w:val="00DB19E0"/>
    <w:rsid w:val="00DB1E8E"/>
    <w:rsid w:val="00DB2A63"/>
    <w:rsid w:val="00DB2B57"/>
    <w:rsid w:val="00DB2B88"/>
    <w:rsid w:val="00DB2E4B"/>
    <w:rsid w:val="00DB36E5"/>
    <w:rsid w:val="00DB3750"/>
    <w:rsid w:val="00DB387E"/>
    <w:rsid w:val="00DB46C0"/>
    <w:rsid w:val="00DB4943"/>
    <w:rsid w:val="00DB5A9F"/>
    <w:rsid w:val="00DB6403"/>
    <w:rsid w:val="00DB6582"/>
    <w:rsid w:val="00DB6B32"/>
    <w:rsid w:val="00DB7790"/>
    <w:rsid w:val="00DB788F"/>
    <w:rsid w:val="00DB7DF5"/>
    <w:rsid w:val="00DC0513"/>
    <w:rsid w:val="00DC0F17"/>
    <w:rsid w:val="00DC0F1D"/>
    <w:rsid w:val="00DC1766"/>
    <w:rsid w:val="00DC1796"/>
    <w:rsid w:val="00DC1C9D"/>
    <w:rsid w:val="00DC1D1F"/>
    <w:rsid w:val="00DC2003"/>
    <w:rsid w:val="00DC3991"/>
    <w:rsid w:val="00DC4171"/>
    <w:rsid w:val="00DC488F"/>
    <w:rsid w:val="00DC6CB3"/>
    <w:rsid w:val="00DC6F73"/>
    <w:rsid w:val="00DD01F4"/>
    <w:rsid w:val="00DD0A27"/>
    <w:rsid w:val="00DD0C67"/>
    <w:rsid w:val="00DD0EE0"/>
    <w:rsid w:val="00DD11FF"/>
    <w:rsid w:val="00DD16B1"/>
    <w:rsid w:val="00DD1BF1"/>
    <w:rsid w:val="00DD1F18"/>
    <w:rsid w:val="00DD28FF"/>
    <w:rsid w:val="00DD3292"/>
    <w:rsid w:val="00DD348D"/>
    <w:rsid w:val="00DD3567"/>
    <w:rsid w:val="00DD35F5"/>
    <w:rsid w:val="00DD3AFB"/>
    <w:rsid w:val="00DD4051"/>
    <w:rsid w:val="00DD4903"/>
    <w:rsid w:val="00DD4ACF"/>
    <w:rsid w:val="00DD5753"/>
    <w:rsid w:val="00DD6EA9"/>
    <w:rsid w:val="00DD719C"/>
    <w:rsid w:val="00DD7335"/>
    <w:rsid w:val="00DD745A"/>
    <w:rsid w:val="00DD7630"/>
    <w:rsid w:val="00DD7B85"/>
    <w:rsid w:val="00DE0B82"/>
    <w:rsid w:val="00DE13D3"/>
    <w:rsid w:val="00DE22F1"/>
    <w:rsid w:val="00DE25E1"/>
    <w:rsid w:val="00DE3C0C"/>
    <w:rsid w:val="00DE57A9"/>
    <w:rsid w:val="00DE5C32"/>
    <w:rsid w:val="00DE5E06"/>
    <w:rsid w:val="00DE678E"/>
    <w:rsid w:val="00DE7E1E"/>
    <w:rsid w:val="00DE7EF8"/>
    <w:rsid w:val="00DE7FFD"/>
    <w:rsid w:val="00DF0B21"/>
    <w:rsid w:val="00DF0E5A"/>
    <w:rsid w:val="00DF0F31"/>
    <w:rsid w:val="00DF1A92"/>
    <w:rsid w:val="00DF1C09"/>
    <w:rsid w:val="00DF2CAF"/>
    <w:rsid w:val="00DF4A96"/>
    <w:rsid w:val="00DF4ACA"/>
    <w:rsid w:val="00DF4DAD"/>
    <w:rsid w:val="00DF4E8B"/>
    <w:rsid w:val="00DF625A"/>
    <w:rsid w:val="00DF6740"/>
    <w:rsid w:val="00DF6CA0"/>
    <w:rsid w:val="00DF71A6"/>
    <w:rsid w:val="00DF75AB"/>
    <w:rsid w:val="00DF7921"/>
    <w:rsid w:val="00E008F4"/>
    <w:rsid w:val="00E00D50"/>
    <w:rsid w:val="00E017AC"/>
    <w:rsid w:val="00E01A1D"/>
    <w:rsid w:val="00E01A9E"/>
    <w:rsid w:val="00E01C7A"/>
    <w:rsid w:val="00E023E8"/>
    <w:rsid w:val="00E039FA"/>
    <w:rsid w:val="00E03A67"/>
    <w:rsid w:val="00E03A6F"/>
    <w:rsid w:val="00E040FE"/>
    <w:rsid w:val="00E04AD2"/>
    <w:rsid w:val="00E054EA"/>
    <w:rsid w:val="00E05659"/>
    <w:rsid w:val="00E05C43"/>
    <w:rsid w:val="00E07452"/>
    <w:rsid w:val="00E074FC"/>
    <w:rsid w:val="00E0759D"/>
    <w:rsid w:val="00E07723"/>
    <w:rsid w:val="00E10125"/>
    <w:rsid w:val="00E101AB"/>
    <w:rsid w:val="00E10B1F"/>
    <w:rsid w:val="00E10C0C"/>
    <w:rsid w:val="00E112DD"/>
    <w:rsid w:val="00E1146A"/>
    <w:rsid w:val="00E12C56"/>
    <w:rsid w:val="00E139D3"/>
    <w:rsid w:val="00E1463D"/>
    <w:rsid w:val="00E148F2"/>
    <w:rsid w:val="00E14F1E"/>
    <w:rsid w:val="00E15836"/>
    <w:rsid w:val="00E173A3"/>
    <w:rsid w:val="00E17BB4"/>
    <w:rsid w:val="00E2154D"/>
    <w:rsid w:val="00E22622"/>
    <w:rsid w:val="00E22AE9"/>
    <w:rsid w:val="00E2339B"/>
    <w:rsid w:val="00E2339D"/>
    <w:rsid w:val="00E24AAC"/>
    <w:rsid w:val="00E24C5A"/>
    <w:rsid w:val="00E25626"/>
    <w:rsid w:val="00E2633F"/>
    <w:rsid w:val="00E271EC"/>
    <w:rsid w:val="00E30046"/>
    <w:rsid w:val="00E30DF3"/>
    <w:rsid w:val="00E30E38"/>
    <w:rsid w:val="00E30E5B"/>
    <w:rsid w:val="00E324EC"/>
    <w:rsid w:val="00E32819"/>
    <w:rsid w:val="00E32ACF"/>
    <w:rsid w:val="00E33277"/>
    <w:rsid w:val="00E3420E"/>
    <w:rsid w:val="00E34608"/>
    <w:rsid w:val="00E347C3"/>
    <w:rsid w:val="00E34AF5"/>
    <w:rsid w:val="00E34B83"/>
    <w:rsid w:val="00E34C87"/>
    <w:rsid w:val="00E34F46"/>
    <w:rsid w:val="00E35947"/>
    <w:rsid w:val="00E35A57"/>
    <w:rsid w:val="00E36038"/>
    <w:rsid w:val="00E368C3"/>
    <w:rsid w:val="00E371D7"/>
    <w:rsid w:val="00E3739F"/>
    <w:rsid w:val="00E379E2"/>
    <w:rsid w:val="00E408C9"/>
    <w:rsid w:val="00E42720"/>
    <w:rsid w:val="00E43726"/>
    <w:rsid w:val="00E43E3E"/>
    <w:rsid w:val="00E4423D"/>
    <w:rsid w:val="00E45746"/>
    <w:rsid w:val="00E45B51"/>
    <w:rsid w:val="00E45DBB"/>
    <w:rsid w:val="00E45F1A"/>
    <w:rsid w:val="00E46226"/>
    <w:rsid w:val="00E467FD"/>
    <w:rsid w:val="00E46B11"/>
    <w:rsid w:val="00E472BB"/>
    <w:rsid w:val="00E47771"/>
    <w:rsid w:val="00E50F73"/>
    <w:rsid w:val="00E535E6"/>
    <w:rsid w:val="00E53CCD"/>
    <w:rsid w:val="00E53D08"/>
    <w:rsid w:val="00E54604"/>
    <w:rsid w:val="00E54BDE"/>
    <w:rsid w:val="00E5501F"/>
    <w:rsid w:val="00E5547A"/>
    <w:rsid w:val="00E5558F"/>
    <w:rsid w:val="00E55FE3"/>
    <w:rsid w:val="00E561E1"/>
    <w:rsid w:val="00E56D04"/>
    <w:rsid w:val="00E570C2"/>
    <w:rsid w:val="00E57B0A"/>
    <w:rsid w:val="00E606D7"/>
    <w:rsid w:val="00E60B07"/>
    <w:rsid w:val="00E60C67"/>
    <w:rsid w:val="00E61B84"/>
    <w:rsid w:val="00E624D0"/>
    <w:rsid w:val="00E64996"/>
    <w:rsid w:val="00E64E1A"/>
    <w:rsid w:val="00E64EE3"/>
    <w:rsid w:val="00E6565D"/>
    <w:rsid w:val="00E65AE0"/>
    <w:rsid w:val="00E6617F"/>
    <w:rsid w:val="00E6765E"/>
    <w:rsid w:val="00E70FF0"/>
    <w:rsid w:val="00E711BE"/>
    <w:rsid w:val="00E71DBD"/>
    <w:rsid w:val="00E7290D"/>
    <w:rsid w:val="00E72941"/>
    <w:rsid w:val="00E729E0"/>
    <w:rsid w:val="00E72C66"/>
    <w:rsid w:val="00E746E2"/>
    <w:rsid w:val="00E74A3A"/>
    <w:rsid w:val="00E74AF2"/>
    <w:rsid w:val="00E7645E"/>
    <w:rsid w:val="00E76703"/>
    <w:rsid w:val="00E81120"/>
    <w:rsid w:val="00E814B8"/>
    <w:rsid w:val="00E81529"/>
    <w:rsid w:val="00E8300F"/>
    <w:rsid w:val="00E83219"/>
    <w:rsid w:val="00E8389D"/>
    <w:rsid w:val="00E839A0"/>
    <w:rsid w:val="00E84707"/>
    <w:rsid w:val="00E85A58"/>
    <w:rsid w:val="00E85C91"/>
    <w:rsid w:val="00E861FC"/>
    <w:rsid w:val="00E86337"/>
    <w:rsid w:val="00E86B2F"/>
    <w:rsid w:val="00E87215"/>
    <w:rsid w:val="00E87D3F"/>
    <w:rsid w:val="00E87F66"/>
    <w:rsid w:val="00E90232"/>
    <w:rsid w:val="00E906A4"/>
    <w:rsid w:val="00E908E6"/>
    <w:rsid w:val="00E9092C"/>
    <w:rsid w:val="00E90E8E"/>
    <w:rsid w:val="00E91F4E"/>
    <w:rsid w:val="00E922BD"/>
    <w:rsid w:val="00E929A5"/>
    <w:rsid w:val="00E929AD"/>
    <w:rsid w:val="00E93391"/>
    <w:rsid w:val="00E94176"/>
    <w:rsid w:val="00E94504"/>
    <w:rsid w:val="00E95118"/>
    <w:rsid w:val="00E95422"/>
    <w:rsid w:val="00E95D6F"/>
    <w:rsid w:val="00E9639B"/>
    <w:rsid w:val="00E96B92"/>
    <w:rsid w:val="00E96D73"/>
    <w:rsid w:val="00E97B1B"/>
    <w:rsid w:val="00E97BE5"/>
    <w:rsid w:val="00EA0B08"/>
    <w:rsid w:val="00EA1548"/>
    <w:rsid w:val="00EA16A2"/>
    <w:rsid w:val="00EA23FC"/>
    <w:rsid w:val="00EA24FF"/>
    <w:rsid w:val="00EA28B2"/>
    <w:rsid w:val="00EA38C7"/>
    <w:rsid w:val="00EA3C9F"/>
    <w:rsid w:val="00EA4E32"/>
    <w:rsid w:val="00EA5188"/>
    <w:rsid w:val="00EA546C"/>
    <w:rsid w:val="00EA5FF0"/>
    <w:rsid w:val="00EA678D"/>
    <w:rsid w:val="00EA7296"/>
    <w:rsid w:val="00EA77DE"/>
    <w:rsid w:val="00EA7CA8"/>
    <w:rsid w:val="00EB0054"/>
    <w:rsid w:val="00EB0600"/>
    <w:rsid w:val="00EB1154"/>
    <w:rsid w:val="00EB11E5"/>
    <w:rsid w:val="00EB1829"/>
    <w:rsid w:val="00EB2928"/>
    <w:rsid w:val="00EB2C43"/>
    <w:rsid w:val="00EB2CD3"/>
    <w:rsid w:val="00EB389A"/>
    <w:rsid w:val="00EB3F85"/>
    <w:rsid w:val="00EB4A4C"/>
    <w:rsid w:val="00EB4E62"/>
    <w:rsid w:val="00EB50D8"/>
    <w:rsid w:val="00EB55C7"/>
    <w:rsid w:val="00EB60A5"/>
    <w:rsid w:val="00EB6E0C"/>
    <w:rsid w:val="00EB7014"/>
    <w:rsid w:val="00EB7032"/>
    <w:rsid w:val="00EB7A69"/>
    <w:rsid w:val="00EC1121"/>
    <w:rsid w:val="00EC11FE"/>
    <w:rsid w:val="00EC1866"/>
    <w:rsid w:val="00EC2460"/>
    <w:rsid w:val="00EC2E49"/>
    <w:rsid w:val="00EC3290"/>
    <w:rsid w:val="00EC4920"/>
    <w:rsid w:val="00EC4E85"/>
    <w:rsid w:val="00EC5342"/>
    <w:rsid w:val="00EC586A"/>
    <w:rsid w:val="00EC60BB"/>
    <w:rsid w:val="00EC624A"/>
    <w:rsid w:val="00EC659F"/>
    <w:rsid w:val="00EC6BDD"/>
    <w:rsid w:val="00EC77BC"/>
    <w:rsid w:val="00EC7A36"/>
    <w:rsid w:val="00ED0FAF"/>
    <w:rsid w:val="00ED12E0"/>
    <w:rsid w:val="00ED1DE8"/>
    <w:rsid w:val="00ED21DD"/>
    <w:rsid w:val="00ED25E7"/>
    <w:rsid w:val="00ED2929"/>
    <w:rsid w:val="00ED3061"/>
    <w:rsid w:val="00ED32F8"/>
    <w:rsid w:val="00ED3395"/>
    <w:rsid w:val="00ED3672"/>
    <w:rsid w:val="00ED37C8"/>
    <w:rsid w:val="00ED3A50"/>
    <w:rsid w:val="00ED3EBB"/>
    <w:rsid w:val="00ED4C60"/>
    <w:rsid w:val="00ED56F1"/>
    <w:rsid w:val="00ED578F"/>
    <w:rsid w:val="00EE0C5D"/>
    <w:rsid w:val="00EE2064"/>
    <w:rsid w:val="00EE218C"/>
    <w:rsid w:val="00EE2DD1"/>
    <w:rsid w:val="00EE380C"/>
    <w:rsid w:val="00EE3D2D"/>
    <w:rsid w:val="00EE4037"/>
    <w:rsid w:val="00EE41D5"/>
    <w:rsid w:val="00EE57B8"/>
    <w:rsid w:val="00EE5C38"/>
    <w:rsid w:val="00EE5D19"/>
    <w:rsid w:val="00EE61E1"/>
    <w:rsid w:val="00EE673B"/>
    <w:rsid w:val="00EE6F8B"/>
    <w:rsid w:val="00EE6FEF"/>
    <w:rsid w:val="00EE7660"/>
    <w:rsid w:val="00EF03D0"/>
    <w:rsid w:val="00EF1B32"/>
    <w:rsid w:val="00EF209E"/>
    <w:rsid w:val="00EF2A44"/>
    <w:rsid w:val="00EF41B5"/>
    <w:rsid w:val="00EF4351"/>
    <w:rsid w:val="00EF60DD"/>
    <w:rsid w:val="00EF683A"/>
    <w:rsid w:val="00EF6E87"/>
    <w:rsid w:val="00F0057B"/>
    <w:rsid w:val="00F00B84"/>
    <w:rsid w:val="00F00EB4"/>
    <w:rsid w:val="00F020FE"/>
    <w:rsid w:val="00F0281F"/>
    <w:rsid w:val="00F033F7"/>
    <w:rsid w:val="00F05594"/>
    <w:rsid w:val="00F07536"/>
    <w:rsid w:val="00F076D5"/>
    <w:rsid w:val="00F1022D"/>
    <w:rsid w:val="00F10A4D"/>
    <w:rsid w:val="00F10A9B"/>
    <w:rsid w:val="00F11564"/>
    <w:rsid w:val="00F1235B"/>
    <w:rsid w:val="00F12B55"/>
    <w:rsid w:val="00F13848"/>
    <w:rsid w:val="00F1436E"/>
    <w:rsid w:val="00F145FC"/>
    <w:rsid w:val="00F15007"/>
    <w:rsid w:val="00F1506A"/>
    <w:rsid w:val="00F1561B"/>
    <w:rsid w:val="00F165BA"/>
    <w:rsid w:val="00F16D5A"/>
    <w:rsid w:val="00F17565"/>
    <w:rsid w:val="00F17679"/>
    <w:rsid w:val="00F17988"/>
    <w:rsid w:val="00F20A4E"/>
    <w:rsid w:val="00F2132D"/>
    <w:rsid w:val="00F233A4"/>
    <w:rsid w:val="00F233CE"/>
    <w:rsid w:val="00F2356C"/>
    <w:rsid w:val="00F23B17"/>
    <w:rsid w:val="00F25A96"/>
    <w:rsid w:val="00F2661A"/>
    <w:rsid w:val="00F266BE"/>
    <w:rsid w:val="00F27110"/>
    <w:rsid w:val="00F27194"/>
    <w:rsid w:val="00F27EBB"/>
    <w:rsid w:val="00F301C0"/>
    <w:rsid w:val="00F30799"/>
    <w:rsid w:val="00F31612"/>
    <w:rsid w:val="00F316DF"/>
    <w:rsid w:val="00F3173A"/>
    <w:rsid w:val="00F31DB2"/>
    <w:rsid w:val="00F31F34"/>
    <w:rsid w:val="00F32A41"/>
    <w:rsid w:val="00F333EF"/>
    <w:rsid w:val="00F34052"/>
    <w:rsid w:val="00F3409C"/>
    <w:rsid w:val="00F34203"/>
    <w:rsid w:val="00F344FC"/>
    <w:rsid w:val="00F346C6"/>
    <w:rsid w:val="00F3483F"/>
    <w:rsid w:val="00F36444"/>
    <w:rsid w:val="00F36B64"/>
    <w:rsid w:val="00F37A57"/>
    <w:rsid w:val="00F410D2"/>
    <w:rsid w:val="00F42275"/>
    <w:rsid w:val="00F430AC"/>
    <w:rsid w:val="00F432B5"/>
    <w:rsid w:val="00F436C3"/>
    <w:rsid w:val="00F44C41"/>
    <w:rsid w:val="00F44DF7"/>
    <w:rsid w:val="00F457EC"/>
    <w:rsid w:val="00F46189"/>
    <w:rsid w:val="00F46632"/>
    <w:rsid w:val="00F473FF"/>
    <w:rsid w:val="00F476E1"/>
    <w:rsid w:val="00F4788D"/>
    <w:rsid w:val="00F47B3A"/>
    <w:rsid w:val="00F50D90"/>
    <w:rsid w:val="00F52CDE"/>
    <w:rsid w:val="00F52CF4"/>
    <w:rsid w:val="00F53A06"/>
    <w:rsid w:val="00F544B6"/>
    <w:rsid w:val="00F546A5"/>
    <w:rsid w:val="00F54C03"/>
    <w:rsid w:val="00F6060B"/>
    <w:rsid w:val="00F6177E"/>
    <w:rsid w:val="00F619BD"/>
    <w:rsid w:val="00F61DFC"/>
    <w:rsid w:val="00F62F25"/>
    <w:rsid w:val="00F638A5"/>
    <w:rsid w:val="00F64A87"/>
    <w:rsid w:val="00F6614D"/>
    <w:rsid w:val="00F663F5"/>
    <w:rsid w:val="00F664B0"/>
    <w:rsid w:val="00F6684E"/>
    <w:rsid w:val="00F677F7"/>
    <w:rsid w:val="00F67CF5"/>
    <w:rsid w:val="00F70105"/>
    <w:rsid w:val="00F70213"/>
    <w:rsid w:val="00F71124"/>
    <w:rsid w:val="00F71176"/>
    <w:rsid w:val="00F725C7"/>
    <w:rsid w:val="00F72766"/>
    <w:rsid w:val="00F72DDB"/>
    <w:rsid w:val="00F7338E"/>
    <w:rsid w:val="00F73F86"/>
    <w:rsid w:val="00F750BC"/>
    <w:rsid w:val="00F75BFF"/>
    <w:rsid w:val="00F75DE1"/>
    <w:rsid w:val="00F763BD"/>
    <w:rsid w:val="00F76454"/>
    <w:rsid w:val="00F7745A"/>
    <w:rsid w:val="00F776A5"/>
    <w:rsid w:val="00F77F39"/>
    <w:rsid w:val="00F801D4"/>
    <w:rsid w:val="00F817BF"/>
    <w:rsid w:val="00F8240D"/>
    <w:rsid w:val="00F8251E"/>
    <w:rsid w:val="00F82762"/>
    <w:rsid w:val="00F82995"/>
    <w:rsid w:val="00F842C6"/>
    <w:rsid w:val="00F84761"/>
    <w:rsid w:val="00F84882"/>
    <w:rsid w:val="00F849BC"/>
    <w:rsid w:val="00F857DF"/>
    <w:rsid w:val="00F859F9"/>
    <w:rsid w:val="00F86B7F"/>
    <w:rsid w:val="00F87367"/>
    <w:rsid w:val="00F90CEA"/>
    <w:rsid w:val="00F9246E"/>
    <w:rsid w:val="00F93246"/>
    <w:rsid w:val="00F93F88"/>
    <w:rsid w:val="00F943F6"/>
    <w:rsid w:val="00F9494A"/>
    <w:rsid w:val="00F94BFD"/>
    <w:rsid w:val="00F9641D"/>
    <w:rsid w:val="00F9691D"/>
    <w:rsid w:val="00F9776E"/>
    <w:rsid w:val="00F977BA"/>
    <w:rsid w:val="00F97CE9"/>
    <w:rsid w:val="00FA01FA"/>
    <w:rsid w:val="00FA05F1"/>
    <w:rsid w:val="00FA08D6"/>
    <w:rsid w:val="00FA0DE3"/>
    <w:rsid w:val="00FA2AB6"/>
    <w:rsid w:val="00FA31B3"/>
    <w:rsid w:val="00FA33DD"/>
    <w:rsid w:val="00FA3695"/>
    <w:rsid w:val="00FA378A"/>
    <w:rsid w:val="00FA42BE"/>
    <w:rsid w:val="00FA466E"/>
    <w:rsid w:val="00FA49ED"/>
    <w:rsid w:val="00FA4EE4"/>
    <w:rsid w:val="00FA51D9"/>
    <w:rsid w:val="00FA6839"/>
    <w:rsid w:val="00FA6EB2"/>
    <w:rsid w:val="00FA7E9E"/>
    <w:rsid w:val="00FB0228"/>
    <w:rsid w:val="00FB1544"/>
    <w:rsid w:val="00FB282B"/>
    <w:rsid w:val="00FB4B3F"/>
    <w:rsid w:val="00FB4DF3"/>
    <w:rsid w:val="00FB5C63"/>
    <w:rsid w:val="00FB62BF"/>
    <w:rsid w:val="00FB67C8"/>
    <w:rsid w:val="00FB693B"/>
    <w:rsid w:val="00FB7073"/>
    <w:rsid w:val="00FC00B1"/>
    <w:rsid w:val="00FC05A8"/>
    <w:rsid w:val="00FC0670"/>
    <w:rsid w:val="00FC1727"/>
    <w:rsid w:val="00FC27BB"/>
    <w:rsid w:val="00FC2ED7"/>
    <w:rsid w:val="00FC2FAF"/>
    <w:rsid w:val="00FC4A30"/>
    <w:rsid w:val="00FC5385"/>
    <w:rsid w:val="00FC622F"/>
    <w:rsid w:val="00FC7999"/>
    <w:rsid w:val="00FD09CE"/>
    <w:rsid w:val="00FD156B"/>
    <w:rsid w:val="00FD1599"/>
    <w:rsid w:val="00FD1EFC"/>
    <w:rsid w:val="00FD2077"/>
    <w:rsid w:val="00FD2D50"/>
    <w:rsid w:val="00FD31FA"/>
    <w:rsid w:val="00FD3305"/>
    <w:rsid w:val="00FD3557"/>
    <w:rsid w:val="00FD38EC"/>
    <w:rsid w:val="00FD3ABF"/>
    <w:rsid w:val="00FD3CA2"/>
    <w:rsid w:val="00FD416C"/>
    <w:rsid w:val="00FD4A1B"/>
    <w:rsid w:val="00FD5278"/>
    <w:rsid w:val="00FD5485"/>
    <w:rsid w:val="00FD589B"/>
    <w:rsid w:val="00FD5A07"/>
    <w:rsid w:val="00FE1324"/>
    <w:rsid w:val="00FE2106"/>
    <w:rsid w:val="00FE2889"/>
    <w:rsid w:val="00FE2E70"/>
    <w:rsid w:val="00FE3095"/>
    <w:rsid w:val="00FE43DB"/>
    <w:rsid w:val="00FE496C"/>
    <w:rsid w:val="00FE4A07"/>
    <w:rsid w:val="00FE5787"/>
    <w:rsid w:val="00FE5796"/>
    <w:rsid w:val="00FE5DF2"/>
    <w:rsid w:val="00FE5EBE"/>
    <w:rsid w:val="00FE6618"/>
    <w:rsid w:val="00FE7601"/>
    <w:rsid w:val="00FE76B4"/>
    <w:rsid w:val="00FF061D"/>
    <w:rsid w:val="00FF129D"/>
    <w:rsid w:val="00FF1F48"/>
    <w:rsid w:val="00FF25F5"/>
    <w:rsid w:val="00FF26BC"/>
    <w:rsid w:val="00FF37AC"/>
    <w:rsid w:val="00FF3D06"/>
    <w:rsid w:val="00FF3D9C"/>
    <w:rsid w:val="00FF4499"/>
    <w:rsid w:val="00FF5420"/>
    <w:rsid w:val="00FF57B0"/>
    <w:rsid w:val="00FF59D2"/>
    <w:rsid w:val="00FF5E0C"/>
    <w:rsid w:val="00FF6F53"/>
    <w:rsid w:val="00FF77CF"/>
    <w:rsid w:val="00FF7B6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4B5A"/>
    <w:pPr>
      <w:jc w:val="both"/>
    </w:pPr>
    <w:rPr>
      <w:noProof/>
      <w:sz w:val="26"/>
      <w:lang w:eastAsia="ru-RU"/>
    </w:rPr>
  </w:style>
  <w:style w:type="paragraph" w:styleId="1">
    <w:name w:val="heading 1"/>
    <w:basedOn w:val="a"/>
    <w:next w:val="a"/>
    <w:qFormat/>
    <w:pPr>
      <w:keepNext/>
      <w:spacing w:before="240" w:after="60"/>
      <w:ind w:left="720"/>
      <w:jc w:val="left"/>
      <w:outlineLvl w:val="0"/>
    </w:pPr>
    <w:rPr>
      <w:rFonts w:ascii="Arial" w:hAnsi="Arial"/>
      <w:b/>
      <w:caps/>
      <w:kern w:val="28"/>
      <w:sz w:val="32"/>
    </w:rPr>
  </w:style>
  <w:style w:type="paragraph" w:styleId="2">
    <w:name w:val="heading 2"/>
    <w:basedOn w:val="a"/>
    <w:next w:val="a"/>
    <w:qFormat/>
    <w:pPr>
      <w:keepNext/>
      <w:spacing w:before="240" w:after="60"/>
      <w:ind w:left="720"/>
      <w:jc w:val="left"/>
      <w:outlineLvl w:val="1"/>
    </w:pPr>
    <w:rPr>
      <w:rFonts w:ascii="Arial" w:hAnsi="Arial"/>
      <w:b/>
      <w:i/>
      <w:smallCaps/>
      <w:sz w:val="28"/>
    </w:rPr>
  </w:style>
  <w:style w:type="paragraph" w:styleId="3">
    <w:name w:val="heading 3"/>
    <w:basedOn w:val="a"/>
    <w:next w:val="a"/>
    <w:qFormat/>
    <w:pPr>
      <w:keepNext/>
      <w:spacing w:before="240" w:after="60"/>
      <w:ind w:left="720"/>
      <w:jc w:val="left"/>
      <w:outlineLvl w:val="2"/>
    </w:pPr>
    <w:rPr>
      <w:b/>
      <w:smallCaps/>
      <w:sz w:val="32"/>
    </w:rPr>
  </w:style>
  <w:style w:type="paragraph" w:styleId="4">
    <w:name w:val="heading 4"/>
    <w:basedOn w:val="a"/>
    <w:next w:val="a"/>
    <w:qFormat/>
    <w:pPr>
      <w:keepNext/>
      <w:spacing w:before="240" w:after="60"/>
      <w:ind w:left="720"/>
      <w:jc w:val="left"/>
      <w:outlineLvl w:val="3"/>
    </w:pPr>
    <w:rPr>
      <w:b/>
      <w:i/>
      <w:smallCaps/>
      <w:sz w:val="32"/>
    </w:rPr>
  </w:style>
  <w:style w:type="paragraph" w:styleId="5">
    <w:name w:val="heading 5"/>
    <w:basedOn w:val="a"/>
    <w:next w:val="a"/>
    <w:qFormat/>
    <w:pPr>
      <w:keepNext/>
      <w:spacing w:before="240" w:after="60"/>
      <w:ind w:left="720"/>
      <w:jc w:val="left"/>
      <w:outlineLvl w:val="4"/>
    </w:pPr>
    <w:rPr>
      <w:b/>
      <w:smallCaps/>
      <w:sz w:val="28"/>
    </w:rPr>
  </w:style>
  <w:style w:type="paragraph" w:styleId="6">
    <w:name w:val="heading 6"/>
    <w:basedOn w:val="a"/>
    <w:next w:val="a"/>
    <w:qFormat/>
    <w:pPr>
      <w:keepNext/>
      <w:spacing w:before="240" w:after="60"/>
      <w:ind w:left="720"/>
      <w:jc w:val="left"/>
      <w:outlineLvl w:val="5"/>
    </w:pPr>
    <w:rPr>
      <w:b/>
      <w:i/>
      <w:smallCaps/>
      <w:sz w:val="28"/>
    </w:rPr>
  </w:style>
  <w:style w:type="paragraph" w:styleId="7">
    <w:name w:val="heading 7"/>
    <w:basedOn w:val="a"/>
    <w:next w:val="a"/>
    <w:qFormat/>
    <w:pPr>
      <w:keepNext/>
      <w:spacing w:before="240" w:after="60"/>
      <w:ind w:left="720"/>
      <w:jc w:val="left"/>
      <w:outlineLvl w:val="6"/>
    </w:pPr>
    <w:rPr>
      <w:rFonts w:ascii="Arial" w:hAnsi="Arial"/>
      <w:b/>
      <w:smallCaps/>
      <w:sz w:val="22"/>
    </w:rPr>
  </w:style>
  <w:style w:type="paragraph" w:styleId="8">
    <w:name w:val="heading 8"/>
    <w:basedOn w:val="a"/>
    <w:next w:val="a"/>
    <w:qFormat/>
    <w:pPr>
      <w:keepNext/>
      <w:spacing w:before="240" w:after="60"/>
      <w:ind w:left="720"/>
      <w:jc w:val="left"/>
      <w:outlineLvl w:val="7"/>
    </w:pPr>
    <w:rPr>
      <w:rFonts w:ascii="Arial" w:hAnsi="Arial"/>
      <w:b/>
      <w:i/>
      <w:smallCaps/>
      <w:sz w:val="22"/>
    </w:rPr>
  </w:style>
  <w:style w:type="paragraph" w:styleId="9">
    <w:name w:val="heading 9"/>
    <w:basedOn w:val="a"/>
    <w:next w:val="a"/>
    <w:qFormat/>
    <w:pPr>
      <w:keepNext/>
      <w:spacing w:before="240" w:after="60"/>
      <w:ind w:left="720"/>
      <w:jc w:val="left"/>
      <w:outlineLvl w:val="8"/>
    </w:pPr>
    <w:rPr>
      <w:b/>
    </w:rPr>
  </w:style>
  <w:style w:type="character" w:default="1" w:styleId="a0">
    <w:name w:val="Default Paragraph Font"/>
    <w:aliases w:val=" Знак Знак Знак Знак Знак Знак1 Знак Знак Знак1 Знак Знак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aliases w:val="Верхний колонтитул Знак1,Верхний колонтитул Знак Знак,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
    <w:basedOn w:val="a"/>
    <w:link w:val="a4"/>
    <w:pPr>
      <w:tabs>
        <w:tab w:val="center" w:pos="4320"/>
        <w:tab w:val="right" w:pos="8640"/>
      </w:tabs>
    </w:pPr>
  </w:style>
  <w:style w:type="paragraph" w:styleId="a5">
    <w:name w:val="footer"/>
    <w:basedOn w:val="a"/>
    <w:pPr>
      <w:tabs>
        <w:tab w:val="left" w:pos="86"/>
        <w:tab w:val="center" w:pos="4680"/>
        <w:tab w:val="decimal" w:pos="7200"/>
        <w:tab w:val="right" w:pos="9360"/>
      </w:tabs>
    </w:pPr>
    <w:rPr>
      <w:rFonts w:ascii="Arial" w:hAnsi="Arial"/>
      <w:sz w:val="10"/>
    </w:rPr>
  </w:style>
  <w:style w:type="character" w:styleId="a6">
    <w:name w:val="page number"/>
    <w:basedOn w:val="a0"/>
    <w:rPr>
      <w:rFonts w:ascii="Times New Roman" w:hAnsi="Times New Roman"/>
      <w:b/>
      <w:sz w:val="26"/>
    </w:rPr>
  </w:style>
  <w:style w:type="paragraph" w:styleId="a7">
    <w:name w:val="toa heading"/>
    <w:basedOn w:val="a"/>
    <w:next w:val="a"/>
    <w:semiHidden/>
    <w:pPr>
      <w:spacing w:before="120"/>
    </w:pPr>
    <w:rPr>
      <w:rFonts w:ascii="Arial" w:hAnsi="Arial"/>
      <w:b/>
      <w:sz w:val="24"/>
    </w:rPr>
  </w:style>
  <w:style w:type="paragraph" w:styleId="a8">
    <w:name w:val="Title"/>
    <w:basedOn w:val="a"/>
    <w:qFormat/>
    <w:pPr>
      <w:spacing w:before="240" w:after="60"/>
      <w:jc w:val="center"/>
    </w:pPr>
    <w:rPr>
      <w:rFonts w:ascii="Arial" w:hAnsi="Arial"/>
      <w:b/>
      <w:kern w:val="28"/>
      <w:sz w:val="32"/>
    </w:rPr>
  </w:style>
  <w:style w:type="paragraph" w:styleId="a9">
    <w:name w:val="Subtitle"/>
    <w:basedOn w:val="a"/>
    <w:qFormat/>
    <w:pPr>
      <w:spacing w:after="60"/>
      <w:jc w:val="center"/>
    </w:pPr>
    <w:rPr>
      <w:rFonts w:ascii="Arial" w:hAnsi="Arial"/>
      <w:i/>
      <w:sz w:val="24"/>
    </w:rPr>
  </w:style>
  <w:style w:type="paragraph" w:styleId="aa">
    <w:name w:val="Signature"/>
    <w:basedOn w:val="a"/>
    <w:pPr>
      <w:ind w:left="5040"/>
      <w:jc w:val="left"/>
    </w:pPr>
  </w:style>
  <w:style w:type="paragraph" w:styleId="ab">
    <w:name w:val="Message Header"/>
    <w:basedOn w:val="a"/>
    <w:pPr>
      <w:ind w:left="1080" w:hanging="1080"/>
    </w:pPr>
    <w:rPr>
      <w:rFonts w:ascii="Arial" w:hAnsi="Arial"/>
      <w:sz w:val="24"/>
    </w:rPr>
  </w:style>
  <w:style w:type="paragraph" w:styleId="10">
    <w:name w:val="toc 1"/>
    <w:basedOn w:val="a"/>
    <w:next w:val="a"/>
    <w:semiHidden/>
    <w:pPr>
      <w:keepNext/>
      <w:tabs>
        <w:tab w:val="right" w:leader="dot" w:pos="9461"/>
      </w:tabs>
    </w:pPr>
    <w:rPr>
      <w:b/>
      <w:caps/>
      <w:sz w:val="32"/>
    </w:rPr>
  </w:style>
  <w:style w:type="paragraph" w:styleId="20">
    <w:name w:val="toc 2"/>
    <w:basedOn w:val="a"/>
    <w:next w:val="a"/>
    <w:semiHidden/>
    <w:pPr>
      <w:tabs>
        <w:tab w:val="right" w:leader="dot" w:pos="9461"/>
      </w:tabs>
      <w:ind w:left="260"/>
    </w:pPr>
    <w:rPr>
      <w:b/>
      <w:smallCaps/>
      <w:sz w:val="28"/>
    </w:rPr>
  </w:style>
  <w:style w:type="paragraph" w:styleId="30">
    <w:name w:val="toc 3"/>
    <w:basedOn w:val="a"/>
    <w:next w:val="a"/>
    <w:semiHidden/>
    <w:pPr>
      <w:tabs>
        <w:tab w:val="right" w:leader="dot" w:pos="9461"/>
      </w:tabs>
      <w:ind w:left="520"/>
    </w:pPr>
    <w:rPr>
      <w:i/>
      <w:smallCaps/>
      <w:sz w:val="28"/>
    </w:rPr>
  </w:style>
  <w:style w:type="paragraph" w:styleId="40">
    <w:name w:val="toc 4"/>
    <w:basedOn w:val="a"/>
    <w:next w:val="a"/>
    <w:semiHidden/>
    <w:pPr>
      <w:tabs>
        <w:tab w:val="right" w:leader="dot" w:pos="9461"/>
      </w:tabs>
      <w:ind w:left="780"/>
    </w:pPr>
  </w:style>
  <w:style w:type="paragraph" w:styleId="ac">
    <w:name w:val="Body Text Indent"/>
    <w:basedOn w:val="a"/>
    <w:pPr>
      <w:spacing w:before="60"/>
      <w:ind w:firstLine="720"/>
    </w:pPr>
  </w:style>
  <w:style w:type="paragraph" w:styleId="ad">
    <w:name w:val="Body Text"/>
    <w:basedOn w:val="a"/>
    <w:pPr>
      <w:spacing w:before="60"/>
    </w:pPr>
  </w:style>
  <w:style w:type="paragraph" w:styleId="ae">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CYR" w:hAnsi="Courier New CYR"/>
      <w:lang w:eastAsia="ru-RU"/>
    </w:rPr>
  </w:style>
  <w:style w:type="paragraph" w:customStyle="1" w:styleId="-">
    <w:name w:val="Доручення -Кому"/>
    <w:basedOn w:val="a"/>
    <w:pPr>
      <w:keepNext/>
      <w:ind w:left="4320"/>
      <w:jc w:val="left"/>
    </w:pPr>
    <w:rPr>
      <w:b/>
    </w:rPr>
  </w:style>
  <w:style w:type="paragraph" w:customStyle="1" w:styleId="-0">
    <w:name w:val="Доручення -Термін"/>
    <w:basedOn w:val="a"/>
    <w:pPr>
      <w:spacing w:before="120" w:after="360"/>
      <w:ind w:left="4680"/>
      <w:jc w:val="left"/>
    </w:pPr>
  </w:style>
  <w:style w:type="paragraph" w:customStyle="1" w:styleId="-1">
    <w:name w:val="Доручення -Зміст"/>
    <w:basedOn w:val="a"/>
    <w:pPr>
      <w:keepNext/>
      <w:spacing w:before="120"/>
    </w:pPr>
  </w:style>
  <w:style w:type="paragraph" w:styleId="11">
    <w:name w:val="index 1"/>
    <w:basedOn w:val="a"/>
    <w:next w:val="a"/>
    <w:semiHidden/>
    <w:pPr>
      <w:tabs>
        <w:tab w:val="right" w:leader="dot" w:pos="9461"/>
      </w:tabs>
      <w:ind w:left="260" w:hanging="260"/>
    </w:pPr>
  </w:style>
  <w:style w:type="paragraph" w:styleId="af">
    <w:name w:val="index heading"/>
    <w:basedOn w:val="a"/>
    <w:next w:val="11"/>
    <w:semiHidden/>
    <w:rPr>
      <w:rFonts w:ascii="Arial" w:hAnsi="Arial"/>
      <w:b/>
    </w:rPr>
  </w:style>
  <w:style w:type="character" w:styleId="af0">
    <w:name w:val="footnote reference"/>
    <w:basedOn w:val="a0"/>
    <w:semiHidden/>
    <w:rPr>
      <w:rFonts w:ascii="Times New Roman" w:hAnsi="Times New Roman"/>
      <w:vertAlign w:val="superscript"/>
    </w:rPr>
  </w:style>
  <w:style w:type="character" w:styleId="af1">
    <w:name w:val="endnote reference"/>
    <w:basedOn w:val="a0"/>
    <w:semiHidden/>
    <w:rPr>
      <w:rFonts w:ascii="Times New Roman" w:hAnsi="Times New Roman"/>
      <w:vertAlign w:val="superscript"/>
    </w:rPr>
  </w:style>
  <w:style w:type="character" w:styleId="af2">
    <w:name w:val="annotation reference"/>
    <w:basedOn w:val="a0"/>
    <w:semiHidden/>
    <w:rPr>
      <w:rFonts w:ascii="Times New Roman" w:hAnsi="Times New Roman"/>
      <w:sz w:val="16"/>
    </w:rPr>
  </w:style>
  <w:style w:type="paragraph" w:styleId="af3">
    <w:name w:val="Balloon Text"/>
    <w:basedOn w:val="a"/>
    <w:semiHidden/>
    <w:rPr>
      <w:rFonts w:ascii="Tahoma" w:hAnsi="Tahoma" w:cs="Tahoma"/>
      <w:sz w:val="16"/>
      <w:szCs w:val="16"/>
    </w:rPr>
  </w:style>
  <w:style w:type="table" w:styleId="af4">
    <w:name w:val="Table Grid"/>
    <w:basedOn w:val="a1"/>
    <w:rsid w:val="00FE760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Верхній колонтитул Знак"/>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Верхний колонтитул Знак1 Знак Знак Знак Знак Знак"/>
    <w:basedOn w:val="a0"/>
    <w:link w:val="a3"/>
    <w:rsid w:val="00A5630F"/>
    <w:rPr>
      <w:noProof/>
      <w:sz w:val="26"/>
      <w:lang w:val="uk-UA" w:eastAsia="ru-RU" w:bidi="ar-SA"/>
    </w:rPr>
  </w:style>
  <w:style w:type="character" w:customStyle="1" w:styleId="21">
    <w:name w:val="Верхний колонтитул Знак Знак2"/>
    <w:aliases w:val="Верхний колонтитул Знак1 Знак Знак2,Верхний колонтитул Знак Знак Знак Знак2,Верхний колонтитул Знак1 Знак Знак Знак2 Знак1,Верхний колонтитул Знак Знак Знак Знак Знак Знак1,Верхний колонтитул Знак Знак1"/>
    <w:basedOn w:val="a0"/>
    <w:rsid w:val="00983B5B"/>
    <w:rPr>
      <w:sz w:val="26"/>
      <w:lang w:val="ru-RU" w:eastAsia="uk-UA" w:bidi="ar-SA"/>
    </w:rPr>
  </w:style>
  <w:style w:type="character" w:customStyle="1" w:styleId="af5">
    <w:name w:val="Верхний колонтитул Знак Знак Знак Знак Знак Знак Знак"/>
    <w:basedOn w:val="a0"/>
    <w:rsid w:val="002D2770"/>
    <w:rPr>
      <w:noProof/>
      <w:sz w:val="26"/>
      <w:lang w:val="uk-UA" w:eastAsia="ru-RU" w:bidi="ar-SA"/>
    </w:rPr>
  </w:style>
  <w:style w:type="character" w:customStyle="1" w:styleId="12">
    <w:name w:val="Верхний колонтитул Знак1 Знак2"/>
    <w:aliases w:val="Верхний колонтитул Знак Знак Знак2,Верхний колонтитул Знак1 Знак2 Знак Знак,Верхний колонтитул Знак Знак Знак2 Знак Знак,Верхний колонтитул Знак2 Знак Знак Знак Знак Знак"/>
    <w:basedOn w:val="a0"/>
    <w:rsid w:val="00BE5938"/>
    <w:rPr>
      <w:sz w:val="26"/>
      <w:lang w:val="ru-RU" w:eastAsia="uk-UA" w:bidi="ar-SA"/>
    </w:rPr>
  </w:style>
  <w:style w:type="character" w:customStyle="1" w:styleId="13">
    <w:name w:val="Верхний колонтитул Знак1 Знак Знак Знак Знак Знак Знак"/>
    <w:basedOn w:val="a0"/>
    <w:rsid w:val="004A329D"/>
    <w:rPr>
      <w:noProof/>
      <w:sz w:val="26"/>
      <w:lang w:val="uk-UA" w:eastAsia="ru-RU" w:bidi="ar-SA"/>
    </w:rPr>
  </w:style>
  <w:style w:type="paragraph" w:customStyle="1" w:styleId="af6">
    <w:name w:val=" Знак Знак Знак Знак Знак Знак"/>
    <w:basedOn w:val="a"/>
    <w:rsid w:val="005C26D8"/>
    <w:pPr>
      <w:jc w:val="left"/>
    </w:pPr>
    <w:rPr>
      <w:rFonts w:ascii="Verdana" w:hAnsi="Verdana" w:cs="Verdana"/>
      <w:noProof w:val="0"/>
      <w:sz w:val="20"/>
      <w:lang w:val="en-US" w:eastAsia="en-US"/>
    </w:rPr>
  </w:style>
  <w:style w:type="paragraph" w:customStyle="1" w:styleId="14">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2961"/>
    <w:pPr>
      <w:jc w:val="left"/>
    </w:pPr>
    <w:rPr>
      <w:rFonts w:ascii="Verdana" w:hAnsi="Verdana" w:cs="Verdana"/>
      <w:noProof w:val="0"/>
      <w:sz w:val="20"/>
      <w:lang w:val="en-US" w:eastAsia="en-US"/>
    </w:rPr>
  </w:style>
  <w:style w:type="paragraph" w:customStyle="1" w:styleId="15">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D31C45"/>
    <w:pPr>
      <w:jc w:val="left"/>
    </w:pPr>
    <w:rPr>
      <w:rFonts w:ascii="Verdana" w:hAnsi="Verdana" w:cs="Verdana"/>
      <w:noProof w:val="0"/>
      <w:sz w:val="20"/>
      <w:lang w:val="en-US" w:eastAsia="en-US"/>
    </w:rPr>
  </w:style>
  <w:style w:type="paragraph" w:customStyle="1" w:styleId="110">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
    <w:rsid w:val="00A63C73"/>
    <w:pPr>
      <w:jc w:val="left"/>
    </w:pPr>
    <w:rPr>
      <w:rFonts w:ascii="Verdana" w:hAnsi="Verdana" w:cs="Verdana"/>
      <w:noProof w:val="0"/>
      <w:sz w:val="20"/>
      <w:lang w:val="en-US" w:eastAsia="en-US"/>
    </w:rPr>
  </w:style>
  <w:style w:type="paragraph" w:customStyle="1" w:styleId="16">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link w:val="a0"/>
    <w:rsid w:val="00AC2779"/>
    <w:pPr>
      <w:jc w:val="left"/>
    </w:pPr>
    <w:rPr>
      <w:rFonts w:ascii="Verdana" w:hAnsi="Verdana" w:cs="Verdana"/>
      <w:noProof w:val="0"/>
      <w:sz w:val="20"/>
      <w:lang w:val="en-US" w:eastAsia="en-US"/>
    </w:rPr>
  </w:style>
  <w:style w:type="paragraph" w:customStyle="1" w:styleId="af7">
    <w:name w:val=" Знак Знак Знак Знак Знак Знак Знак"/>
    <w:basedOn w:val="a"/>
    <w:rsid w:val="00BC6E28"/>
    <w:pPr>
      <w:jc w:val="left"/>
    </w:pPr>
    <w:rPr>
      <w:rFonts w:ascii="Verdana" w:hAnsi="Verdana" w:cs="Verdana"/>
      <w:noProof w:val="0"/>
      <w:sz w:val="20"/>
      <w:lang w:val="en-US" w:eastAsia="en-US"/>
    </w:rPr>
  </w:style>
  <w:style w:type="paragraph" w:customStyle="1" w:styleId="111">
    <w:name w:val=" Знак Знак1 Знак1"/>
    <w:basedOn w:val="a"/>
    <w:rsid w:val="0007168E"/>
    <w:pPr>
      <w:jc w:val="left"/>
    </w:pPr>
    <w:rPr>
      <w:rFonts w:ascii="Verdana" w:hAnsi="Verdana" w:cs="Verdana"/>
      <w:noProof w:val="0"/>
      <w:sz w:val="20"/>
      <w:lang w:val="en-US" w:eastAsia="en-US"/>
    </w:rPr>
  </w:style>
  <w:style w:type="paragraph" w:customStyle="1" w:styleId="112">
    <w:name w:val=" Знак Знак1 Знак1 Знак Знак Знак Знак Знак Знак Знак Знак Знак Знак Знак Знак Знак Знак Знак Знак Знак Знак"/>
    <w:basedOn w:val="a"/>
    <w:rsid w:val="008A5189"/>
    <w:pPr>
      <w:jc w:val="left"/>
    </w:pPr>
    <w:rPr>
      <w:rFonts w:ascii="Verdana" w:hAnsi="Verdana" w:cs="Verdana"/>
      <w:noProof w:val="0"/>
      <w:sz w:val="20"/>
      <w:lang w:val="en-US" w:eastAsia="en-US"/>
    </w:rPr>
  </w:style>
  <w:style w:type="paragraph" w:customStyle="1" w:styleId="113">
    <w:name w:val=" Знак Знак1 Знак1 Знак Знак Знак Знак Знак Знак Знак Знак Знак Знак Знак Знак Знак Знак Знак"/>
    <w:basedOn w:val="a"/>
    <w:link w:val="a0"/>
    <w:rsid w:val="0025012D"/>
    <w:pPr>
      <w:jc w:val="left"/>
    </w:pPr>
    <w:rPr>
      <w:rFonts w:ascii="Verdana" w:hAnsi="Verdana" w:cs="Verdana"/>
      <w:noProof w:val="0"/>
      <w:sz w:val="20"/>
      <w:lang w:val="en-US" w:eastAsia="en-US"/>
    </w:rPr>
  </w:style>
  <w:style w:type="paragraph" w:customStyle="1" w:styleId="Normal">
    <w:name w:val="Normal"/>
    <w:rsid w:val="00894B5A"/>
    <w:rPr>
      <w:sz w:val="26"/>
      <w:lang w:eastAsia="ru-RU"/>
    </w:rPr>
  </w:style>
  <w:style w:type="paragraph" w:customStyle="1" w:styleId="17">
    <w:name w:val=" Знак Знак Знак Знак Знак Знак1 Знак Знак Знак"/>
    <w:basedOn w:val="a"/>
    <w:rsid w:val="00DD7630"/>
    <w:pPr>
      <w:jc w:val="left"/>
    </w:pPr>
    <w:rPr>
      <w:rFonts w:ascii="Verdana" w:hAnsi="Verdana" w:cs="Verdana"/>
      <w:noProof w:val="0"/>
      <w:sz w:val="20"/>
      <w:lang w:val="en-US" w:eastAsia="en-US"/>
    </w:rPr>
  </w:style>
  <w:style w:type="character" w:customStyle="1" w:styleId="18">
    <w:name w:val="Верхний колонтитул Знак Знак Знак Знак Знак Знак Знак1"/>
    <w:basedOn w:val="a0"/>
    <w:rsid w:val="00935887"/>
    <w:rPr>
      <w:noProof/>
      <w:sz w:val="26"/>
      <w:lang w:val="uk-UA" w:eastAsia="ru-RU" w:bidi="ar-SA"/>
    </w:rPr>
  </w:style>
  <w:style w:type="paragraph" w:customStyle="1" w:styleId="114">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5C5214"/>
    <w:pPr>
      <w:jc w:val="left"/>
    </w:pPr>
    <w:rPr>
      <w:rFonts w:ascii="Verdana" w:hAnsi="Verdana" w:cs="Verdana"/>
      <w:noProof w:val="0"/>
      <w:sz w:val="20"/>
      <w:lang w:val="en-US" w:eastAsia="en-US"/>
    </w:rPr>
  </w:style>
  <w:style w:type="character" w:customStyle="1" w:styleId="115">
    <w:name w:val="Верхний колонтитул Знак1 Знак Знак Знак Знак Знак Знак1"/>
    <w:basedOn w:val="a0"/>
    <w:rsid w:val="00861283"/>
    <w:rPr>
      <w:noProof/>
      <w:sz w:val="26"/>
      <w:lang w:val="uk-UA" w:eastAsia="ru-RU" w:bidi="ar-SA"/>
    </w:rPr>
  </w:style>
  <w:style w:type="paragraph" w:customStyle="1" w:styleId="22">
    <w:name w:val=" Знак Знак2"/>
    <w:basedOn w:val="a"/>
    <w:rsid w:val="00861283"/>
    <w:pPr>
      <w:jc w:val="left"/>
    </w:pPr>
    <w:rPr>
      <w:rFonts w:ascii="Verdana" w:hAnsi="Verdana" w:cs="Verdana"/>
      <w:noProof w:val="0"/>
      <w:sz w:val="20"/>
      <w:lang w:val="en-US" w:eastAsia="en-US"/>
    </w:rPr>
  </w:style>
  <w:style w:type="paragraph" w:customStyle="1" w:styleId="af8">
    <w:name w:val=" Знак Знак Знак Знак Знак"/>
    <w:basedOn w:val="a"/>
    <w:rsid w:val="00933600"/>
    <w:pPr>
      <w:jc w:val="left"/>
    </w:pPr>
    <w:rPr>
      <w:rFonts w:ascii="Verdana" w:hAnsi="Verdana" w:cs="Verdana"/>
      <w:noProof w:val="0"/>
      <w:sz w:val="20"/>
      <w:lang w:val="en-US" w:eastAsia="en-US"/>
    </w:rPr>
  </w:style>
  <w:style w:type="character" w:customStyle="1" w:styleId="19">
    <w:name w:val=" Знак1"/>
    <w:basedOn w:val="a0"/>
    <w:rsid w:val="00557F52"/>
    <w:rPr>
      <w:lang w:eastAsia="ru-RU"/>
    </w:rPr>
  </w:style>
  <w:style w:type="paragraph" w:customStyle="1" w:styleId="1a">
    <w:name w:val=" Знак Знак Знак Знак Знак Знак1 Знак Знак Знак Знак Знак"/>
    <w:basedOn w:val="a"/>
    <w:rsid w:val="00557F52"/>
    <w:pPr>
      <w:jc w:val="left"/>
    </w:pPr>
    <w:rPr>
      <w:rFonts w:ascii="Verdana" w:hAnsi="Verdana" w:cs="Verdana"/>
      <w:noProof w:val="0"/>
      <w:sz w:val="20"/>
      <w:lang w:val="en-US" w:eastAsia="en-US"/>
    </w:rPr>
  </w:style>
  <w:style w:type="character" w:customStyle="1" w:styleId="120">
    <w:name w:val="Верхний колонтитул Знак1 Знак Знак Знак Знак Знак Знак2"/>
    <w:basedOn w:val="a0"/>
    <w:rsid w:val="00C22158"/>
    <w:rPr>
      <w:noProof/>
      <w:sz w:val="26"/>
      <w:lang w:val="uk-UA" w:eastAsia="ru-RU" w:bidi="ar-SA"/>
    </w:rPr>
  </w:style>
  <w:style w:type="paragraph" w:customStyle="1" w:styleId="1b">
    <w:name w:val=" Знак Знак Знак Знак Знак Знак1"/>
    <w:basedOn w:val="a"/>
    <w:link w:val="a0"/>
    <w:rsid w:val="00300AFF"/>
    <w:pPr>
      <w:jc w:val="left"/>
    </w:pPr>
    <w:rPr>
      <w:rFonts w:ascii="Verdana" w:hAnsi="Verdana" w:cs="Verdana"/>
      <w:noProof w:val="0"/>
      <w:sz w:val="20"/>
      <w:lang w:val="en-US" w:eastAsia="en-US"/>
    </w:rPr>
  </w:style>
  <w:style w:type="paragraph" w:customStyle="1" w:styleId="116">
    <w:name w:val=" Знак Знак Знак Знак Знак Знак1 Знак Знак Знак1"/>
    <w:basedOn w:val="a"/>
    <w:rsid w:val="0037312B"/>
    <w:pPr>
      <w:jc w:val="left"/>
    </w:pPr>
    <w:rPr>
      <w:rFonts w:ascii="Verdana" w:hAnsi="Verdana" w:cs="Verdana"/>
      <w:noProof w:val="0"/>
      <w:sz w:val="20"/>
      <w:lang w:val="en-US" w:eastAsia="en-US"/>
    </w:rPr>
  </w:style>
  <w:style w:type="paragraph" w:customStyle="1" w:styleId="af9">
    <w:name w:val=" Знак Знак Знак Знак Знак Знак Знак Знак"/>
    <w:basedOn w:val="a"/>
    <w:rsid w:val="005E22CF"/>
    <w:pPr>
      <w:jc w:val="left"/>
    </w:pPr>
    <w:rPr>
      <w:rFonts w:ascii="Verdana" w:hAnsi="Verdana" w:cs="Verdana"/>
      <w:noProof w:val="0"/>
      <w:sz w:val="20"/>
      <w:lang w:val="en-US" w:eastAsia="en-US"/>
    </w:rPr>
  </w:style>
  <w:style w:type="paragraph" w:customStyle="1" w:styleId="117">
    <w:name w:val=" Знак Знак Знак Знак Знак Знак1 Знак Знак Знак1 Знак Знак"/>
    <w:basedOn w:val="a"/>
    <w:rsid w:val="000D6648"/>
    <w:pPr>
      <w:jc w:val="left"/>
    </w:pPr>
    <w:rPr>
      <w:rFonts w:ascii="Verdana" w:hAnsi="Verdana" w:cs="Verdana"/>
      <w:noProof w:val="0"/>
      <w:sz w:val="20"/>
      <w:lang w:val="en-US" w:eastAsia="en-US"/>
    </w:rPr>
  </w:style>
  <w:style w:type="character" w:customStyle="1" w:styleId="118">
    <w:name w:val="Верхний колонтитул Знак1 Знак1"/>
    <w:aliases w:val="Верхний колонтитул Знак Знак Знак1,Верхний колонтитул Знак1 Знак Знак Знак1,Верхний колонтитул Знак Знак Знак Знак Знак1,Верхний колонтитул Знак1 Знак Знак Знак Знак Знак1"/>
    <w:basedOn w:val="a0"/>
    <w:rsid w:val="00253715"/>
    <w:rPr>
      <w:noProof/>
      <w:sz w:val="26"/>
      <w:lang w:val="uk-UA" w:eastAsia="ru-RU" w:bidi="ar-SA"/>
    </w:rPr>
  </w:style>
  <w:style w:type="character" w:customStyle="1" w:styleId="31">
    <w:name w:val="Верхний колонтитул Знак Знак3"/>
    <w:aliases w:val="Верхний колонтитул Знак1 Знак Знак1,Верхний колонтитул Знак Знак Знак Знак1,Верхний колонтитул Знак1 Знак Знак Знак Знак1,Верхний колонтитул Знак Знак Знак Знак Знак Знак2"/>
    <w:basedOn w:val="a0"/>
    <w:rsid w:val="00253715"/>
    <w:rPr>
      <w:noProof/>
      <w:sz w:val="26"/>
      <w:lang w:val="uk-UA" w:eastAsia="ru-RU" w:bidi="ar-SA"/>
    </w:rPr>
  </w:style>
  <w:style w:type="paragraph" w:customStyle="1" w:styleId="1c">
    <w:name w:val=" Знак1 Знак Знак Знак Знак Знак Знак Знак Знак Знак"/>
    <w:basedOn w:val="a"/>
    <w:rsid w:val="0061727C"/>
    <w:pPr>
      <w:jc w:val="left"/>
    </w:pPr>
    <w:rPr>
      <w:rFonts w:ascii="Verdana" w:hAnsi="Verdana" w:cs="Verdana"/>
      <w:noProof w:val="0"/>
      <w:sz w:val="20"/>
      <w:lang w:val="en-US" w:eastAsia="en-US"/>
    </w:rPr>
  </w:style>
  <w:style w:type="character" w:styleId="afa">
    <w:name w:val="Strong"/>
    <w:basedOn w:val="a0"/>
    <w:uiPriority w:val="22"/>
    <w:qFormat/>
    <w:rsid w:val="00D22B84"/>
    <w:rPr>
      <w:b/>
      <w:bCs/>
    </w:rPr>
  </w:style>
  <w:style w:type="paragraph" w:customStyle="1" w:styleId="normal0">
    <w:name w:val="normal"/>
    <w:rsid w:val="00C574AF"/>
    <w:rPr>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348021420">
      <w:bodyDiv w:val="1"/>
      <w:marLeft w:val="0"/>
      <w:marRight w:val="0"/>
      <w:marTop w:val="0"/>
      <w:marBottom w:val="0"/>
      <w:divBdr>
        <w:top w:val="none" w:sz="0" w:space="0" w:color="auto"/>
        <w:left w:val="none" w:sz="0" w:space="0" w:color="auto"/>
        <w:bottom w:val="none" w:sz="0" w:space="0" w:color="auto"/>
        <w:right w:val="none" w:sz="0" w:space="0" w:color="auto"/>
      </w:divBdr>
    </w:div>
    <w:div w:id="364672840">
      <w:bodyDiv w:val="1"/>
      <w:marLeft w:val="0"/>
      <w:marRight w:val="0"/>
      <w:marTop w:val="0"/>
      <w:marBottom w:val="0"/>
      <w:divBdr>
        <w:top w:val="none" w:sz="0" w:space="0" w:color="auto"/>
        <w:left w:val="none" w:sz="0" w:space="0" w:color="auto"/>
        <w:bottom w:val="none" w:sz="0" w:space="0" w:color="auto"/>
        <w:right w:val="none" w:sz="0" w:space="0" w:color="auto"/>
      </w:divBdr>
    </w:div>
    <w:div w:id="379550374">
      <w:bodyDiv w:val="1"/>
      <w:marLeft w:val="0"/>
      <w:marRight w:val="0"/>
      <w:marTop w:val="0"/>
      <w:marBottom w:val="0"/>
      <w:divBdr>
        <w:top w:val="none" w:sz="0" w:space="0" w:color="auto"/>
        <w:left w:val="none" w:sz="0" w:space="0" w:color="auto"/>
        <w:bottom w:val="none" w:sz="0" w:space="0" w:color="auto"/>
        <w:right w:val="none" w:sz="0" w:space="0" w:color="auto"/>
      </w:divBdr>
    </w:div>
    <w:div w:id="436601509">
      <w:bodyDiv w:val="1"/>
      <w:marLeft w:val="0"/>
      <w:marRight w:val="0"/>
      <w:marTop w:val="0"/>
      <w:marBottom w:val="0"/>
      <w:divBdr>
        <w:top w:val="none" w:sz="0" w:space="0" w:color="auto"/>
        <w:left w:val="none" w:sz="0" w:space="0" w:color="auto"/>
        <w:bottom w:val="none" w:sz="0" w:space="0" w:color="auto"/>
        <w:right w:val="none" w:sz="0" w:space="0" w:color="auto"/>
      </w:divBdr>
    </w:div>
    <w:div w:id="532113853">
      <w:bodyDiv w:val="1"/>
      <w:marLeft w:val="0"/>
      <w:marRight w:val="0"/>
      <w:marTop w:val="0"/>
      <w:marBottom w:val="0"/>
      <w:divBdr>
        <w:top w:val="none" w:sz="0" w:space="0" w:color="auto"/>
        <w:left w:val="none" w:sz="0" w:space="0" w:color="auto"/>
        <w:bottom w:val="none" w:sz="0" w:space="0" w:color="auto"/>
        <w:right w:val="none" w:sz="0" w:space="0" w:color="auto"/>
      </w:divBdr>
    </w:div>
    <w:div w:id="791823304">
      <w:bodyDiv w:val="1"/>
      <w:marLeft w:val="0"/>
      <w:marRight w:val="0"/>
      <w:marTop w:val="0"/>
      <w:marBottom w:val="0"/>
      <w:divBdr>
        <w:top w:val="none" w:sz="0" w:space="0" w:color="auto"/>
        <w:left w:val="none" w:sz="0" w:space="0" w:color="auto"/>
        <w:bottom w:val="none" w:sz="0" w:space="0" w:color="auto"/>
        <w:right w:val="none" w:sz="0" w:space="0" w:color="auto"/>
      </w:divBdr>
    </w:div>
    <w:div w:id="1386181662">
      <w:bodyDiv w:val="1"/>
      <w:marLeft w:val="0"/>
      <w:marRight w:val="0"/>
      <w:marTop w:val="0"/>
      <w:marBottom w:val="0"/>
      <w:divBdr>
        <w:top w:val="none" w:sz="0" w:space="0" w:color="auto"/>
        <w:left w:val="none" w:sz="0" w:space="0" w:color="auto"/>
        <w:bottom w:val="none" w:sz="0" w:space="0" w:color="auto"/>
        <w:right w:val="none" w:sz="0" w:space="0" w:color="auto"/>
      </w:divBdr>
    </w:div>
    <w:div w:id="1630936798">
      <w:bodyDiv w:val="1"/>
      <w:marLeft w:val="0"/>
      <w:marRight w:val="0"/>
      <w:marTop w:val="0"/>
      <w:marBottom w:val="0"/>
      <w:divBdr>
        <w:top w:val="none" w:sz="0" w:space="0" w:color="auto"/>
        <w:left w:val="none" w:sz="0" w:space="0" w:color="auto"/>
        <w:bottom w:val="none" w:sz="0" w:space="0" w:color="auto"/>
        <w:right w:val="none" w:sz="0" w:space="0" w:color="auto"/>
      </w:divBdr>
    </w:div>
    <w:div w:id="210903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lanky\bl-rozpor.dot"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139C8-A1A2-4E86-A8D7-63B189080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bl-rozpor</Template>
  <TotalTime>1</TotalTime>
  <Pages>2</Pages>
  <Words>1147</Words>
  <Characters>655</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Про нагородження Почесною Грамотою облдержадміністрації</vt:lpstr>
    </vt:vector>
  </TitlesOfParts>
  <Company>LSA</Company>
  <LinksUpToDate>false</LinksUpToDate>
  <CharactersWithSpaces>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нагородження Почесною Грамотою облдержадміністрації</dc:title>
  <dc:creator>info2</dc:creator>
  <cp:lastModifiedBy>Галина Жуковська</cp:lastModifiedBy>
  <cp:revision>2</cp:revision>
  <cp:lastPrinted>2016-12-06T10:04:00Z</cp:lastPrinted>
  <dcterms:created xsi:type="dcterms:W3CDTF">2016-12-21T07:55:00Z</dcterms:created>
  <dcterms:modified xsi:type="dcterms:W3CDTF">2016-12-21T07:55:00Z</dcterms:modified>
</cp:coreProperties>
</file>