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7D0" w:rsidRDefault="004627D0" w:rsidP="004627D0">
      <w:pPr>
        <w:pStyle w:val="normal0"/>
        <w:tabs>
          <w:tab w:val="left" w:pos="1350"/>
        </w:tabs>
        <w:ind w:left="-180" w:right="-185" w:firstLine="180"/>
        <w:rPr>
          <w:b/>
          <w:bCs/>
          <w:caps/>
          <w:color w:val="2F6FFF"/>
          <w:spacing w:val="-10"/>
          <w:sz w:val="28"/>
          <w:szCs w:val="28"/>
        </w:rPr>
      </w:pPr>
      <w:r>
        <w:rPr>
          <w:noProof/>
          <w:color w:val="6EA8FE"/>
          <w:sz w:val="28"/>
          <w:szCs w:val="28"/>
          <w:lang w:eastAsia="uk-UA"/>
        </w:rPr>
        <w:t xml:space="preserve">                                                               </w:t>
      </w:r>
      <w:r>
        <w:rPr>
          <w:noProof/>
          <w:color w:val="6EA8FE"/>
          <w:sz w:val="28"/>
          <w:szCs w:val="28"/>
          <w:lang w:eastAsia="uk-UA"/>
        </w:rPr>
        <w:drawing>
          <wp:inline distT="0" distB="0" distL="0" distR="0">
            <wp:extent cx="466090" cy="5518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090" cy="551815"/>
                    </a:xfrm>
                    <a:prstGeom prst="rect">
                      <a:avLst/>
                    </a:prstGeom>
                    <a:solidFill>
                      <a:srgbClr val="FFFFFF"/>
                    </a:solidFill>
                    <a:ln w="9525">
                      <a:noFill/>
                      <a:miter lim="800000"/>
                      <a:headEnd/>
                      <a:tailEnd/>
                    </a:ln>
                  </pic:spPr>
                </pic:pic>
              </a:graphicData>
            </a:graphic>
          </wp:inline>
        </w:drawing>
      </w:r>
    </w:p>
    <w:p w:rsidR="004627D0" w:rsidRDefault="004627D0" w:rsidP="004627D0">
      <w:pPr>
        <w:spacing w:before="120"/>
        <w:jc w:val="center"/>
        <w:rPr>
          <w:b/>
          <w:bCs/>
          <w:caps/>
          <w:color w:val="2F6FFF"/>
          <w:spacing w:val="90"/>
          <w:sz w:val="28"/>
          <w:szCs w:val="28"/>
        </w:rPr>
      </w:pPr>
      <w:r>
        <w:rPr>
          <w:b/>
          <w:bCs/>
          <w:caps/>
          <w:color w:val="2F6FFF"/>
          <w:spacing w:val="-10"/>
          <w:sz w:val="28"/>
        </w:rPr>
        <w:t>ЛЬВІВСЬКА ОБЛАСНА ДЕРЖАВНА АДМІНІСТРАЦІЯ</w:t>
      </w:r>
    </w:p>
    <w:p w:rsidR="004627D0" w:rsidRDefault="004627D0" w:rsidP="004627D0">
      <w:pPr>
        <w:spacing w:before="120"/>
        <w:jc w:val="center"/>
        <w:rPr>
          <w:color w:val="2F6FFF"/>
          <w:sz w:val="28"/>
        </w:rPr>
      </w:pPr>
      <w:r>
        <w:rPr>
          <w:b/>
          <w:bCs/>
          <w:caps/>
          <w:color w:val="2F6FFF"/>
          <w:spacing w:val="90"/>
          <w:sz w:val="28"/>
        </w:rPr>
        <w:t xml:space="preserve">  РоЗПОРЯДЖЕННЯ</w:t>
      </w:r>
    </w:p>
    <w:p w:rsidR="004627D0" w:rsidRDefault="004627D0" w:rsidP="004627D0">
      <w:pPr>
        <w:spacing w:before="120"/>
        <w:rPr>
          <w:color w:val="2F6FFF"/>
          <w:sz w:val="28"/>
          <w:szCs w:val="28"/>
        </w:rPr>
      </w:pPr>
      <w:r>
        <w:rPr>
          <w:color w:val="2F6FFF"/>
          <w:sz w:val="28"/>
        </w:rPr>
        <w:t>1</w:t>
      </w:r>
      <w:r>
        <w:rPr>
          <w:color w:val="2F6FFF"/>
          <w:sz w:val="28"/>
          <w:lang w:val="en-US"/>
        </w:rPr>
        <w:t>6</w:t>
      </w:r>
      <w:r>
        <w:rPr>
          <w:color w:val="2F6FFF"/>
          <w:sz w:val="28"/>
        </w:rPr>
        <w:t xml:space="preserve"> грудня 2016 року</w:t>
      </w:r>
      <w:r>
        <w:rPr>
          <w:color w:val="2F6FFF"/>
          <w:sz w:val="28"/>
        </w:rPr>
        <w:tab/>
        <w:t xml:space="preserve">             </w:t>
      </w:r>
      <w:r>
        <w:rPr>
          <w:color w:val="2F6FFF"/>
          <w:sz w:val="28"/>
        </w:rPr>
        <w:tab/>
        <w:t xml:space="preserve">                                              № </w:t>
      </w:r>
      <w:r>
        <w:rPr>
          <w:color w:val="2F6FFF"/>
          <w:sz w:val="28"/>
          <w:lang w:val="ru-RU"/>
        </w:rPr>
        <w:t>10</w:t>
      </w:r>
      <w:r>
        <w:rPr>
          <w:color w:val="2F6FFF"/>
          <w:sz w:val="28"/>
          <w:lang w:val="en-US"/>
        </w:rPr>
        <w:t>20</w:t>
      </w:r>
      <w:r>
        <w:rPr>
          <w:color w:val="2F6FFF"/>
          <w:sz w:val="28"/>
        </w:rPr>
        <w:t>/0/5-16</w:t>
      </w:r>
    </w:p>
    <w:p w:rsidR="004627D0" w:rsidRPr="00313517" w:rsidRDefault="004627D0" w:rsidP="004627D0">
      <w:pPr>
        <w:pStyle w:val="LO-Normal"/>
        <w:jc w:val="left"/>
        <w:rPr>
          <w:b/>
          <w:i/>
          <w:sz w:val="28"/>
          <w:szCs w:val="28"/>
        </w:rPr>
      </w:pPr>
    </w:p>
    <w:p w:rsidR="00C0394A" w:rsidRDefault="00C0394A" w:rsidP="00F430AC">
      <w:pPr>
        <w:pStyle w:val="a3"/>
        <w:tabs>
          <w:tab w:val="left" w:pos="708"/>
        </w:tabs>
        <w:ind w:firstLine="425"/>
        <w:rPr>
          <w:sz w:val="28"/>
        </w:rPr>
      </w:pPr>
    </w:p>
    <w:p w:rsidR="00793CBD" w:rsidRDefault="00793CBD"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C0394A" w:rsidRPr="00F73F86" w:rsidRDefault="00C0394A" w:rsidP="00C0394A">
      <w:pPr>
        <w:spacing w:line="288" w:lineRule="auto"/>
        <w:rPr>
          <w:b/>
          <w:i/>
          <w:noProof w:val="0"/>
          <w:sz w:val="28"/>
          <w:szCs w:val="28"/>
        </w:rPr>
      </w:pPr>
      <w:r w:rsidRPr="00F73F86">
        <w:rPr>
          <w:b/>
          <w:i/>
          <w:noProof w:val="0"/>
          <w:sz w:val="28"/>
          <w:szCs w:val="28"/>
        </w:rPr>
        <w:t>Про нагородження</w:t>
      </w:r>
      <w:r>
        <w:rPr>
          <w:b/>
          <w:i/>
          <w:noProof w:val="0"/>
          <w:sz w:val="28"/>
          <w:szCs w:val="28"/>
        </w:rPr>
        <w:t xml:space="preserve"> </w:t>
      </w:r>
    </w:p>
    <w:p w:rsidR="00B952FA" w:rsidRPr="00F776A5" w:rsidRDefault="00B952FA" w:rsidP="00B952FA">
      <w:pPr>
        <w:pStyle w:val="a3"/>
        <w:tabs>
          <w:tab w:val="clear" w:pos="4320"/>
          <w:tab w:val="clear" w:pos="8640"/>
        </w:tabs>
        <w:ind w:firstLine="567"/>
        <w:rPr>
          <w:bCs/>
          <w:noProof w:val="0"/>
          <w:sz w:val="36"/>
          <w:szCs w:val="36"/>
        </w:rPr>
      </w:pPr>
    </w:p>
    <w:p w:rsidR="00CF32C3" w:rsidRPr="00EC2E49" w:rsidRDefault="00CF32C3" w:rsidP="00CF32C3">
      <w:pPr>
        <w:pStyle w:val="a3"/>
        <w:tabs>
          <w:tab w:val="left" w:pos="708"/>
        </w:tabs>
        <w:ind w:firstLine="567"/>
        <w:rPr>
          <w:sz w:val="28"/>
          <w:szCs w:val="28"/>
        </w:rPr>
      </w:pPr>
      <w:r w:rsidRPr="00AE2234">
        <w:rPr>
          <w:sz w:val="28"/>
          <w:szCs w:val="28"/>
        </w:rPr>
        <w:t>За</w:t>
      </w:r>
      <w:r w:rsidR="00A96017">
        <w:rPr>
          <w:sz w:val="28"/>
          <w:szCs w:val="28"/>
        </w:rPr>
        <w:t xml:space="preserve"> високий професіоналізм, </w:t>
      </w:r>
      <w:r w:rsidR="00C14BED">
        <w:rPr>
          <w:sz w:val="28"/>
          <w:szCs w:val="28"/>
        </w:rPr>
        <w:t xml:space="preserve">багаторічну сумлінну працю, вагомий особистий внесок у надання правової допомоги громадянам </w:t>
      </w:r>
      <w:r w:rsidR="00C91032">
        <w:rPr>
          <w:sz w:val="28"/>
          <w:szCs w:val="28"/>
        </w:rPr>
        <w:t xml:space="preserve">та </w:t>
      </w:r>
      <w:r w:rsidR="00134BE9" w:rsidRPr="00134BE9">
        <w:rPr>
          <w:sz w:val="28"/>
          <w:szCs w:val="28"/>
        </w:rPr>
        <w:t xml:space="preserve">з нагоди Дня </w:t>
      </w:r>
      <w:r w:rsidR="00C14BED">
        <w:rPr>
          <w:sz w:val="28"/>
          <w:szCs w:val="28"/>
        </w:rPr>
        <w:t>адвокатури</w:t>
      </w:r>
      <w:r w:rsidR="00357E74" w:rsidRPr="00EC2E49">
        <w:rPr>
          <w:sz w:val="28"/>
          <w:szCs w:val="28"/>
        </w:rPr>
        <w:t>:</w:t>
      </w:r>
    </w:p>
    <w:p w:rsidR="00CA1619" w:rsidRPr="00AE2234" w:rsidRDefault="00CA1619" w:rsidP="00C7525D">
      <w:pPr>
        <w:pStyle w:val="a3"/>
        <w:tabs>
          <w:tab w:val="left" w:pos="708"/>
        </w:tabs>
        <w:ind w:firstLine="567"/>
        <w:rPr>
          <w:bCs/>
          <w:noProof w:val="0"/>
          <w:sz w:val="28"/>
          <w:szCs w:val="28"/>
        </w:rPr>
      </w:pPr>
    </w:p>
    <w:p w:rsidR="00C7525D" w:rsidRDefault="00C7525D" w:rsidP="00C7525D">
      <w:pPr>
        <w:pStyle w:val="a3"/>
        <w:tabs>
          <w:tab w:val="left" w:pos="708"/>
        </w:tabs>
        <w:ind w:firstLine="567"/>
        <w:rPr>
          <w:bCs/>
          <w:noProof w:val="0"/>
          <w:sz w:val="28"/>
          <w:szCs w:val="28"/>
        </w:rPr>
      </w:pPr>
      <w:r w:rsidRPr="00AE2234">
        <w:rPr>
          <w:bCs/>
          <w:noProof w:val="0"/>
          <w:sz w:val="28"/>
          <w:szCs w:val="28"/>
        </w:rPr>
        <w:t>Оголосити Подяку голови облдержадміністрації:</w:t>
      </w:r>
    </w:p>
    <w:p w:rsidR="001A21CB" w:rsidRDefault="001A21CB" w:rsidP="00A2766C">
      <w:pPr>
        <w:pStyle w:val="a3"/>
        <w:tabs>
          <w:tab w:val="clear" w:pos="4320"/>
          <w:tab w:val="clear" w:pos="8640"/>
        </w:tabs>
        <w:ind w:firstLine="567"/>
        <w:rPr>
          <w:noProof w:val="0"/>
          <w:sz w:val="28"/>
          <w:szCs w:val="28"/>
        </w:rPr>
      </w:pPr>
    </w:p>
    <w:tbl>
      <w:tblPr>
        <w:tblW w:w="9486" w:type="dxa"/>
        <w:tblInd w:w="108" w:type="dxa"/>
        <w:tblLayout w:type="fixed"/>
        <w:tblLook w:val="0000"/>
      </w:tblPr>
      <w:tblGrid>
        <w:gridCol w:w="3261"/>
        <w:gridCol w:w="6225"/>
      </w:tblGrid>
      <w:tr w:rsidR="00DE7FFD" w:rsidRPr="00E01C5F" w:rsidTr="00CB712B">
        <w:tblPrEx>
          <w:tblCellMar>
            <w:top w:w="0" w:type="dxa"/>
            <w:bottom w:w="0" w:type="dxa"/>
          </w:tblCellMar>
        </w:tblPrEx>
        <w:tc>
          <w:tcPr>
            <w:tcW w:w="3261" w:type="dxa"/>
          </w:tcPr>
          <w:p w:rsidR="00A03CE4" w:rsidRDefault="009F5EE3" w:rsidP="00CB712B">
            <w:pPr>
              <w:pStyle w:val="ad"/>
              <w:rPr>
                <w:sz w:val="28"/>
                <w:szCs w:val="28"/>
              </w:rPr>
            </w:pPr>
            <w:r>
              <w:rPr>
                <w:sz w:val="28"/>
                <w:szCs w:val="28"/>
              </w:rPr>
              <w:t>ЯНКО</w:t>
            </w:r>
            <w:r>
              <w:rPr>
                <w:sz w:val="28"/>
                <w:szCs w:val="28"/>
              </w:rPr>
              <w:br/>
              <w:t xml:space="preserve">Галині </w:t>
            </w:r>
            <w:r w:rsidR="006C267E">
              <w:rPr>
                <w:sz w:val="28"/>
                <w:szCs w:val="28"/>
              </w:rPr>
              <w:t>Петрівні</w:t>
            </w:r>
          </w:p>
        </w:tc>
        <w:tc>
          <w:tcPr>
            <w:tcW w:w="6225" w:type="dxa"/>
          </w:tcPr>
          <w:p w:rsidR="004723FE" w:rsidRDefault="00A03CE4" w:rsidP="009F5EE3">
            <w:pPr>
              <w:pStyle w:val="ad"/>
              <w:rPr>
                <w:sz w:val="28"/>
                <w:szCs w:val="28"/>
              </w:rPr>
            </w:pPr>
            <w:r>
              <w:rPr>
                <w:sz w:val="28"/>
                <w:szCs w:val="28"/>
              </w:rPr>
              <w:t>- </w:t>
            </w:r>
            <w:r w:rsidR="004723FE">
              <w:rPr>
                <w:sz w:val="28"/>
                <w:szCs w:val="28"/>
              </w:rPr>
              <w:t>адвокатові</w:t>
            </w:r>
          </w:p>
          <w:p w:rsidR="007949D2" w:rsidRDefault="007949D2" w:rsidP="009F5EE3">
            <w:pPr>
              <w:pStyle w:val="ad"/>
              <w:rPr>
                <w:sz w:val="28"/>
                <w:szCs w:val="28"/>
              </w:rPr>
            </w:pPr>
          </w:p>
          <w:p w:rsidR="007949D2" w:rsidRPr="00E01C5F" w:rsidRDefault="007949D2" w:rsidP="009F5EE3">
            <w:pPr>
              <w:pStyle w:val="ad"/>
              <w:rPr>
                <w:sz w:val="28"/>
                <w:szCs w:val="28"/>
              </w:rPr>
            </w:pPr>
          </w:p>
        </w:tc>
      </w:tr>
      <w:tr w:rsidR="00A96017" w:rsidRPr="00E01C5F" w:rsidTr="00CB712B">
        <w:tblPrEx>
          <w:tblCellMar>
            <w:top w:w="0" w:type="dxa"/>
            <w:bottom w:w="0" w:type="dxa"/>
          </w:tblCellMar>
        </w:tblPrEx>
        <w:tc>
          <w:tcPr>
            <w:tcW w:w="3261" w:type="dxa"/>
          </w:tcPr>
          <w:p w:rsidR="00A03CE4" w:rsidRDefault="00A770C5" w:rsidP="00CB712B">
            <w:pPr>
              <w:pStyle w:val="ad"/>
              <w:rPr>
                <w:sz w:val="28"/>
                <w:szCs w:val="28"/>
              </w:rPr>
            </w:pPr>
            <w:r>
              <w:rPr>
                <w:sz w:val="28"/>
                <w:szCs w:val="28"/>
              </w:rPr>
              <w:t>ВІКТЮКУ</w:t>
            </w:r>
            <w:r>
              <w:rPr>
                <w:sz w:val="28"/>
                <w:szCs w:val="28"/>
              </w:rPr>
              <w:br/>
              <w:t xml:space="preserve">Роману </w:t>
            </w:r>
            <w:r w:rsidR="006C267E">
              <w:rPr>
                <w:sz w:val="28"/>
                <w:szCs w:val="28"/>
              </w:rPr>
              <w:t>Орестовичу</w:t>
            </w:r>
          </w:p>
        </w:tc>
        <w:tc>
          <w:tcPr>
            <w:tcW w:w="6225" w:type="dxa"/>
          </w:tcPr>
          <w:p w:rsidR="00A96017" w:rsidRPr="00E01C5F" w:rsidRDefault="00A03CE4" w:rsidP="009F5EE3">
            <w:pPr>
              <w:pStyle w:val="ad"/>
              <w:rPr>
                <w:sz w:val="28"/>
                <w:szCs w:val="28"/>
              </w:rPr>
            </w:pPr>
            <w:r>
              <w:rPr>
                <w:sz w:val="28"/>
                <w:szCs w:val="28"/>
              </w:rPr>
              <w:t>- </w:t>
            </w:r>
            <w:r w:rsidR="004723FE">
              <w:rPr>
                <w:sz w:val="28"/>
                <w:szCs w:val="28"/>
              </w:rPr>
              <w:t>адвокатові</w:t>
            </w:r>
          </w:p>
        </w:tc>
      </w:tr>
    </w:tbl>
    <w:p w:rsidR="00DE7FFD" w:rsidRDefault="00DE7FFD" w:rsidP="00A2766C">
      <w:pPr>
        <w:pStyle w:val="a3"/>
        <w:tabs>
          <w:tab w:val="clear" w:pos="4320"/>
          <w:tab w:val="clear" w:pos="8640"/>
        </w:tabs>
        <w:ind w:left="851" w:hanging="709"/>
        <w:jc w:val="left"/>
        <w:rPr>
          <w:b/>
          <w:noProof w:val="0"/>
          <w:sz w:val="28"/>
          <w:szCs w:val="28"/>
        </w:rPr>
      </w:pPr>
    </w:p>
    <w:p w:rsidR="00134BE9" w:rsidRDefault="00134BE9" w:rsidP="00A2766C">
      <w:pPr>
        <w:pStyle w:val="a3"/>
        <w:tabs>
          <w:tab w:val="clear" w:pos="4320"/>
          <w:tab w:val="clear" w:pos="8640"/>
        </w:tabs>
        <w:ind w:left="851" w:hanging="709"/>
        <w:jc w:val="left"/>
        <w:rPr>
          <w:b/>
          <w:noProof w:val="0"/>
          <w:sz w:val="28"/>
          <w:szCs w:val="28"/>
        </w:rPr>
      </w:pPr>
    </w:p>
    <w:p w:rsidR="004F278F" w:rsidRPr="00092FB9" w:rsidRDefault="004F278F" w:rsidP="004F278F">
      <w:pPr>
        <w:pStyle w:val="a3"/>
        <w:tabs>
          <w:tab w:val="clear" w:pos="4320"/>
          <w:tab w:val="clear" w:pos="8640"/>
        </w:tabs>
        <w:ind w:firstLine="567"/>
        <w:rPr>
          <w:b/>
          <w:noProof w:val="0"/>
          <w:sz w:val="28"/>
          <w:szCs w:val="28"/>
        </w:rPr>
      </w:pPr>
      <w:r w:rsidRPr="00092FB9">
        <w:rPr>
          <w:noProof w:val="0"/>
          <w:sz w:val="28"/>
          <w:szCs w:val="28"/>
        </w:rPr>
        <w:t>Підстава</w:t>
      </w:r>
      <w:r w:rsidRPr="00FC66FE">
        <w:rPr>
          <w:noProof w:val="0"/>
          <w:sz w:val="28"/>
          <w:szCs w:val="28"/>
        </w:rPr>
        <w:t xml:space="preserve">: </w:t>
      </w:r>
      <w:r w:rsidRPr="001A21CB">
        <w:rPr>
          <w:noProof w:val="0"/>
          <w:sz w:val="28"/>
          <w:szCs w:val="28"/>
        </w:rPr>
        <w:t>лист</w:t>
      </w:r>
      <w:r w:rsidRPr="002C449F">
        <w:rPr>
          <w:noProof w:val="0"/>
          <w:sz w:val="28"/>
          <w:szCs w:val="28"/>
        </w:rPr>
        <w:t xml:space="preserve"> </w:t>
      </w:r>
      <w:r w:rsidR="009F5EE3">
        <w:rPr>
          <w:noProof w:val="0"/>
          <w:sz w:val="28"/>
          <w:szCs w:val="28"/>
        </w:rPr>
        <w:t xml:space="preserve">Відокремленого підрозділу </w:t>
      </w:r>
      <w:r w:rsidR="009F5EE3">
        <w:rPr>
          <w:sz w:val="28"/>
          <w:szCs w:val="28"/>
        </w:rPr>
        <w:t>Громадської організації «Правий сектор»</w:t>
      </w:r>
      <w:r w:rsidR="004723FE">
        <w:rPr>
          <w:sz w:val="28"/>
          <w:szCs w:val="28"/>
        </w:rPr>
        <w:t xml:space="preserve"> </w:t>
      </w:r>
      <w:r w:rsidR="00A770C5">
        <w:rPr>
          <w:sz w:val="28"/>
          <w:szCs w:val="28"/>
        </w:rPr>
        <w:t xml:space="preserve">у Львівській області </w:t>
      </w:r>
      <w:r>
        <w:rPr>
          <w:sz w:val="28"/>
          <w:szCs w:val="28"/>
        </w:rPr>
        <w:t xml:space="preserve">від </w:t>
      </w:r>
      <w:r w:rsidR="009F5EE3">
        <w:rPr>
          <w:sz w:val="28"/>
          <w:szCs w:val="28"/>
        </w:rPr>
        <w:t>15.12</w:t>
      </w:r>
      <w:r w:rsidR="00A96017">
        <w:rPr>
          <w:sz w:val="28"/>
          <w:szCs w:val="28"/>
        </w:rPr>
        <w:t>.2016 №</w:t>
      </w:r>
      <w:r w:rsidR="00C91032">
        <w:rPr>
          <w:sz w:val="28"/>
          <w:szCs w:val="28"/>
        </w:rPr>
        <w:t xml:space="preserve"> </w:t>
      </w:r>
      <w:r w:rsidR="009F5EE3">
        <w:rPr>
          <w:sz w:val="28"/>
          <w:szCs w:val="28"/>
        </w:rPr>
        <w:t>15/12-1</w:t>
      </w:r>
      <w:r>
        <w:rPr>
          <w:sz w:val="28"/>
        </w:rPr>
        <w:t>.</w:t>
      </w:r>
    </w:p>
    <w:p w:rsidR="00134BE9" w:rsidRDefault="00134BE9" w:rsidP="00A2766C">
      <w:pPr>
        <w:pStyle w:val="a3"/>
        <w:tabs>
          <w:tab w:val="clear" w:pos="4320"/>
          <w:tab w:val="clear" w:pos="8640"/>
        </w:tabs>
        <w:ind w:left="851" w:hanging="709"/>
        <w:jc w:val="left"/>
        <w:rPr>
          <w:b/>
          <w:noProof w:val="0"/>
          <w:sz w:val="28"/>
          <w:szCs w:val="28"/>
        </w:rPr>
      </w:pPr>
    </w:p>
    <w:p w:rsidR="00134BE9" w:rsidRDefault="00134BE9" w:rsidP="00A2766C">
      <w:pPr>
        <w:pStyle w:val="a3"/>
        <w:tabs>
          <w:tab w:val="clear" w:pos="4320"/>
          <w:tab w:val="clear" w:pos="8640"/>
        </w:tabs>
        <w:ind w:left="851" w:hanging="709"/>
        <w:jc w:val="left"/>
        <w:rPr>
          <w:b/>
          <w:noProof w:val="0"/>
          <w:sz w:val="28"/>
          <w:szCs w:val="28"/>
        </w:rPr>
      </w:pPr>
    </w:p>
    <w:p w:rsidR="00134BE9" w:rsidRDefault="00134BE9" w:rsidP="00A2766C">
      <w:pPr>
        <w:pStyle w:val="a3"/>
        <w:tabs>
          <w:tab w:val="clear" w:pos="4320"/>
          <w:tab w:val="clear" w:pos="8640"/>
        </w:tabs>
        <w:ind w:left="851" w:hanging="709"/>
        <w:jc w:val="left"/>
        <w:rPr>
          <w:b/>
          <w:noProof w:val="0"/>
          <w:sz w:val="28"/>
          <w:szCs w:val="28"/>
        </w:rPr>
      </w:pPr>
    </w:p>
    <w:p w:rsidR="00B952FA" w:rsidRPr="00AE2234" w:rsidRDefault="00A2766C" w:rsidP="00062B74">
      <w:pPr>
        <w:pStyle w:val="a3"/>
        <w:tabs>
          <w:tab w:val="clear" w:pos="4320"/>
          <w:tab w:val="clear" w:pos="8640"/>
        </w:tabs>
        <w:jc w:val="left"/>
        <w:rPr>
          <w:b/>
          <w:noProof w:val="0"/>
          <w:sz w:val="28"/>
          <w:szCs w:val="28"/>
        </w:rPr>
      </w:pPr>
      <w:r>
        <w:rPr>
          <w:b/>
          <w:noProof w:val="0"/>
          <w:sz w:val="28"/>
          <w:szCs w:val="28"/>
        </w:rPr>
        <w:t>Голова</w:t>
      </w:r>
      <w:r>
        <w:rPr>
          <w:b/>
          <w:noProof w:val="0"/>
          <w:sz w:val="28"/>
          <w:szCs w:val="28"/>
        </w:rPr>
        <w:tab/>
      </w:r>
      <w:r>
        <w:rPr>
          <w:b/>
          <w:noProof w:val="0"/>
          <w:sz w:val="28"/>
          <w:szCs w:val="28"/>
        </w:rPr>
        <w:tab/>
        <w:t xml:space="preserve">                                            </w:t>
      </w:r>
      <w:r w:rsidR="00472431">
        <w:rPr>
          <w:b/>
          <w:noProof w:val="0"/>
          <w:sz w:val="28"/>
          <w:szCs w:val="28"/>
        </w:rPr>
        <w:t xml:space="preserve">                             О.</w:t>
      </w:r>
      <w:r>
        <w:rPr>
          <w:b/>
          <w:noProof w:val="0"/>
          <w:sz w:val="28"/>
          <w:szCs w:val="28"/>
        </w:rPr>
        <w:t>М. Синютка</w:t>
      </w:r>
    </w:p>
    <w:sectPr w:rsidR="00B952FA" w:rsidRPr="00AE2234" w:rsidSect="004627D0">
      <w:headerReference w:type="even" r:id="rId9"/>
      <w:headerReference w:type="default" r:id="rId10"/>
      <w:pgSz w:w="11909" w:h="16834" w:code="9"/>
      <w:pgMar w:top="142" w:right="851" w:bottom="284" w:left="1701" w:header="578" w:footer="57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BC1" w:rsidRDefault="00AF7BC1">
      <w:r>
        <w:separator/>
      </w:r>
    </w:p>
  </w:endnote>
  <w:endnote w:type="continuationSeparator" w:id="1">
    <w:p w:rsidR="00AF7BC1" w:rsidRDefault="00AF7B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urier New CYR">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BC1" w:rsidRDefault="00AF7BC1">
      <w:r>
        <w:separator/>
      </w:r>
    </w:p>
  </w:footnote>
  <w:footnote w:type="continuationSeparator" w:id="1">
    <w:p w:rsidR="00AF7BC1" w:rsidRDefault="00AF7B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0C5" w:rsidRDefault="00A770C5" w:rsidP="009D72AB">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770C5" w:rsidRDefault="00A770C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0C5" w:rsidRDefault="00A770C5" w:rsidP="009D72AB">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rPr>
      <w:t>2</w:t>
    </w:r>
    <w:r>
      <w:rPr>
        <w:rStyle w:val="a6"/>
      </w:rPr>
      <w:fldChar w:fldCharType="end"/>
    </w:r>
  </w:p>
  <w:p w:rsidR="00A770C5" w:rsidRDefault="00A770C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A3933"/>
    <w:multiLevelType w:val="hybridMultilevel"/>
    <w:tmpl w:val="96CC95DC"/>
    <w:lvl w:ilvl="0" w:tplc="E438D41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77D437A"/>
    <w:multiLevelType w:val="hybridMultilevel"/>
    <w:tmpl w:val="355EB966"/>
    <w:lvl w:ilvl="0" w:tplc="D20CC81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B110AA6"/>
    <w:multiLevelType w:val="hybridMultilevel"/>
    <w:tmpl w:val="107CA8A8"/>
    <w:lvl w:ilvl="0" w:tplc="E390C54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7B240D5"/>
    <w:multiLevelType w:val="hybridMultilevel"/>
    <w:tmpl w:val="A3544714"/>
    <w:lvl w:ilvl="0" w:tplc="808C19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A1D08BA"/>
    <w:multiLevelType w:val="hybridMultilevel"/>
    <w:tmpl w:val="0D76A61A"/>
    <w:lvl w:ilvl="0" w:tplc="AE52011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529C7DEA"/>
    <w:multiLevelType w:val="hybridMultilevel"/>
    <w:tmpl w:val="51F220DC"/>
    <w:lvl w:ilvl="0" w:tplc="49D4B52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54EC3BED"/>
    <w:multiLevelType w:val="hybridMultilevel"/>
    <w:tmpl w:val="3490F63C"/>
    <w:lvl w:ilvl="0" w:tplc="4D400F0A">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5AA12686"/>
    <w:multiLevelType w:val="hybridMultilevel"/>
    <w:tmpl w:val="82767158"/>
    <w:lvl w:ilvl="0" w:tplc="E90C39F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64D512B5"/>
    <w:multiLevelType w:val="hybridMultilevel"/>
    <w:tmpl w:val="BBD2FD92"/>
    <w:lvl w:ilvl="0" w:tplc="F8F4735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51B0797"/>
    <w:multiLevelType w:val="hybridMultilevel"/>
    <w:tmpl w:val="93B62D3E"/>
    <w:lvl w:ilvl="0" w:tplc="0D98EDB4">
      <w:start w:val="7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BEE4E01"/>
    <w:multiLevelType w:val="hybridMultilevel"/>
    <w:tmpl w:val="B4269ED8"/>
    <w:lvl w:ilvl="0" w:tplc="1AF487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DE64FB7"/>
    <w:multiLevelType w:val="hybridMultilevel"/>
    <w:tmpl w:val="10CA920E"/>
    <w:lvl w:ilvl="0" w:tplc="811A36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7A723965"/>
    <w:multiLevelType w:val="hybridMultilevel"/>
    <w:tmpl w:val="CAE6911A"/>
    <w:lvl w:ilvl="0" w:tplc="4A0031E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7AD879C6"/>
    <w:multiLevelType w:val="hybridMultilevel"/>
    <w:tmpl w:val="47700562"/>
    <w:lvl w:ilvl="0" w:tplc="5EFA2F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5"/>
  </w:num>
  <w:num w:numId="5">
    <w:abstractNumId w:val="4"/>
  </w:num>
  <w:num w:numId="6">
    <w:abstractNumId w:val="8"/>
  </w:num>
  <w:num w:numId="7">
    <w:abstractNumId w:val="0"/>
  </w:num>
  <w:num w:numId="8">
    <w:abstractNumId w:val="3"/>
  </w:num>
  <w:num w:numId="9">
    <w:abstractNumId w:val="1"/>
  </w:num>
  <w:num w:numId="10">
    <w:abstractNumId w:val="12"/>
  </w:num>
  <w:num w:numId="11">
    <w:abstractNumId w:val="13"/>
  </w:num>
  <w:num w:numId="12">
    <w:abstractNumId w:val="10"/>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B111F"/>
    <w:rsid w:val="00001280"/>
    <w:rsid w:val="00001365"/>
    <w:rsid w:val="000015CD"/>
    <w:rsid w:val="00001E69"/>
    <w:rsid w:val="00002428"/>
    <w:rsid w:val="00002991"/>
    <w:rsid w:val="00002DE6"/>
    <w:rsid w:val="00003158"/>
    <w:rsid w:val="00003398"/>
    <w:rsid w:val="000037A5"/>
    <w:rsid w:val="00004FC2"/>
    <w:rsid w:val="0000538D"/>
    <w:rsid w:val="000056E9"/>
    <w:rsid w:val="00005AE0"/>
    <w:rsid w:val="00006E9D"/>
    <w:rsid w:val="000079D4"/>
    <w:rsid w:val="0001169C"/>
    <w:rsid w:val="000119F5"/>
    <w:rsid w:val="00011D1F"/>
    <w:rsid w:val="00011D42"/>
    <w:rsid w:val="00011EE6"/>
    <w:rsid w:val="00012D5E"/>
    <w:rsid w:val="00013197"/>
    <w:rsid w:val="00013A1B"/>
    <w:rsid w:val="000144AC"/>
    <w:rsid w:val="00015358"/>
    <w:rsid w:val="00016A8D"/>
    <w:rsid w:val="00016FA8"/>
    <w:rsid w:val="00020511"/>
    <w:rsid w:val="00020B9E"/>
    <w:rsid w:val="00021437"/>
    <w:rsid w:val="00021C7C"/>
    <w:rsid w:val="00021D85"/>
    <w:rsid w:val="00022C2D"/>
    <w:rsid w:val="0002302C"/>
    <w:rsid w:val="00023793"/>
    <w:rsid w:val="00023827"/>
    <w:rsid w:val="0002392C"/>
    <w:rsid w:val="00024A21"/>
    <w:rsid w:val="00024EB7"/>
    <w:rsid w:val="00025232"/>
    <w:rsid w:val="00025820"/>
    <w:rsid w:val="0002651E"/>
    <w:rsid w:val="000269C0"/>
    <w:rsid w:val="0002746D"/>
    <w:rsid w:val="000300B8"/>
    <w:rsid w:val="00030E09"/>
    <w:rsid w:val="00030E9A"/>
    <w:rsid w:val="00030F1A"/>
    <w:rsid w:val="00031571"/>
    <w:rsid w:val="00031FFF"/>
    <w:rsid w:val="000323F4"/>
    <w:rsid w:val="000331EC"/>
    <w:rsid w:val="00034279"/>
    <w:rsid w:val="00035D23"/>
    <w:rsid w:val="00036C04"/>
    <w:rsid w:val="0003782F"/>
    <w:rsid w:val="000409D4"/>
    <w:rsid w:val="000413A5"/>
    <w:rsid w:val="00041584"/>
    <w:rsid w:val="00041D45"/>
    <w:rsid w:val="00041E53"/>
    <w:rsid w:val="00042428"/>
    <w:rsid w:val="00042793"/>
    <w:rsid w:val="00042E7E"/>
    <w:rsid w:val="00042ED1"/>
    <w:rsid w:val="000434F6"/>
    <w:rsid w:val="00044854"/>
    <w:rsid w:val="00045C7F"/>
    <w:rsid w:val="00045D0B"/>
    <w:rsid w:val="000462FF"/>
    <w:rsid w:val="0004674F"/>
    <w:rsid w:val="00046C2C"/>
    <w:rsid w:val="0005034D"/>
    <w:rsid w:val="00050483"/>
    <w:rsid w:val="00050C9C"/>
    <w:rsid w:val="00050D53"/>
    <w:rsid w:val="0005117C"/>
    <w:rsid w:val="00051666"/>
    <w:rsid w:val="000528A2"/>
    <w:rsid w:val="00052B86"/>
    <w:rsid w:val="00052ECF"/>
    <w:rsid w:val="00052F59"/>
    <w:rsid w:val="00053983"/>
    <w:rsid w:val="0005438A"/>
    <w:rsid w:val="000558E2"/>
    <w:rsid w:val="00055F2A"/>
    <w:rsid w:val="0005604A"/>
    <w:rsid w:val="00056352"/>
    <w:rsid w:val="00056829"/>
    <w:rsid w:val="00056E34"/>
    <w:rsid w:val="0005744E"/>
    <w:rsid w:val="0005776F"/>
    <w:rsid w:val="00057B24"/>
    <w:rsid w:val="0006086E"/>
    <w:rsid w:val="00060AC8"/>
    <w:rsid w:val="00062B74"/>
    <w:rsid w:val="00062F8C"/>
    <w:rsid w:val="00062F9B"/>
    <w:rsid w:val="00063426"/>
    <w:rsid w:val="000634B4"/>
    <w:rsid w:val="00063C40"/>
    <w:rsid w:val="00063EEE"/>
    <w:rsid w:val="000645C9"/>
    <w:rsid w:val="00065482"/>
    <w:rsid w:val="00065E48"/>
    <w:rsid w:val="00066F77"/>
    <w:rsid w:val="000671C3"/>
    <w:rsid w:val="0006774D"/>
    <w:rsid w:val="000678E6"/>
    <w:rsid w:val="0007005B"/>
    <w:rsid w:val="0007022E"/>
    <w:rsid w:val="000711D2"/>
    <w:rsid w:val="0007168E"/>
    <w:rsid w:val="0007211D"/>
    <w:rsid w:val="000721D0"/>
    <w:rsid w:val="00072B92"/>
    <w:rsid w:val="0007358C"/>
    <w:rsid w:val="0007373E"/>
    <w:rsid w:val="00073F42"/>
    <w:rsid w:val="00074A13"/>
    <w:rsid w:val="00074BCE"/>
    <w:rsid w:val="0007557B"/>
    <w:rsid w:val="00076169"/>
    <w:rsid w:val="000763A2"/>
    <w:rsid w:val="0007674F"/>
    <w:rsid w:val="00076A3D"/>
    <w:rsid w:val="000772AE"/>
    <w:rsid w:val="00077CB2"/>
    <w:rsid w:val="0008003F"/>
    <w:rsid w:val="0008052B"/>
    <w:rsid w:val="00081F1E"/>
    <w:rsid w:val="00082A9D"/>
    <w:rsid w:val="00084117"/>
    <w:rsid w:val="00084176"/>
    <w:rsid w:val="00084762"/>
    <w:rsid w:val="00084AD7"/>
    <w:rsid w:val="0008555F"/>
    <w:rsid w:val="00085D2B"/>
    <w:rsid w:val="00085FDA"/>
    <w:rsid w:val="00086A03"/>
    <w:rsid w:val="000870E5"/>
    <w:rsid w:val="0009079E"/>
    <w:rsid w:val="00090873"/>
    <w:rsid w:val="00091E47"/>
    <w:rsid w:val="0009221B"/>
    <w:rsid w:val="000926DB"/>
    <w:rsid w:val="0009274E"/>
    <w:rsid w:val="00092B6C"/>
    <w:rsid w:val="00092D7F"/>
    <w:rsid w:val="00092FB9"/>
    <w:rsid w:val="00093D70"/>
    <w:rsid w:val="00094487"/>
    <w:rsid w:val="00094A7E"/>
    <w:rsid w:val="00094D0C"/>
    <w:rsid w:val="00096347"/>
    <w:rsid w:val="0009652A"/>
    <w:rsid w:val="0009697E"/>
    <w:rsid w:val="000971FB"/>
    <w:rsid w:val="00097FB3"/>
    <w:rsid w:val="000A1AFD"/>
    <w:rsid w:val="000A36D4"/>
    <w:rsid w:val="000A4557"/>
    <w:rsid w:val="000A5F94"/>
    <w:rsid w:val="000A6F9C"/>
    <w:rsid w:val="000A7078"/>
    <w:rsid w:val="000A7241"/>
    <w:rsid w:val="000B1218"/>
    <w:rsid w:val="000B13F1"/>
    <w:rsid w:val="000B1ABD"/>
    <w:rsid w:val="000B1F4D"/>
    <w:rsid w:val="000B21B6"/>
    <w:rsid w:val="000B21C9"/>
    <w:rsid w:val="000B339C"/>
    <w:rsid w:val="000B3E0C"/>
    <w:rsid w:val="000B4089"/>
    <w:rsid w:val="000B4179"/>
    <w:rsid w:val="000B4BB1"/>
    <w:rsid w:val="000B4CBA"/>
    <w:rsid w:val="000B4E2E"/>
    <w:rsid w:val="000B4E63"/>
    <w:rsid w:val="000B4F10"/>
    <w:rsid w:val="000B5114"/>
    <w:rsid w:val="000B5941"/>
    <w:rsid w:val="000B59A3"/>
    <w:rsid w:val="000B6EBE"/>
    <w:rsid w:val="000B7375"/>
    <w:rsid w:val="000C03FF"/>
    <w:rsid w:val="000C169E"/>
    <w:rsid w:val="000C2445"/>
    <w:rsid w:val="000C2546"/>
    <w:rsid w:val="000C290A"/>
    <w:rsid w:val="000C2C1A"/>
    <w:rsid w:val="000C31A3"/>
    <w:rsid w:val="000C480A"/>
    <w:rsid w:val="000C4851"/>
    <w:rsid w:val="000C4FA8"/>
    <w:rsid w:val="000C665D"/>
    <w:rsid w:val="000C6BC6"/>
    <w:rsid w:val="000C765D"/>
    <w:rsid w:val="000D0408"/>
    <w:rsid w:val="000D09D9"/>
    <w:rsid w:val="000D0DFF"/>
    <w:rsid w:val="000D0E49"/>
    <w:rsid w:val="000D12A8"/>
    <w:rsid w:val="000D2387"/>
    <w:rsid w:val="000D3359"/>
    <w:rsid w:val="000D4C08"/>
    <w:rsid w:val="000D567F"/>
    <w:rsid w:val="000D643F"/>
    <w:rsid w:val="000D6648"/>
    <w:rsid w:val="000D69BC"/>
    <w:rsid w:val="000D6A6A"/>
    <w:rsid w:val="000E0952"/>
    <w:rsid w:val="000E1463"/>
    <w:rsid w:val="000E2137"/>
    <w:rsid w:val="000E3BD2"/>
    <w:rsid w:val="000E4411"/>
    <w:rsid w:val="000E58BA"/>
    <w:rsid w:val="000E5E31"/>
    <w:rsid w:val="000E60D4"/>
    <w:rsid w:val="000E78FF"/>
    <w:rsid w:val="000F0472"/>
    <w:rsid w:val="000F05FC"/>
    <w:rsid w:val="000F06E2"/>
    <w:rsid w:val="000F1389"/>
    <w:rsid w:val="000F13D0"/>
    <w:rsid w:val="000F1ACD"/>
    <w:rsid w:val="000F214E"/>
    <w:rsid w:val="000F2E1D"/>
    <w:rsid w:val="000F3493"/>
    <w:rsid w:val="000F3A96"/>
    <w:rsid w:val="000F3EB6"/>
    <w:rsid w:val="000F3FFA"/>
    <w:rsid w:val="000F45A5"/>
    <w:rsid w:val="000F4C93"/>
    <w:rsid w:val="000F4E85"/>
    <w:rsid w:val="000F6BAA"/>
    <w:rsid w:val="000F6DCE"/>
    <w:rsid w:val="0010036E"/>
    <w:rsid w:val="00100DC5"/>
    <w:rsid w:val="00100FA5"/>
    <w:rsid w:val="001019A1"/>
    <w:rsid w:val="00101D3E"/>
    <w:rsid w:val="00102CAF"/>
    <w:rsid w:val="001033AE"/>
    <w:rsid w:val="00104855"/>
    <w:rsid w:val="001048C6"/>
    <w:rsid w:val="001055F0"/>
    <w:rsid w:val="001057E2"/>
    <w:rsid w:val="001058EA"/>
    <w:rsid w:val="0010630D"/>
    <w:rsid w:val="00106912"/>
    <w:rsid w:val="00106A61"/>
    <w:rsid w:val="00107F69"/>
    <w:rsid w:val="001106E5"/>
    <w:rsid w:val="00110E6C"/>
    <w:rsid w:val="0011131D"/>
    <w:rsid w:val="001116E7"/>
    <w:rsid w:val="00112307"/>
    <w:rsid w:val="001123CE"/>
    <w:rsid w:val="0011264E"/>
    <w:rsid w:val="00112F39"/>
    <w:rsid w:val="001130A2"/>
    <w:rsid w:val="001131BD"/>
    <w:rsid w:val="00113442"/>
    <w:rsid w:val="0011466E"/>
    <w:rsid w:val="001153B6"/>
    <w:rsid w:val="00115910"/>
    <w:rsid w:val="001177A7"/>
    <w:rsid w:val="00120360"/>
    <w:rsid w:val="00120D43"/>
    <w:rsid w:val="00120F3A"/>
    <w:rsid w:val="001234D5"/>
    <w:rsid w:val="0012419C"/>
    <w:rsid w:val="001247D4"/>
    <w:rsid w:val="00125A7F"/>
    <w:rsid w:val="00125ADF"/>
    <w:rsid w:val="00126468"/>
    <w:rsid w:val="001266A6"/>
    <w:rsid w:val="001266C7"/>
    <w:rsid w:val="00127BD7"/>
    <w:rsid w:val="00127BEE"/>
    <w:rsid w:val="00127FE1"/>
    <w:rsid w:val="00131629"/>
    <w:rsid w:val="00131B60"/>
    <w:rsid w:val="00132AC4"/>
    <w:rsid w:val="00132AF8"/>
    <w:rsid w:val="00133A93"/>
    <w:rsid w:val="001340D3"/>
    <w:rsid w:val="00134BE9"/>
    <w:rsid w:val="00134D41"/>
    <w:rsid w:val="001366D0"/>
    <w:rsid w:val="001369E7"/>
    <w:rsid w:val="00136D95"/>
    <w:rsid w:val="00136FBA"/>
    <w:rsid w:val="001370D4"/>
    <w:rsid w:val="00137216"/>
    <w:rsid w:val="00137C1A"/>
    <w:rsid w:val="00137CB8"/>
    <w:rsid w:val="00137CDF"/>
    <w:rsid w:val="00140FB0"/>
    <w:rsid w:val="001412AF"/>
    <w:rsid w:val="0014139D"/>
    <w:rsid w:val="001420FB"/>
    <w:rsid w:val="001425B1"/>
    <w:rsid w:val="00142961"/>
    <w:rsid w:val="001431A7"/>
    <w:rsid w:val="0014355B"/>
    <w:rsid w:val="00144225"/>
    <w:rsid w:val="00145EF1"/>
    <w:rsid w:val="00146786"/>
    <w:rsid w:val="001469B8"/>
    <w:rsid w:val="001475DB"/>
    <w:rsid w:val="00150212"/>
    <w:rsid w:val="00150D1F"/>
    <w:rsid w:val="00151265"/>
    <w:rsid w:val="00151578"/>
    <w:rsid w:val="00151BEA"/>
    <w:rsid w:val="00151D6E"/>
    <w:rsid w:val="00152179"/>
    <w:rsid w:val="00153AD3"/>
    <w:rsid w:val="00154091"/>
    <w:rsid w:val="00154448"/>
    <w:rsid w:val="00154744"/>
    <w:rsid w:val="001548E5"/>
    <w:rsid w:val="00154C2E"/>
    <w:rsid w:val="00154F6F"/>
    <w:rsid w:val="00155283"/>
    <w:rsid w:val="001552D6"/>
    <w:rsid w:val="00155799"/>
    <w:rsid w:val="00156127"/>
    <w:rsid w:val="001567DE"/>
    <w:rsid w:val="00156CAE"/>
    <w:rsid w:val="00156E51"/>
    <w:rsid w:val="00156F45"/>
    <w:rsid w:val="00157057"/>
    <w:rsid w:val="00157384"/>
    <w:rsid w:val="00157581"/>
    <w:rsid w:val="00160CCB"/>
    <w:rsid w:val="0016106A"/>
    <w:rsid w:val="00163218"/>
    <w:rsid w:val="00163328"/>
    <w:rsid w:val="00163B9C"/>
    <w:rsid w:val="00163FE0"/>
    <w:rsid w:val="0016427D"/>
    <w:rsid w:val="0016450A"/>
    <w:rsid w:val="001646C7"/>
    <w:rsid w:val="00164C57"/>
    <w:rsid w:val="001661EA"/>
    <w:rsid w:val="00166244"/>
    <w:rsid w:val="00166270"/>
    <w:rsid w:val="00166B85"/>
    <w:rsid w:val="00167556"/>
    <w:rsid w:val="001706C1"/>
    <w:rsid w:val="0017085B"/>
    <w:rsid w:val="0017095B"/>
    <w:rsid w:val="00170A2D"/>
    <w:rsid w:val="00171E23"/>
    <w:rsid w:val="0017376A"/>
    <w:rsid w:val="00173F92"/>
    <w:rsid w:val="0017447F"/>
    <w:rsid w:val="00174870"/>
    <w:rsid w:val="00174B62"/>
    <w:rsid w:val="00175200"/>
    <w:rsid w:val="0017635E"/>
    <w:rsid w:val="00177D11"/>
    <w:rsid w:val="00180AE1"/>
    <w:rsid w:val="0018138E"/>
    <w:rsid w:val="00181F38"/>
    <w:rsid w:val="00182C84"/>
    <w:rsid w:val="001838B9"/>
    <w:rsid w:val="0018465E"/>
    <w:rsid w:val="001854F1"/>
    <w:rsid w:val="00185F73"/>
    <w:rsid w:val="001873B8"/>
    <w:rsid w:val="001909B1"/>
    <w:rsid w:val="00191D14"/>
    <w:rsid w:val="001923B4"/>
    <w:rsid w:val="001924EC"/>
    <w:rsid w:val="0019272F"/>
    <w:rsid w:val="001928C9"/>
    <w:rsid w:val="00192961"/>
    <w:rsid w:val="00193577"/>
    <w:rsid w:val="00193F74"/>
    <w:rsid w:val="0019543E"/>
    <w:rsid w:val="00195BF1"/>
    <w:rsid w:val="001961A5"/>
    <w:rsid w:val="00196290"/>
    <w:rsid w:val="00196324"/>
    <w:rsid w:val="00197549"/>
    <w:rsid w:val="001A0DA8"/>
    <w:rsid w:val="001A21CB"/>
    <w:rsid w:val="001A22AE"/>
    <w:rsid w:val="001A2A62"/>
    <w:rsid w:val="001A4010"/>
    <w:rsid w:val="001A49F4"/>
    <w:rsid w:val="001A4C96"/>
    <w:rsid w:val="001A4FAC"/>
    <w:rsid w:val="001A5601"/>
    <w:rsid w:val="001A5D77"/>
    <w:rsid w:val="001A60A3"/>
    <w:rsid w:val="001B0A5E"/>
    <w:rsid w:val="001B0F5E"/>
    <w:rsid w:val="001B17E3"/>
    <w:rsid w:val="001B218C"/>
    <w:rsid w:val="001B35C3"/>
    <w:rsid w:val="001B4D35"/>
    <w:rsid w:val="001B542D"/>
    <w:rsid w:val="001B55AE"/>
    <w:rsid w:val="001B5955"/>
    <w:rsid w:val="001B643D"/>
    <w:rsid w:val="001B6EFD"/>
    <w:rsid w:val="001B7DBF"/>
    <w:rsid w:val="001C016C"/>
    <w:rsid w:val="001C0459"/>
    <w:rsid w:val="001C046B"/>
    <w:rsid w:val="001C0D2E"/>
    <w:rsid w:val="001C2B15"/>
    <w:rsid w:val="001C2D73"/>
    <w:rsid w:val="001C2E6C"/>
    <w:rsid w:val="001C350A"/>
    <w:rsid w:val="001C3756"/>
    <w:rsid w:val="001C40B1"/>
    <w:rsid w:val="001C4A32"/>
    <w:rsid w:val="001C6241"/>
    <w:rsid w:val="001C6DA0"/>
    <w:rsid w:val="001C7241"/>
    <w:rsid w:val="001C7375"/>
    <w:rsid w:val="001C7A6C"/>
    <w:rsid w:val="001C7B52"/>
    <w:rsid w:val="001D11F5"/>
    <w:rsid w:val="001D1E2D"/>
    <w:rsid w:val="001D22E0"/>
    <w:rsid w:val="001D2608"/>
    <w:rsid w:val="001D2911"/>
    <w:rsid w:val="001D2E53"/>
    <w:rsid w:val="001D2F7B"/>
    <w:rsid w:val="001D3024"/>
    <w:rsid w:val="001D3390"/>
    <w:rsid w:val="001D387D"/>
    <w:rsid w:val="001D3C0B"/>
    <w:rsid w:val="001D3F6F"/>
    <w:rsid w:val="001D4027"/>
    <w:rsid w:val="001D4129"/>
    <w:rsid w:val="001D45EF"/>
    <w:rsid w:val="001D4F6E"/>
    <w:rsid w:val="001D52A0"/>
    <w:rsid w:val="001D53DF"/>
    <w:rsid w:val="001D5861"/>
    <w:rsid w:val="001D59C9"/>
    <w:rsid w:val="001D6062"/>
    <w:rsid w:val="001D6665"/>
    <w:rsid w:val="001D67B7"/>
    <w:rsid w:val="001D6C27"/>
    <w:rsid w:val="001D6C88"/>
    <w:rsid w:val="001D6E1A"/>
    <w:rsid w:val="001D6FF0"/>
    <w:rsid w:val="001D6FFE"/>
    <w:rsid w:val="001E18E5"/>
    <w:rsid w:val="001E1FDC"/>
    <w:rsid w:val="001E2255"/>
    <w:rsid w:val="001E23F4"/>
    <w:rsid w:val="001E2D3E"/>
    <w:rsid w:val="001E3CBD"/>
    <w:rsid w:val="001E445B"/>
    <w:rsid w:val="001E4AA4"/>
    <w:rsid w:val="001E4F7B"/>
    <w:rsid w:val="001E50EA"/>
    <w:rsid w:val="001E5402"/>
    <w:rsid w:val="001E572F"/>
    <w:rsid w:val="001E5AF3"/>
    <w:rsid w:val="001E6CF6"/>
    <w:rsid w:val="001F0972"/>
    <w:rsid w:val="001F09F8"/>
    <w:rsid w:val="001F1097"/>
    <w:rsid w:val="001F1319"/>
    <w:rsid w:val="001F1655"/>
    <w:rsid w:val="001F470C"/>
    <w:rsid w:val="001F6174"/>
    <w:rsid w:val="001F71D7"/>
    <w:rsid w:val="001F72CA"/>
    <w:rsid w:val="001F73FF"/>
    <w:rsid w:val="001F7EAC"/>
    <w:rsid w:val="0020083B"/>
    <w:rsid w:val="00201CFD"/>
    <w:rsid w:val="002020B7"/>
    <w:rsid w:val="00202B56"/>
    <w:rsid w:val="00203EED"/>
    <w:rsid w:val="00204FA7"/>
    <w:rsid w:val="00205041"/>
    <w:rsid w:val="00205940"/>
    <w:rsid w:val="0020598C"/>
    <w:rsid w:val="00207081"/>
    <w:rsid w:val="00207F1F"/>
    <w:rsid w:val="00211417"/>
    <w:rsid w:val="00211782"/>
    <w:rsid w:val="00212215"/>
    <w:rsid w:val="00212CF1"/>
    <w:rsid w:val="00215C1C"/>
    <w:rsid w:val="00216910"/>
    <w:rsid w:val="00216DDB"/>
    <w:rsid w:val="002170E5"/>
    <w:rsid w:val="00217302"/>
    <w:rsid w:val="00217E5B"/>
    <w:rsid w:val="002209DB"/>
    <w:rsid w:val="002209DE"/>
    <w:rsid w:val="002224EA"/>
    <w:rsid w:val="00222A3E"/>
    <w:rsid w:val="00222E59"/>
    <w:rsid w:val="00223393"/>
    <w:rsid w:val="00223396"/>
    <w:rsid w:val="002237D8"/>
    <w:rsid w:val="00223CBD"/>
    <w:rsid w:val="00224AEC"/>
    <w:rsid w:val="00224CC8"/>
    <w:rsid w:val="00224EC5"/>
    <w:rsid w:val="002257E7"/>
    <w:rsid w:val="002261E5"/>
    <w:rsid w:val="00227917"/>
    <w:rsid w:val="00230BD1"/>
    <w:rsid w:val="00231B06"/>
    <w:rsid w:val="002322DF"/>
    <w:rsid w:val="002327F0"/>
    <w:rsid w:val="00232D39"/>
    <w:rsid w:val="00233368"/>
    <w:rsid w:val="002335BB"/>
    <w:rsid w:val="0023388C"/>
    <w:rsid w:val="002345A1"/>
    <w:rsid w:val="00234F35"/>
    <w:rsid w:val="0023506F"/>
    <w:rsid w:val="00235A6B"/>
    <w:rsid w:val="0023644B"/>
    <w:rsid w:val="00236BB7"/>
    <w:rsid w:val="002371A5"/>
    <w:rsid w:val="002378FC"/>
    <w:rsid w:val="00237E41"/>
    <w:rsid w:val="00240174"/>
    <w:rsid w:val="0024040F"/>
    <w:rsid w:val="00240776"/>
    <w:rsid w:val="002407CE"/>
    <w:rsid w:val="00240D39"/>
    <w:rsid w:val="0024166E"/>
    <w:rsid w:val="00241EB9"/>
    <w:rsid w:val="002424D5"/>
    <w:rsid w:val="00242EF1"/>
    <w:rsid w:val="002431EA"/>
    <w:rsid w:val="00243728"/>
    <w:rsid w:val="002437B9"/>
    <w:rsid w:val="00243A2D"/>
    <w:rsid w:val="00243BA8"/>
    <w:rsid w:val="00243E3A"/>
    <w:rsid w:val="00244F80"/>
    <w:rsid w:val="002451DB"/>
    <w:rsid w:val="00245F66"/>
    <w:rsid w:val="0024665D"/>
    <w:rsid w:val="0024686B"/>
    <w:rsid w:val="00246A3F"/>
    <w:rsid w:val="00247136"/>
    <w:rsid w:val="00247203"/>
    <w:rsid w:val="002478F0"/>
    <w:rsid w:val="0025012D"/>
    <w:rsid w:val="00251347"/>
    <w:rsid w:val="00251744"/>
    <w:rsid w:val="0025183C"/>
    <w:rsid w:val="00251DDB"/>
    <w:rsid w:val="00253715"/>
    <w:rsid w:val="002539C6"/>
    <w:rsid w:val="002542C4"/>
    <w:rsid w:val="002546D6"/>
    <w:rsid w:val="00254D15"/>
    <w:rsid w:val="00255034"/>
    <w:rsid w:val="00256547"/>
    <w:rsid w:val="0025696E"/>
    <w:rsid w:val="00256A51"/>
    <w:rsid w:val="002570E2"/>
    <w:rsid w:val="0026092E"/>
    <w:rsid w:val="00260A35"/>
    <w:rsid w:val="00260DBD"/>
    <w:rsid w:val="0026132C"/>
    <w:rsid w:val="00261B78"/>
    <w:rsid w:val="00261D2E"/>
    <w:rsid w:val="002626B9"/>
    <w:rsid w:val="00262AD6"/>
    <w:rsid w:val="00263333"/>
    <w:rsid w:val="00263ED6"/>
    <w:rsid w:val="00264A6D"/>
    <w:rsid w:val="00264DAA"/>
    <w:rsid w:val="0026520A"/>
    <w:rsid w:val="00265488"/>
    <w:rsid w:val="00265D40"/>
    <w:rsid w:val="0026703D"/>
    <w:rsid w:val="002671FC"/>
    <w:rsid w:val="002676E2"/>
    <w:rsid w:val="00267B97"/>
    <w:rsid w:val="00270404"/>
    <w:rsid w:val="00270B53"/>
    <w:rsid w:val="00270D41"/>
    <w:rsid w:val="00270E73"/>
    <w:rsid w:val="00271D29"/>
    <w:rsid w:val="00271D36"/>
    <w:rsid w:val="002724C5"/>
    <w:rsid w:val="002732FC"/>
    <w:rsid w:val="002733A1"/>
    <w:rsid w:val="0027419D"/>
    <w:rsid w:val="00275DC4"/>
    <w:rsid w:val="00276A8D"/>
    <w:rsid w:val="00277BC8"/>
    <w:rsid w:val="00280050"/>
    <w:rsid w:val="00280986"/>
    <w:rsid w:val="00280AD8"/>
    <w:rsid w:val="00280BDD"/>
    <w:rsid w:val="002813EC"/>
    <w:rsid w:val="0028149F"/>
    <w:rsid w:val="002818BB"/>
    <w:rsid w:val="00282BE0"/>
    <w:rsid w:val="002833A6"/>
    <w:rsid w:val="002846CD"/>
    <w:rsid w:val="00284C23"/>
    <w:rsid w:val="00284DEA"/>
    <w:rsid w:val="00284FE6"/>
    <w:rsid w:val="00285413"/>
    <w:rsid w:val="00285A37"/>
    <w:rsid w:val="00285B59"/>
    <w:rsid w:val="00285D9C"/>
    <w:rsid w:val="0028622C"/>
    <w:rsid w:val="00287546"/>
    <w:rsid w:val="002877DA"/>
    <w:rsid w:val="00287E65"/>
    <w:rsid w:val="00290E51"/>
    <w:rsid w:val="00290E71"/>
    <w:rsid w:val="00290FC8"/>
    <w:rsid w:val="002911FD"/>
    <w:rsid w:val="0029125B"/>
    <w:rsid w:val="00291269"/>
    <w:rsid w:val="00291CA8"/>
    <w:rsid w:val="00291D7D"/>
    <w:rsid w:val="00291F09"/>
    <w:rsid w:val="00292B9B"/>
    <w:rsid w:val="002931D5"/>
    <w:rsid w:val="00293516"/>
    <w:rsid w:val="00293709"/>
    <w:rsid w:val="00293ACC"/>
    <w:rsid w:val="0029411F"/>
    <w:rsid w:val="002956B9"/>
    <w:rsid w:val="00295F97"/>
    <w:rsid w:val="0029637E"/>
    <w:rsid w:val="00296430"/>
    <w:rsid w:val="00296680"/>
    <w:rsid w:val="00296686"/>
    <w:rsid w:val="00296875"/>
    <w:rsid w:val="0029687C"/>
    <w:rsid w:val="002A0ED8"/>
    <w:rsid w:val="002A1947"/>
    <w:rsid w:val="002A1E88"/>
    <w:rsid w:val="002A2BE9"/>
    <w:rsid w:val="002A3197"/>
    <w:rsid w:val="002A4514"/>
    <w:rsid w:val="002A5CB9"/>
    <w:rsid w:val="002A65AA"/>
    <w:rsid w:val="002B00B3"/>
    <w:rsid w:val="002B098A"/>
    <w:rsid w:val="002B1373"/>
    <w:rsid w:val="002B170F"/>
    <w:rsid w:val="002B19A4"/>
    <w:rsid w:val="002B212A"/>
    <w:rsid w:val="002B236B"/>
    <w:rsid w:val="002B2B60"/>
    <w:rsid w:val="002B39DE"/>
    <w:rsid w:val="002B3A3E"/>
    <w:rsid w:val="002B3DD3"/>
    <w:rsid w:val="002B43D4"/>
    <w:rsid w:val="002B4521"/>
    <w:rsid w:val="002B46FC"/>
    <w:rsid w:val="002B6663"/>
    <w:rsid w:val="002B7269"/>
    <w:rsid w:val="002B7535"/>
    <w:rsid w:val="002B7604"/>
    <w:rsid w:val="002B7E5E"/>
    <w:rsid w:val="002C129C"/>
    <w:rsid w:val="002C14FC"/>
    <w:rsid w:val="002C1A65"/>
    <w:rsid w:val="002C1F01"/>
    <w:rsid w:val="002C2799"/>
    <w:rsid w:val="002C331E"/>
    <w:rsid w:val="002C3717"/>
    <w:rsid w:val="002C3E4D"/>
    <w:rsid w:val="002C3F74"/>
    <w:rsid w:val="002C500B"/>
    <w:rsid w:val="002C6376"/>
    <w:rsid w:val="002C6667"/>
    <w:rsid w:val="002C703C"/>
    <w:rsid w:val="002C7DB9"/>
    <w:rsid w:val="002C7F1E"/>
    <w:rsid w:val="002D02F9"/>
    <w:rsid w:val="002D0485"/>
    <w:rsid w:val="002D0B4B"/>
    <w:rsid w:val="002D18A3"/>
    <w:rsid w:val="002D1A36"/>
    <w:rsid w:val="002D2718"/>
    <w:rsid w:val="002D2770"/>
    <w:rsid w:val="002D2AE5"/>
    <w:rsid w:val="002D2B33"/>
    <w:rsid w:val="002D2E09"/>
    <w:rsid w:val="002D3825"/>
    <w:rsid w:val="002D3929"/>
    <w:rsid w:val="002D43E7"/>
    <w:rsid w:val="002D458C"/>
    <w:rsid w:val="002D461E"/>
    <w:rsid w:val="002D49B4"/>
    <w:rsid w:val="002D50AC"/>
    <w:rsid w:val="002D5DED"/>
    <w:rsid w:val="002D5F7E"/>
    <w:rsid w:val="002D73CD"/>
    <w:rsid w:val="002D7B74"/>
    <w:rsid w:val="002D7BA1"/>
    <w:rsid w:val="002D7E8F"/>
    <w:rsid w:val="002E0634"/>
    <w:rsid w:val="002E0CB7"/>
    <w:rsid w:val="002E0E1E"/>
    <w:rsid w:val="002E101F"/>
    <w:rsid w:val="002E228E"/>
    <w:rsid w:val="002E2429"/>
    <w:rsid w:val="002E2C3B"/>
    <w:rsid w:val="002E3AE1"/>
    <w:rsid w:val="002E3B52"/>
    <w:rsid w:val="002E415D"/>
    <w:rsid w:val="002E531D"/>
    <w:rsid w:val="002E53F1"/>
    <w:rsid w:val="002E656E"/>
    <w:rsid w:val="002E65DC"/>
    <w:rsid w:val="002E662D"/>
    <w:rsid w:val="002E689B"/>
    <w:rsid w:val="002F0B04"/>
    <w:rsid w:val="002F102D"/>
    <w:rsid w:val="002F2207"/>
    <w:rsid w:val="002F2901"/>
    <w:rsid w:val="002F2F0F"/>
    <w:rsid w:val="002F33D0"/>
    <w:rsid w:val="002F3DA8"/>
    <w:rsid w:val="002F5CD2"/>
    <w:rsid w:val="002F65BF"/>
    <w:rsid w:val="002F6699"/>
    <w:rsid w:val="002F6C49"/>
    <w:rsid w:val="002F7187"/>
    <w:rsid w:val="002F7539"/>
    <w:rsid w:val="002F7A3B"/>
    <w:rsid w:val="002F7A57"/>
    <w:rsid w:val="00300268"/>
    <w:rsid w:val="003006D9"/>
    <w:rsid w:val="00300AFF"/>
    <w:rsid w:val="00301989"/>
    <w:rsid w:val="00303672"/>
    <w:rsid w:val="003041BB"/>
    <w:rsid w:val="00304A15"/>
    <w:rsid w:val="00304A8B"/>
    <w:rsid w:val="0030578F"/>
    <w:rsid w:val="00305D8B"/>
    <w:rsid w:val="0030656D"/>
    <w:rsid w:val="003065B0"/>
    <w:rsid w:val="0030670D"/>
    <w:rsid w:val="00306944"/>
    <w:rsid w:val="00307DE8"/>
    <w:rsid w:val="003104CE"/>
    <w:rsid w:val="00310B93"/>
    <w:rsid w:val="00310C08"/>
    <w:rsid w:val="00310EC8"/>
    <w:rsid w:val="0031138E"/>
    <w:rsid w:val="003115A4"/>
    <w:rsid w:val="00311A34"/>
    <w:rsid w:val="003127CC"/>
    <w:rsid w:val="00312890"/>
    <w:rsid w:val="003132EA"/>
    <w:rsid w:val="00314753"/>
    <w:rsid w:val="00314BE1"/>
    <w:rsid w:val="00315275"/>
    <w:rsid w:val="0031535A"/>
    <w:rsid w:val="003159D6"/>
    <w:rsid w:val="00315DC8"/>
    <w:rsid w:val="00316A63"/>
    <w:rsid w:val="00320C29"/>
    <w:rsid w:val="003210AE"/>
    <w:rsid w:val="00321802"/>
    <w:rsid w:val="00321ACA"/>
    <w:rsid w:val="0032239B"/>
    <w:rsid w:val="003227DE"/>
    <w:rsid w:val="00322908"/>
    <w:rsid w:val="00322BDF"/>
    <w:rsid w:val="00322C1B"/>
    <w:rsid w:val="003232B0"/>
    <w:rsid w:val="00323410"/>
    <w:rsid w:val="003235CA"/>
    <w:rsid w:val="00323EA6"/>
    <w:rsid w:val="00323F46"/>
    <w:rsid w:val="0032470A"/>
    <w:rsid w:val="0032547C"/>
    <w:rsid w:val="003255C2"/>
    <w:rsid w:val="00325C4D"/>
    <w:rsid w:val="00326245"/>
    <w:rsid w:val="0032666F"/>
    <w:rsid w:val="00326747"/>
    <w:rsid w:val="003270E8"/>
    <w:rsid w:val="00327370"/>
    <w:rsid w:val="003277E8"/>
    <w:rsid w:val="003278B6"/>
    <w:rsid w:val="00330164"/>
    <w:rsid w:val="00330BBF"/>
    <w:rsid w:val="00334E1C"/>
    <w:rsid w:val="00335E4A"/>
    <w:rsid w:val="00337CD9"/>
    <w:rsid w:val="0034057A"/>
    <w:rsid w:val="003406AD"/>
    <w:rsid w:val="0034071C"/>
    <w:rsid w:val="00340795"/>
    <w:rsid w:val="00340880"/>
    <w:rsid w:val="00340C2B"/>
    <w:rsid w:val="00340DFE"/>
    <w:rsid w:val="00340F06"/>
    <w:rsid w:val="003426A5"/>
    <w:rsid w:val="003437AF"/>
    <w:rsid w:val="00343F6B"/>
    <w:rsid w:val="00344189"/>
    <w:rsid w:val="0034532D"/>
    <w:rsid w:val="00346892"/>
    <w:rsid w:val="00346D40"/>
    <w:rsid w:val="0034752C"/>
    <w:rsid w:val="00350566"/>
    <w:rsid w:val="003505CF"/>
    <w:rsid w:val="00350766"/>
    <w:rsid w:val="00351256"/>
    <w:rsid w:val="003524C0"/>
    <w:rsid w:val="003526E8"/>
    <w:rsid w:val="003527BD"/>
    <w:rsid w:val="00352845"/>
    <w:rsid w:val="00352A29"/>
    <w:rsid w:val="00353700"/>
    <w:rsid w:val="00353863"/>
    <w:rsid w:val="00354280"/>
    <w:rsid w:val="003542B6"/>
    <w:rsid w:val="00354796"/>
    <w:rsid w:val="003549F9"/>
    <w:rsid w:val="00354FD2"/>
    <w:rsid w:val="00355C65"/>
    <w:rsid w:val="00355E56"/>
    <w:rsid w:val="00355E8B"/>
    <w:rsid w:val="00355F5C"/>
    <w:rsid w:val="00356BAC"/>
    <w:rsid w:val="00356CF1"/>
    <w:rsid w:val="00356F96"/>
    <w:rsid w:val="00357E74"/>
    <w:rsid w:val="00360BF9"/>
    <w:rsid w:val="0036114E"/>
    <w:rsid w:val="00361376"/>
    <w:rsid w:val="00361596"/>
    <w:rsid w:val="00361618"/>
    <w:rsid w:val="00361CDB"/>
    <w:rsid w:val="00362208"/>
    <w:rsid w:val="00362CFB"/>
    <w:rsid w:val="0036316D"/>
    <w:rsid w:val="00363302"/>
    <w:rsid w:val="00363686"/>
    <w:rsid w:val="003639C9"/>
    <w:rsid w:val="00365018"/>
    <w:rsid w:val="0036521A"/>
    <w:rsid w:val="00365803"/>
    <w:rsid w:val="00366041"/>
    <w:rsid w:val="00366299"/>
    <w:rsid w:val="00367973"/>
    <w:rsid w:val="003700BA"/>
    <w:rsid w:val="00370585"/>
    <w:rsid w:val="0037123A"/>
    <w:rsid w:val="003713A1"/>
    <w:rsid w:val="003729C2"/>
    <w:rsid w:val="00372F8F"/>
    <w:rsid w:val="0037312B"/>
    <w:rsid w:val="00374853"/>
    <w:rsid w:val="00375291"/>
    <w:rsid w:val="00375E55"/>
    <w:rsid w:val="00376428"/>
    <w:rsid w:val="0037652B"/>
    <w:rsid w:val="003769F5"/>
    <w:rsid w:val="0037755C"/>
    <w:rsid w:val="003777D6"/>
    <w:rsid w:val="00380719"/>
    <w:rsid w:val="00380BC7"/>
    <w:rsid w:val="00381CED"/>
    <w:rsid w:val="00382564"/>
    <w:rsid w:val="0038280F"/>
    <w:rsid w:val="00382F4D"/>
    <w:rsid w:val="00383BAC"/>
    <w:rsid w:val="00384FDF"/>
    <w:rsid w:val="00385CBA"/>
    <w:rsid w:val="00385E4D"/>
    <w:rsid w:val="003862DC"/>
    <w:rsid w:val="00386424"/>
    <w:rsid w:val="00386CCC"/>
    <w:rsid w:val="00390C58"/>
    <w:rsid w:val="0039119E"/>
    <w:rsid w:val="003911C9"/>
    <w:rsid w:val="00391717"/>
    <w:rsid w:val="003917DB"/>
    <w:rsid w:val="00391975"/>
    <w:rsid w:val="00391CC2"/>
    <w:rsid w:val="00393B09"/>
    <w:rsid w:val="00393F29"/>
    <w:rsid w:val="003950BA"/>
    <w:rsid w:val="003954E1"/>
    <w:rsid w:val="00396777"/>
    <w:rsid w:val="00396E81"/>
    <w:rsid w:val="00397286"/>
    <w:rsid w:val="00397FCE"/>
    <w:rsid w:val="003A0D23"/>
    <w:rsid w:val="003A0FD3"/>
    <w:rsid w:val="003A1353"/>
    <w:rsid w:val="003A1CE7"/>
    <w:rsid w:val="003A207C"/>
    <w:rsid w:val="003A26A2"/>
    <w:rsid w:val="003A28A0"/>
    <w:rsid w:val="003A2B42"/>
    <w:rsid w:val="003A3083"/>
    <w:rsid w:val="003A314A"/>
    <w:rsid w:val="003A367F"/>
    <w:rsid w:val="003A3F6B"/>
    <w:rsid w:val="003A580C"/>
    <w:rsid w:val="003A6659"/>
    <w:rsid w:val="003A796D"/>
    <w:rsid w:val="003A7BE3"/>
    <w:rsid w:val="003A7E8D"/>
    <w:rsid w:val="003A7F4C"/>
    <w:rsid w:val="003B02D9"/>
    <w:rsid w:val="003B0BDD"/>
    <w:rsid w:val="003B0DE1"/>
    <w:rsid w:val="003B14DD"/>
    <w:rsid w:val="003B1E58"/>
    <w:rsid w:val="003B387C"/>
    <w:rsid w:val="003B3CE1"/>
    <w:rsid w:val="003B422E"/>
    <w:rsid w:val="003B4F35"/>
    <w:rsid w:val="003B5693"/>
    <w:rsid w:val="003B5848"/>
    <w:rsid w:val="003B6095"/>
    <w:rsid w:val="003B65F6"/>
    <w:rsid w:val="003B66BB"/>
    <w:rsid w:val="003B704B"/>
    <w:rsid w:val="003B7A36"/>
    <w:rsid w:val="003C003D"/>
    <w:rsid w:val="003C0226"/>
    <w:rsid w:val="003C05AD"/>
    <w:rsid w:val="003C0B36"/>
    <w:rsid w:val="003C135F"/>
    <w:rsid w:val="003C1F1A"/>
    <w:rsid w:val="003C2150"/>
    <w:rsid w:val="003C2C7A"/>
    <w:rsid w:val="003C32E6"/>
    <w:rsid w:val="003C36EE"/>
    <w:rsid w:val="003C4003"/>
    <w:rsid w:val="003C4FD9"/>
    <w:rsid w:val="003C6527"/>
    <w:rsid w:val="003C7977"/>
    <w:rsid w:val="003C7F63"/>
    <w:rsid w:val="003D0FCA"/>
    <w:rsid w:val="003D24FD"/>
    <w:rsid w:val="003D2B74"/>
    <w:rsid w:val="003D2E04"/>
    <w:rsid w:val="003D48B4"/>
    <w:rsid w:val="003D5245"/>
    <w:rsid w:val="003D7712"/>
    <w:rsid w:val="003E0992"/>
    <w:rsid w:val="003E0C17"/>
    <w:rsid w:val="003E0CC8"/>
    <w:rsid w:val="003E0D73"/>
    <w:rsid w:val="003E0D92"/>
    <w:rsid w:val="003E1C76"/>
    <w:rsid w:val="003E1F1C"/>
    <w:rsid w:val="003E47C6"/>
    <w:rsid w:val="003E4C54"/>
    <w:rsid w:val="003E5028"/>
    <w:rsid w:val="003E592A"/>
    <w:rsid w:val="003E5930"/>
    <w:rsid w:val="003E64BC"/>
    <w:rsid w:val="003E65E4"/>
    <w:rsid w:val="003E797C"/>
    <w:rsid w:val="003F0004"/>
    <w:rsid w:val="003F021A"/>
    <w:rsid w:val="003F0832"/>
    <w:rsid w:val="003F08E5"/>
    <w:rsid w:val="003F0BFE"/>
    <w:rsid w:val="003F1602"/>
    <w:rsid w:val="003F1A1C"/>
    <w:rsid w:val="003F1E14"/>
    <w:rsid w:val="003F3350"/>
    <w:rsid w:val="003F36B2"/>
    <w:rsid w:val="003F3D22"/>
    <w:rsid w:val="003F4E4E"/>
    <w:rsid w:val="003F620E"/>
    <w:rsid w:val="003F7EBC"/>
    <w:rsid w:val="00400390"/>
    <w:rsid w:val="0040090B"/>
    <w:rsid w:val="00401261"/>
    <w:rsid w:val="00403C29"/>
    <w:rsid w:val="004045C6"/>
    <w:rsid w:val="004049CF"/>
    <w:rsid w:val="00404BA4"/>
    <w:rsid w:val="00404F94"/>
    <w:rsid w:val="004057D7"/>
    <w:rsid w:val="00406020"/>
    <w:rsid w:val="004062E0"/>
    <w:rsid w:val="004069C9"/>
    <w:rsid w:val="00407030"/>
    <w:rsid w:val="004076E8"/>
    <w:rsid w:val="0040783A"/>
    <w:rsid w:val="0040798B"/>
    <w:rsid w:val="00410545"/>
    <w:rsid w:val="00410D6A"/>
    <w:rsid w:val="004121E1"/>
    <w:rsid w:val="004158D1"/>
    <w:rsid w:val="00415ABC"/>
    <w:rsid w:val="00415F1E"/>
    <w:rsid w:val="00415F9B"/>
    <w:rsid w:val="00416556"/>
    <w:rsid w:val="004166DB"/>
    <w:rsid w:val="004168D3"/>
    <w:rsid w:val="00420D96"/>
    <w:rsid w:val="004216B7"/>
    <w:rsid w:val="00421A9F"/>
    <w:rsid w:val="0042240D"/>
    <w:rsid w:val="00422AB0"/>
    <w:rsid w:val="00423884"/>
    <w:rsid w:val="004238EC"/>
    <w:rsid w:val="00424D45"/>
    <w:rsid w:val="00425963"/>
    <w:rsid w:val="00425D32"/>
    <w:rsid w:val="00426D86"/>
    <w:rsid w:val="0042709B"/>
    <w:rsid w:val="00427850"/>
    <w:rsid w:val="00427AA6"/>
    <w:rsid w:val="00427ECF"/>
    <w:rsid w:val="0043035C"/>
    <w:rsid w:val="00430569"/>
    <w:rsid w:val="00430C96"/>
    <w:rsid w:val="004310E6"/>
    <w:rsid w:val="00431191"/>
    <w:rsid w:val="00431340"/>
    <w:rsid w:val="00431B36"/>
    <w:rsid w:val="00431C19"/>
    <w:rsid w:val="004320A9"/>
    <w:rsid w:val="00432733"/>
    <w:rsid w:val="00432AE3"/>
    <w:rsid w:val="00432F6B"/>
    <w:rsid w:val="004334E7"/>
    <w:rsid w:val="004339EB"/>
    <w:rsid w:val="0043423D"/>
    <w:rsid w:val="00434377"/>
    <w:rsid w:val="00434600"/>
    <w:rsid w:val="00434A8D"/>
    <w:rsid w:val="004351A3"/>
    <w:rsid w:val="00436CB7"/>
    <w:rsid w:val="00437BB3"/>
    <w:rsid w:val="00437C1E"/>
    <w:rsid w:val="00437D1C"/>
    <w:rsid w:val="00440AFC"/>
    <w:rsid w:val="00440F57"/>
    <w:rsid w:val="00441B82"/>
    <w:rsid w:val="00441E81"/>
    <w:rsid w:val="00442680"/>
    <w:rsid w:val="004447AC"/>
    <w:rsid w:val="00444CCD"/>
    <w:rsid w:val="00444E16"/>
    <w:rsid w:val="00445CD0"/>
    <w:rsid w:val="00446887"/>
    <w:rsid w:val="00447608"/>
    <w:rsid w:val="004477DE"/>
    <w:rsid w:val="00451442"/>
    <w:rsid w:val="00453738"/>
    <w:rsid w:val="0045393E"/>
    <w:rsid w:val="00455ABD"/>
    <w:rsid w:val="00455BDD"/>
    <w:rsid w:val="00455EBA"/>
    <w:rsid w:val="00455EDD"/>
    <w:rsid w:val="004561BD"/>
    <w:rsid w:val="004562A1"/>
    <w:rsid w:val="004566AD"/>
    <w:rsid w:val="00456D3F"/>
    <w:rsid w:val="00456D53"/>
    <w:rsid w:val="004577B7"/>
    <w:rsid w:val="00457E35"/>
    <w:rsid w:val="00460391"/>
    <w:rsid w:val="004627D0"/>
    <w:rsid w:val="0046400C"/>
    <w:rsid w:val="0046477A"/>
    <w:rsid w:val="00465000"/>
    <w:rsid w:val="00465360"/>
    <w:rsid w:val="00465A6C"/>
    <w:rsid w:val="004665C0"/>
    <w:rsid w:val="0046751A"/>
    <w:rsid w:val="00470167"/>
    <w:rsid w:val="00471B09"/>
    <w:rsid w:val="0047230A"/>
    <w:rsid w:val="004723FE"/>
    <w:rsid w:val="00472431"/>
    <w:rsid w:val="00472B38"/>
    <w:rsid w:val="00472C57"/>
    <w:rsid w:val="00473165"/>
    <w:rsid w:val="00473872"/>
    <w:rsid w:val="00473D1F"/>
    <w:rsid w:val="00474F67"/>
    <w:rsid w:val="004752A0"/>
    <w:rsid w:val="00475838"/>
    <w:rsid w:val="004762EE"/>
    <w:rsid w:val="00476C56"/>
    <w:rsid w:val="004778C9"/>
    <w:rsid w:val="00477DB6"/>
    <w:rsid w:val="004802D4"/>
    <w:rsid w:val="0048094F"/>
    <w:rsid w:val="00481BA6"/>
    <w:rsid w:val="00481E96"/>
    <w:rsid w:val="004820A8"/>
    <w:rsid w:val="00482685"/>
    <w:rsid w:val="0048340F"/>
    <w:rsid w:val="00483A9E"/>
    <w:rsid w:val="004845B1"/>
    <w:rsid w:val="00484AA8"/>
    <w:rsid w:val="00485763"/>
    <w:rsid w:val="00487BE5"/>
    <w:rsid w:val="00487FFA"/>
    <w:rsid w:val="004910D7"/>
    <w:rsid w:val="00492B7E"/>
    <w:rsid w:val="00493272"/>
    <w:rsid w:val="00493366"/>
    <w:rsid w:val="00493A42"/>
    <w:rsid w:val="00493A9D"/>
    <w:rsid w:val="00493B9E"/>
    <w:rsid w:val="00494B60"/>
    <w:rsid w:val="004951B4"/>
    <w:rsid w:val="0049595A"/>
    <w:rsid w:val="004962D5"/>
    <w:rsid w:val="00496678"/>
    <w:rsid w:val="00497924"/>
    <w:rsid w:val="004A004B"/>
    <w:rsid w:val="004A141F"/>
    <w:rsid w:val="004A1C84"/>
    <w:rsid w:val="004A329D"/>
    <w:rsid w:val="004A3301"/>
    <w:rsid w:val="004A3416"/>
    <w:rsid w:val="004A3954"/>
    <w:rsid w:val="004A39F1"/>
    <w:rsid w:val="004A3D37"/>
    <w:rsid w:val="004A3F12"/>
    <w:rsid w:val="004A7195"/>
    <w:rsid w:val="004A72C8"/>
    <w:rsid w:val="004A7C9C"/>
    <w:rsid w:val="004B033A"/>
    <w:rsid w:val="004B09F6"/>
    <w:rsid w:val="004B16CD"/>
    <w:rsid w:val="004B2C4C"/>
    <w:rsid w:val="004B405C"/>
    <w:rsid w:val="004B42EF"/>
    <w:rsid w:val="004B49FD"/>
    <w:rsid w:val="004B4E29"/>
    <w:rsid w:val="004B50C6"/>
    <w:rsid w:val="004B5B3B"/>
    <w:rsid w:val="004B5ECD"/>
    <w:rsid w:val="004B640B"/>
    <w:rsid w:val="004B64AE"/>
    <w:rsid w:val="004B6A42"/>
    <w:rsid w:val="004B71EF"/>
    <w:rsid w:val="004C06A7"/>
    <w:rsid w:val="004C0BFC"/>
    <w:rsid w:val="004C189E"/>
    <w:rsid w:val="004C2803"/>
    <w:rsid w:val="004C2895"/>
    <w:rsid w:val="004C2A92"/>
    <w:rsid w:val="004C2C44"/>
    <w:rsid w:val="004C55BD"/>
    <w:rsid w:val="004C5810"/>
    <w:rsid w:val="004C5E61"/>
    <w:rsid w:val="004C602A"/>
    <w:rsid w:val="004C6250"/>
    <w:rsid w:val="004C6FD9"/>
    <w:rsid w:val="004C7337"/>
    <w:rsid w:val="004C7473"/>
    <w:rsid w:val="004C794A"/>
    <w:rsid w:val="004D0DB2"/>
    <w:rsid w:val="004D131A"/>
    <w:rsid w:val="004D37D8"/>
    <w:rsid w:val="004D481A"/>
    <w:rsid w:val="004D4CB0"/>
    <w:rsid w:val="004D4D6C"/>
    <w:rsid w:val="004D6C68"/>
    <w:rsid w:val="004D7787"/>
    <w:rsid w:val="004D7E47"/>
    <w:rsid w:val="004D7E7D"/>
    <w:rsid w:val="004E0D9C"/>
    <w:rsid w:val="004E0FBA"/>
    <w:rsid w:val="004E1973"/>
    <w:rsid w:val="004E2485"/>
    <w:rsid w:val="004E3125"/>
    <w:rsid w:val="004E4651"/>
    <w:rsid w:val="004E4728"/>
    <w:rsid w:val="004E49A4"/>
    <w:rsid w:val="004E4E0E"/>
    <w:rsid w:val="004E5FA7"/>
    <w:rsid w:val="004E5FE5"/>
    <w:rsid w:val="004E602C"/>
    <w:rsid w:val="004F14D9"/>
    <w:rsid w:val="004F278F"/>
    <w:rsid w:val="004F2866"/>
    <w:rsid w:val="004F2D59"/>
    <w:rsid w:val="004F5209"/>
    <w:rsid w:val="004F7A47"/>
    <w:rsid w:val="005000D1"/>
    <w:rsid w:val="005004F6"/>
    <w:rsid w:val="005026F0"/>
    <w:rsid w:val="00503504"/>
    <w:rsid w:val="00504360"/>
    <w:rsid w:val="005061FB"/>
    <w:rsid w:val="00506CCB"/>
    <w:rsid w:val="0051022B"/>
    <w:rsid w:val="0051032C"/>
    <w:rsid w:val="00510491"/>
    <w:rsid w:val="00510EEE"/>
    <w:rsid w:val="00511670"/>
    <w:rsid w:val="00511FE0"/>
    <w:rsid w:val="00512829"/>
    <w:rsid w:val="00512CA9"/>
    <w:rsid w:val="0051363A"/>
    <w:rsid w:val="00513780"/>
    <w:rsid w:val="00513E38"/>
    <w:rsid w:val="005153B4"/>
    <w:rsid w:val="005156F4"/>
    <w:rsid w:val="0051575F"/>
    <w:rsid w:val="00517256"/>
    <w:rsid w:val="00520113"/>
    <w:rsid w:val="005216F3"/>
    <w:rsid w:val="0052181D"/>
    <w:rsid w:val="00523644"/>
    <w:rsid w:val="0052391A"/>
    <w:rsid w:val="00523990"/>
    <w:rsid w:val="00524562"/>
    <w:rsid w:val="005258B3"/>
    <w:rsid w:val="00525B09"/>
    <w:rsid w:val="00526435"/>
    <w:rsid w:val="005276EE"/>
    <w:rsid w:val="005305CB"/>
    <w:rsid w:val="0053067B"/>
    <w:rsid w:val="0053076F"/>
    <w:rsid w:val="00532BE3"/>
    <w:rsid w:val="00532D09"/>
    <w:rsid w:val="00533709"/>
    <w:rsid w:val="00534487"/>
    <w:rsid w:val="00534555"/>
    <w:rsid w:val="00535063"/>
    <w:rsid w:val="0053514A"/>
    <w:rsid w:val="0053534F"/>
    <w:rsid w:val="00535944"/>
    <w:rsid w:val="00535B02"/>
    <w:rsid w:val="00536353"/>
    <w:rsid w:val="00540DDA"/>
    <w:rsid w:val="005414F2"/>
    <w:rsid w:val="005418E2"/>
    <w:rsid w:val="00542152"/>
    <w:rsid w:val="005424FD"/>
    <w:rsid w:val="005461D8"/>
    <w:rsid w:val="00547807"/>
    <w:rsid w:val="00547D57"/>
    <w:rsid w:val="0055125A"/>
    <w:rsid w:val="005523C5"/>
    <w:rsid w:val="00552924"/>
    <w:rsid w:val="005535D6"/>
    <w:rsid w:val="005535EC"/>
    <w:rsid w:val="00553691"/>
    <w:rsid w:val="00554627"/>
    <w:rsid w:val="00554787"/>
    <w:rsid w:val="00554EB0"/>
    <w:rsid w:val="005556D7"/>
    <w:rsid w:val="005557DF"/>
    <w:rsid w:val="00555E28"/>
    <w:rsid w:val="00556594"/>
    <w:rsid w:val="00556E9F"/>
    <w:rsid w:val="00557399"/>
    <w:rsid w:val="005574B0"/>
    <w:rsid w:val="00557F52"/>
    <w:rsid w:val="00561BD7"/>
    <w:rsid w:val="00562693"/>
    <w:rsid w:val="00562D5C"/>
    <w:rsid w:val="00562F51"/>
    <w:rsid w:val="00563674"/>
    <w:rsid w:val="00563A89"/>
    <w:rsid w:val="005646A9"/>
    <w:rsid w:val="005646DC"/>
    <w:rsid w:val="00564AD8"/>
    <w:rsid w:val="00564F40"/>
    <w:rsid w:val="00565932"/>
    <w:rsid w:val="00567707"/>
    <w:rsid w:val="00567854"/>
    <w:rsid w:val="00567875"/>
    <w:rsid w:val="00567995"/>
    <w:rsid w:val="00567B99"/>
    <w:rsid w:val="005707F3"/>
    <w:rsid w:val="005712F8"/>
    <w:rsid w:val="0057133A"/>
    <w:rsid w:val="00571CB4"/>
    <w:rsid w:val="00572239"/>
    <w:rsid w:val="00572C1A"/>
    <w:rsid w:val="005730E3"/>
    <w:rsid w:val="0057317D"/>
    <w:rsid w:val="005743D1"/>
    <w:rsid w:val="00574405"/>
    <w:rsid w:val="0057538C"/>
    <w:rsid w:val="005755A7"/>
    <w:rsid w:val="005758E1"/>
    <w:rsid w:val="00575C09"/>
    <w:rsid w:val="00575EA4"/>
    <w:rsid w:val="00576087"/>
    <w:rsid w:val="0057651B"/>
    <w:rsid w:val="00576C23"/>
    <w:rsid w:val="00577A7A"/>
    <w:rsid w:val="0058043C"/>
    <w:rsid w:val="00580CC0"/>
    <w:rsid w:val="00580CFE"/>
    <w:rsid w:val="005816D9"/>
    <w:rsid w:val="005827DF"/>
    <w:rsid w:val="0058340D"/>
    <w:rsid w:val="00583DB2"/>
    <w:rsid w:val="00583EEA"/>
    <w:rsid w:val="005845B2"/>
    <w:rsid w:val="00584E14"/>
    <w:rsid w:val="005869CB"/>
    <w:rsid w:val="0059004C"/>
    <w:rsid w:val="00591941"/>
    <w:rsid w:val="00592194"/>
    <w:rsid w:val="00592DFA"/>
    <w:rsid w:val="00593982"/>
    <w:rsid w:val="005943CE"/>
    <w:rsid w:val="00594451"/>
    <w:rsid w:val="00594B32"/>
    <w:rsid w:val="00595102"/>
    <w:rsid w:val="00595302"/>
    <w:rsid w:val="00596BD8"/>
    <w:rsid w:val="00596C05"/>
    <w:rsid w:val="00597EBA"/>
    <w:rsid w:val="005A03ED"/>
    <w:rsid w:val="005A05BE"/>
    <w:rsid w:val="005A09B1"/>
    <w:rsid w:val="005A10C7"/>
    <w:rsid w:val="005A20C3"/>
    <w:rsid w:val="005A21C8"/>
    <w:rsid w:val="005A23CA"/>
    <w:rsid w:val="005A26C3"/>
    <w:rsid w:val="005A2941"/>
    <w:rsid w:val="005A29ED"/>
    <w:rsid w:val="005A2AF3"/>
    <w:rsid w:val="005A338E"/>
    <w:rsid w:val="005A347B"/>
    <w:rsid w:val="005A3484"/>
    <w:rsid w:val="005A4E4F"/>
    <w:rsid w:val="005A5572"/>
    <w:rsid w:val="005A59AC"/>
    <w:rsid w:val="005A636D"/>
    <w:rsid w:val="005A65B9"/>
    <w:rsid w:val="005A67EF"/>
    <w:rsid w:val="005A7617"/>
    <w:rsid w:val="005A7848"/>
    <w:rsid w:val="005B118D"/>
    <w:rsid w:val="005B11EC"/>
    <w:rsid w:val="005B13AF"/>
    <w:rsid w:val="005B18A8"/>
    <w:rsid w:val="005B1D81"/>
    <w:rsid w:val="005B31C7"/>
    <w:rsid w:val="005B3D2A"/>
    <w:rsid w:val="005B3F0F"/>
    <w:rsid w:val="005B41EA"/>
    <w:rsid w:val="005B5391"/>
    <w:rsid w:val="005B5607"/>
    <w:rsid w:val="005B6C59"/>
    <w:rsid w:val="005B6D03"/>
    <w:rsid w:val="005B71DE"/>
    <w:rsid w:val="005B7464"/>
    <w:rsid w:val="005B7C89"/>
    <w:rsid w:val="005C0037"/>
    <w:rsid w:val="005C02DA"/>
    <w:rsid w:val="005C039A"/>
    <w:rsid w:val="005C05E0"/>
    <w:rsid w:val="005C1651"/>
    <w:rsid w:val="005C26D8"/>
    <w:rsid w:val="005C33CE"/>
    <w:rsid w:val="005C4320"/>
    <w:rsid w:val="005C4A53"/>
    <w:rsid w:val="005C4C55"/>
    <w:rsid w:val="005C5214"/>
    <w:rsid w:val="005C5474"/>
    <w:rsid w:val="005C5832"/>
    <w:rsid w:val="005C66A9"/>
    <w:rsid w:val="005C6766"/>
    <w:rsid w:val="005C68E7"/>
    <w:rsid w:val="005C6985"/>
    <w:rsid w:val="005C6B94"/>
    <w:rsid w:val="005C70F9"/>
    <w:rsid w:val="005C7717"/>
    <w:rsid w:val="005C7DDD"/>
    <w:rsid w:val="005D06CF"/>
    <w:rsid w:val="005D07C9"/>
    <w:rsid w:val="005D21EE"/>
    <w:rsid w:val="005D2EC3"/>
    <w:rsid w:val="005D352C"/>
    <w:rsid w:val="005D38FB"/>
    <w:rsid w:val="005D3DAC"/>
    <w:rsid w:val="005D4336"/>
    <w:rsid w:val="005D43C4"/>
    <w:rsid w:val="005D4814"/>
    <w:rsid w:val="005D4AFA"/>
    <w:rsid w:val="005D5697"/>
    <w:rsid w:val="005D5C73"/>
    <w:rsid w:val="005D6117"/>
    <w:rsid w:val="005D616D"/>
    <w:rsid w:val="005D6295"/>
    <w:rsid w:val="005D688B"/>
    <w:rsid w:val="005D78D5"/>
    <w:rsid w:val="005D7BDE"/>
    <w:rsid w:val="005E059B"/>
    <w:rsid w:val="005E08EE"/>
    <w:rsid w:val="005E0E95"/>
    <w:rsid w:val="005E1234"/>
    <w:rsid w:val="005E1D21"/>
    <w:rsid w:val="005E211D"/>
    <w:rsid w:val="005E22CF"/>
    <w:rsid w:val="005E2451"/>
    <w:rsid w:val="005E3294"/>
    <w:rsid w:val="005E384D"/>
    <w:rsid w:val="005E471A"/>
    <w:rsid w:val="005E50E5"/>
    <w:rsid w:val="005E5DA3"/>
    <w:rsid w:val="005E6307"/>
    <w:rsid w:val="005E640C"/>
    <w:rsid w:val="005E7EAD"/>
    <w:rsid w:val="005F0286"/>
    <w:rsid w:val="005F02C6"/>
    <w:rsid w:val="005F0567"/>
    <w:rsid w:val="005F07D2"/>
    <w:rsid w:val="005F0CB2"/>
    <w:rsid w:val="005F0CBD"/>
    <w:rsid w:val="005F0D53"/>
    <w:rsid w:val="005F1DB8"/>
    <w:rsid w:val="005F1EBE"/>
    <w:rsid w:val="005F24CD"/>
    <w:rsid w:val="005F29B0"/>
    <w:rsid w:val="005F2F44"/>
    <w:rsid w:val="005F2F7E"/>
    <w:rsid w:val="005F2FA0"/>
    <w:rsid w:val="005F3214"/>
    <w:rsid w:val="005F363A"/>
    <w:rsid w:val="005F458C"/>
    <w:rsid w:val="005F49E4"/>
    <w:rsid w:val="005F6FC0"/>
    <w:rsid w:val="005F709D"/>
    <w:rsid w:val="005F71B2"/>
    <w:rsid w:val="005F71D9"/>
    <w:rsid w:val="005F7D5D"/>
    <w:rsid w:val="00600456"/>
    <w:rsid w:val="00600A39"/>
    <w:rsid w:val="006014D5"/>
    <w:rsid w:val="00601817"/>
    <w:rsid w:val="00602ACF"/>
    <w:rsid w:val="00604FDF"/>
    <w:rsid w:val="0060501F"/>
    <w:rsid w:val="00610178"/>
    <w:rsid w:val="00610E5C"/>
    <w:rsid w:val="00610EF3"/>
    <w:rsid w:val="00611069"/>
    <w:rsid w:val="0061120E"/>
    <w:rsid w:val="00611C6C"/>
    <w:rsid w:val="00613E1D"/>
    <w:rsid w:val="0061583D"/>
    <w:rsid w:val="006160A7"/>
    <w:rsid w:val="006161CE"/>
    <w:rsid w:val="006161E3"/>
    <w:rsid w:val="00616DBD"/>
    <w:rsid w:val="00616EC9"/>
    <w:rsid w:val="0061727C"/>
    <w:rsid w:val="006175B4"/>
    <w:rsid w:val="006177AE"/>
    <w:rsid w:val="00620158"/>
    <w:rsid w:val="00620889"/>
    <w:rsid w:val="00621651"/>
    <w:rsid w:val="00621A9B"/>
    <w:rsid w:val="00621B9C"/>
    <w:rsid w:val="00621C07"/>
    <w:rsid w:val="00621D1F"/>
    <w:rsid w:val="0062216E"/>
    <w:rsid w:val="00622F31"/>
    <w:rsid w:val="00623826"/>
    <w:rsid w:val="006244F4"/>
    <w:rsid w:val="00624686"/>
    <w:rsid w:val="006247E3"/>
    <w:rsid w:val="00624CA5"/>
    <w:rsid w:val="0062503D"/>
    <w:rsid w:val="0062561B"/>
    <w:rsid w:val="00625DDF"/>
    <w:rsid w:val="00625E50"/>
    <w:rsid w:val="00626C38"/>
    <w:rsid w:val="00627A8D"/>
    <w:rsid w:val="00627A9B"/>
    <w:rsid w:val="00630743"/>
    <w:rsid w:val="00631126"/>
    <w:rsid w:val="00632D8E"/>
    <w:rsid w:val="00633754"/>
    <w:rsid w:val="006338A1"/>
    <w:rsid w:val="006353B5"/>
    <w:rsid w:val="006356E4"/>
    <w:rsid w:val="00637737"/>
    <w:rsid w:val="006378A2"/>
    <w:rsid w:val="00640033"/>
    <w:rsid w:val="006418C6"/>
    <w:rsid w:val="00642131"/>
    <w:rsid w:val="006449C4"/>
    <w:rsid w:val="00644B61"/>
    <w:rsid w:val="0064515A"/>
    <w:rsid w:val="006464C7"/>
    <w:rsid w:val="0064664D"/>
    <w:rsid w:val="00646A56"/>
    <w:rsid w:val="00647B44"/>
    <w:rsid w:val="0065106E"/>
    <w:rsid w:val="00651882"/>
    <w:rsid w:val="00653156"/>
    <w:rsid w:val="00653759"/>
    <w:rsid w:val="00653B6B"/>
    <w:rsid w:val="00654331"/>
    <w:rsid w:val="006546A2"/>
    <w:rsid w:val="00654BC6"/>
    <w:rsid w:val="00654D1C"/>
    <w:rsid w:val="00655421"/>
    <w:rsid w:val="0065542C"/>
    <w:rsid w:val="006554B1"/>
    <w:rsid w:val="00655714"/>
    <w:rsid w:val="00655E7F"/>
    <w:rsid w:val="00656346"/>
    <w:rsid w:val="006563DC"/>
    <w:rsid w:val="00656444"/>
    <w:rsid w:val="00656529"/>
    <w:rsid w:val="0065740D"/>
    <w:rsid w:val="006574EC"/>
    <w:rsid w:val="006606AA"/>
    <w:rsid w:val="00660B33"/>
    <w:rsid w:val="00661923"/>
    <w:rsid w:val="0066196E"/>
    <w:rsid w:val="00661DED"/>
    <w:rsid w:val="00661EA4"/>
    <w:rsid w:val="00662104"/>
    <w:rsid w:val="00662B68"/>
    <w:rsid w:val="00662D06"/>
    <w:rsid w:val="00663DE9"/>
    <w:rsid w:val="00664F01"/>
    <w:rsid w:val="006653EB"/>
    <w:rsid w:val="0066561A"/>
    <w:rsid w:val="00665AD4"/>
    <w:rsid w:val="006668B8"/>
    <w:rsid w:val="006671A4"/>
    <w:rsid w:val="00667546"/>
    <w:rsid w:val="006679DD"/>
    <w:rsid w:val="00670564"/>
    <w:rsid w:val="00670EF1"/>
    <w:rsid w:val="006711F2"/>
    <w:rsid w:val="006713E2"/>
    <w:rsid w:val="00671E24"/>
    <w:rsid w:val="00672B10"/>
    <w:rsid w:val="006733B7"/>
    <w:rsid w:val="006738C7"/>
    <w:rsid w:val="006744B4"/>
    <w:rsid w:val="0067451D"/>
    <w:rsid w:val="00676148"/>
    <w:rsid w:val="00676775"/>
    <w:rsid w:val="00676F25"/>
    <w:rsid w:val="0068081A"/>
    <w:rsid w:val="00681AAF"/>
    <w:rsid w:val="0068207E"/>
    <w:rsid w:val="00682283"/>
    <w:rsid w:val="00682285"/>
    <w:rsid w:val="00682612"/>
    <w:rsid w:val="006827C9"/>
    <w:rsid w:val="00682BD1"/>
    <w:rsid w:val="006833E6"/>
    <w:rsid w:val="0068361B"/>
    <w:rsid w:val="00683BE4"/>
    <w:rsid w:val="006844DE"/>
    <w:rsid w:val="0068464C"/>
    <w:rsid w:val="00684860"/>
    <w:rsid w:val="00684B46"/>
    <w:rsid w:val="00684EBC"/>
    <w:rsid w:val="00685808"/>
    <w:rsid w:val="00685EAE"/>
    <w:rsid w:val="00686A15"/>
    <w:rsid w:val="0068710E"/>
    <w:rsid w:val="006878E3"/>
    <w:rsid w:val="006878FE"/>
    <w:rsid w:val="00687C26"/>
    <w:rsid w:val="0069056E"/>
    <w:rsid w:val="00691701"/>
    <w:rsid w:val="00692338"/>
    <w:rsid w:val="00692D6B"/>
    <w:rsid w:val="00693388"/>
    <w:rsid w:val="00693510"/>
    <w:rsid w:val="00693590"/>
    <w:rsid w:val="006943C8"/>
    <w:rsid w:val="006945ED"/>
    <w:rsid w:val="006945FC"/>
    <w:rsid w:val="00694759"/>
    <w:rsid w:val="0069495A"/>
    <w:rsid w:val="006953B3"/>
    <w:rsid w:val="006956FF"/>
    <w:rsid w:val="00696A9E"/>
    <w:rsid w:val="00697566"/>
    <w:rsid w:val="006A05DF"/>
    <w:rsid w:val="006A08D4"/>
    <w:rsid w:val="006A19AB"/>
    <w:rsid w:val="006A27C6"/>
    <w:rsid w:val="006A2B3A"/>
    <w:rsid w:val="006A300A"/>
    <w:rsid w:val="006A31EB"/>
    <w:rsid w:val="006A4B1F"/>
    <w:rsid w:val="006A4F9B"/>
    <w:rsid w:val="006A7944"/>
    <w:rsid w:val="006A794D"/>
    <w:rsid w:val="006B03BE"/>
    <w:rsid w:val="006B2538"/>
    <w:rsid w:val="006B25E2"/>
    <w:rsid w:val="006B2D4D"/>
    <w:rsid w:val="006B3422"/>
    <w:rsid w:val="006B35F3"/>
    <w:rsid w:val="006B5212"/>
    <w:rsid w:val="006B53AC"/>
    <w:rsid w:val="006B5B7B"/>
    <w:rsid w:val="006B6113"/>
    <w:rsid w:val="006B69A5"/>
    <w:rsid w:val="006B742D"/>
    <w:rsid w:val="006B74C8"/>
    <w:rsid w:val="006B77DD"/>
    <w:rsid w:val="006C013A"/>
    <w:rsid w:val="006C067B"/>
    <w:rsid w:val="006C092E"/>
    <w:rsid w:val="006C1632"/>
    <w:rsid w:val="006C1E8E"/>
    <w:rsid w:val="006C267E"/>
    <w:rsid w:val="006C2F92"/>
    <w:rsid w:val="006C3713"/>
    <w:rsid w:val="006C4616"/>
    <w:rsid w:val="006C4C72"/>
    <w:rsid w:val="006C52C3"/>
    <w:rsid w:val="006C5E98"/>
    <w:rsid w:val="006C6306"/>
    <w:rsid w:val="006C6C5E"/>
    <w:rsid w:val="006C6FEC"/>
    <w:rsid w:val="006C7455"/>
    <w:rsid w:val="006D16DC"/>
    <w:rsid w:val="006D18D0"/>
    <w:rsid w:val="006D1A5B"/>
    <w:rsid w:val="006D1BEE"/>
    <w:rsid w:val="006D1CEC"/>
    <w:rsid w:val="006D1FB8"/>
    <w:rsid w:val="006D2D02"/>
    <w:rsid w:val="006D2E5C"/>
    <w:rsid w:val="006D3239"/>
    <w:rsid w:val="006D388F"/>
    <w:rsid w:val="006D3AAF"/>
    <w:rsid w:val="006D3E2A"/>
    <w:rsid w:val="006D4333"/>
    <w:rsid w:val="006D4A1D"/>
    <w:rsid w:val="006D6438"/>
    <w:rsid w:val="006D6F01"/>
    <w:rsid w:val="006E007F"/>
    <w:rsid w:val="006E12E7"/>
    <w:rsid w:val="006E24AB"/>
    <w:rsid w:val="006E2A05"/>
    <w:rsid w:val="006E3638"/>
    <w:rsid w:val="006E380E"/>
    <w:rsid w:val="006E4205"/>
    <w:rsid w:val="006E43FE"/>
    <w:rsid w:val="006E46F7"/>
    <w:rsid w:val="006E4D4C"/>
    <w:rsid w:val="006E5356"/>
    <w:rsid w:val="006E5583"/>
    <w:rsid w:val="006E572A"/>
    <w:rsid w:val="006E5D5B"/>
    <w:rsid w:val="006E6615"/>
    <w:rsid w:val="006E780C"/>
    <w:rsid w:val="006E7BD4"/>
    <w:rsid w:val="006F1C8C"/>
    <w:rsid w:val="006F2EFB"/>
    <w:rsid w:val="006F3B25"/>
    <w:rsid w:val="006F4672"/>
    <w:rsid w:val="006F572A"/>
    <w:rsid w:val="006F62BC"/>
    <w:rsid w:val="006F6454"/>
    <w:rsid w:val="006F675C"/>
    <w:rsid w:val="006F6B18"/>
    <w:rsid w:val="007000B3"/>
    <w:rsid w:val="007002B8"/>
    <w:rsid w:val="00700843"/>
    <w:rsid w:val="00700B77"/>
    <w:rsid w:val="00701594"/>
    <w:rsid w:val="00702312"/>
    <w:rsid w:val="00702756"/>
    <w:rsid w:val="00702F8E"/>
    <w:rsid w:val="00703DFD"/>
    <w:rsid w:val="00704445"/>
    <w:rsid w:val="00704CAD"/>
    <w:rsid w:val="00705930"/>
    <w:rsid w:val="00705B9E"/>
    <w:rsid w:val="00707028"/>
    <w:rsid w:val="007078C2"/>
    <w:rsid w:val="0071220F"/>
    <w:rsid w:val="007123EE"/>
    <w:rsid w:val="00712ED8"/>
    <w:rsid w:val="00714B7B"/>
    <w:rsid w:val="0071503E"/>
    <w:rsid w:val="00715D27"/>
    <w:rsid w:val="00716648"/>
    <w:rsid w:val="007166C0"/>
    <w:rsid w:val="00716C94"/>
    <w:rsid w:val="00716FA0"/>
    <w:rsid w:val="00717CB9"/>
    <w:rsid w:val="00717D8C"/>
    <w:rsid w:val="007202C3"/>
    <w:rsid w:val="007215E4"/>
    <w:rsid w:val="00721756"/>
    <w:rsid w:val="00721B41"/>
    <w:rsid w:val="00721E7D"/>
    <w:rsid w:val="0072201B"/>
    <w:rsid w:val="00722608"/>
    <w:rsid w:val="00722BF5"/>
    <w:rsid w:val="00722EF8"/>
    <w:rsid w:val="00724148"/>
    <w:rsid w:val="0072443C"/>
    <w:rsid w:val="007247BA"/>
    <w:rsid w:val="00724F65"/>
    <w:rsid w:val="007254CF"/>
    <w:rsid w:val="00725B60"/>
    <w:rsid w:val="00726849"/>
    <w:rsid w:val="007309B0"/>
    <w:rsid w:val="00730B65"/>
    <w:rsid w:val="00730EBD"/>
    <w:rsid w:val="007312AA"/>
    <w:rsid w:val="00731C76"/>
    <w:rsid w:val="00731EAB"/>
    <w:rsid w:val="007328E6"/>
    <w:rsid w:val="00732A21"/>
    <w:rsid w:val="00733474"/>
    <w:rsid w:val="00733927"/>
    <w:rsid w:val="00733F42"/>
    <w:rsid w:val="0073448F"/>
    <w:rsid w:val="007348AB"/>
    <w:rsid w:val="00735222"/>
    <w:rsid w:val="0073527B"/>
    <w:rsid w:val="00735332"/>
    <w:rsid w:val="00735C89"/>
    <w:rsid w:val="007364B9"/>
    <w:rsid w:val="00737078"/>
    <w:rsid w:val="0073731A"/>
    <w:rsid w:val="00740BE3"/>
    <w:rsid w:val="00741685"/>
    <w:rsid w:val="0074184D"/>
    <w:rsid w:val="00741E12"/>
    <w:rsid w:val="00742208"/>
    <w:rsid w:val="007424E5"/>
    <w:rsid w:val="00742A52"/>
    <w:rsid w:val="00742A93"/>
    <w:rsid w:val="00743353"/>
    <w:rsid w:val="00743F40"/>
    <w:rsid w:val="00743FA5"/>
    <w:rsid w:val="007446C8"/>
    <w:rsid w:val="00744761"/>
    <w:rsid w:val="007447BF"/>
    <w:rsid w:val="00744A00"/>
    <w:rsid w:val="00744E6B"/>
    <w:rsid w:val="00745265"/>
    <w:rsid w:val="0074743E"/>
    <w:rsid w:val="0074748E"/>
    <w:rsid w:val="00747D1C"/>
    <w:rsid w:val="0075016F"/>
    <w:rsid w:val="0075035D"/>
    <w:rsid w:val="007506E8"/>
    <w:rsid w:val="00750D33"/>
    <w:rsid w:val="007513A1"/>
    <w:rsid w:val="0075220A"/>
    <w:rsid w:val="00753FE2"/>
    <w:rsid w:val="00754027"/>
    <w:rsid w:val="00754263"/>
    <w:rsid w:val="00754E11"/>
    <w:rsid w:val="0075572B"/>
    <w:rsid w:val="00756239"/>
    <w:rsid w:val="00756B4C"/>
    <w:rsid w:val="007574BD"/>
    <w:rsid w:val="007578E2"/>
    <w:rsid w:val="00757DA4"/>
    <w:rsid w:val="0076054B"/>
    <w:rsid w:val="00760A98"/>
    <w:rsid w:val="00760FCC"/>
    <w:rsid w:val="00761F8E"/>
    <w:rsid w:val="007634E1"/>
    <w:rsid w:val="00763F3B"/>
    <w:rsid w:val="007641D6"/>
    <w:rsid w:val="00764A7A"/>
    <w:rsid w:val="007660C0"/>
    <w:rsid w:val="00766979"/>
    <w:rsid w:val="00767191"/>
    <w:rsid w:val="00767BFA"/>
    <w:rsid w:val="00770992"/>
    <w:rsid w:val="00771543"/>
    <w:rsid w:val="0077173C"/>
    <w:rsid w:val="00771BCB"/>
    <w:rsid w:val="00771C59"/>
    <w:rsid w:val="00771DCF"/>
    <w:rsid w:val="00771E22"/>
    <w:rsid w:val="007722F3"/>
    <w:rsid w:val="00775139"/>
    <w:rsid w:val="00775268"/>
    <w:rsid w:val="00776CC5"/>
    <w:rsid w:val="00776CCC"/>
    <w:rsid w:val="007771A9"/>
    <w:rsid w:val="00777795"/>
    <w:rsid w:val="00777821"/>
    <w:rsid w:val="00777C03"/>
    <w:rsid w:val="00777E98"/>
    <w:rsid w:val="00780A98"/>
    <w:rsid w:val="00781755"/>
    <w:rsid w:val="007826CE"/>
    <w:rsid w:val="00783281"/>
    <w:rsid w:val="007834C9"/>
    <w:rsid w:val="00783D9A"/>
    <w:rsid w:val="007843DE"/>
    <w:rsid w:val="00786213"/>
    <w:rsid w:val="007863D7"/>
    <w:rsid w:val="00786448"/>
    <w:rsid w:val="007864AB"/>
    <w:rsid w:val="0078712B"/>
    <w:rsid w:val="0078715C"/>
    <w:rsid w:val="00787230"/>
    <w:rsid w:val="00787E5E"/>
    <w:rsid w:val="00787F43"/>
    <w:rsid w:val="007909DE"/>
    <w:rsid w:val="00790A8A"/>
    <w:rsid w:val="00790C02"/>
    <w:rsid w:val="00791CDF"/>
    <w:rsid w:val="00793CBD"/>
    <w:rsid w:val="007949D2"/>
    <w:rsid w:val="0079553B"/>
    <w:rsid w:val="0079555D"/>
    <w:rsid w:val="00795B27"/>
    <w:rsid w:val="00796A46"/>
    <w:rsid w:val="0079711B"/>
    <w:rsid w:val="007A03D6"/>
    <w:rsid w:val="007A0AC9"/>
    <w:rsid w:val="007A0B37"/>
    <w:rsid w:val="007A105A"/>
    <w:rsid w:val="007A1085"/>
    <w:rsid w:val="007A1E8F"/>
    <w:rsid w:val="007A2347"/>
    <w:rsid w:val="007A253C"/>
    <w:rsid w:val="007A2A8F"/>
    <w:rsid w:val="007A3808"/>
    <w:rsid w:val="007A4E25"/>
    <w:rsid w:val="007A58CE"/>
    <w:rsid w:val="007A5BCA"/>
    <w:rsid w:val="007A5E41"/>
    <w:rsid w:val="007A7433"/>
    <w:rsid w:val="007B0405"/>
    <w:rsid w:val="007B11F6"/>
    <w:rsid w:val="007B1C62"/>
    <w:rsid w:val="007B1E5E"/>
    <w:rsid w:val="007B21D3"/>
    <w:rsid w:val="007B24F3"/>
    <w:rsid w:val="007B269E"/>
    <w:rsid w:val="007B3474"/>
    <w:rsid w:val="007B3B3D"/>
    <w:rsid w:val="007B3D1F"/>
    <w:rsid w:val="007B4090"/>
    <w:rsid w:val="007B41BB"/>
    <w:rsid w:val="007B462D"/>
    <w:rsid w:val="007B495B"/>
    <w:rsid w:val="007B4CA5"/>
    <w:rsid w:val="007B5696"/>
    <w:rsid w:val="007B5717"/>
    <w:rsid w:val="007B5BFC"/>
    <w:rsid w:val="007B5CB2"/>
    <w:rsid w:val="007B6695"/>
    <w:rsid w:val="007B692E"/>
    <w:rsid w:val="007B6A33"/>
    <w:rsid w:val="007B6EC5"/>
    <w:rsid w:val="007B718C"/>
    <w:rsid w:val="007B72C4"/>
    <w:rsid w:val="007B72C9"/>
    <w:rsid w:val="007B72FB"/>
    <w:rsid w:val="007B774C"/>
    <w:rsid w:val="007B7A0C"/>
    <w:rsid w:val="007C0EF4"/>
    <w:rsid w:val="007C22D9"/>
    <w:rsid w:val="007C2B32"/>
    <w:rsid w:val="007C2B71"/>
    <w:rsid w:val="007C2CDB"/>
    <w:rsid w:val="007C3750"/>
    <w:rsid w:val="007C5131"/>
    <w:rsid w:val="007C56A6"/>
    <w:rsid w:val="007C5702"/>
    <w:rsid w:val="007C61A2"/>
    <w:rsid w:val="007C622F"/>
    <w:rsid w:val="007C7E45"/>
    <w:rsid w:val="007D011C"/>
    <w:rsid w:val="007D02DC"/>
    <w:rsid w:val="007D17CC"/>
    <w:rsid w:val="007D2C20"/>
    <w:rsid w:val="007D3D7C"/>
    <w:rsid w:val="007D423A"/>
    <w:rsid w:val="007D4241"/>
    <w:rsid w:val="007D425E"/>
    <w:rsid w:val="007D4954"/>
    <w:rsid w:val="007D51F1"/>
    <w:rsid w:val="007D6132"/>
    <w:rsid w:val="007D66D4"/>
    <w:rsid w:val="007D6B7F"/>
    <w:rsid w:val="007D78A3"/>
    <w:rsid w:val="007D7C0E"/>
    <w:rsid w:val="007E06C3"/>
    <w:rsid w:val="007E0A25"/>
    <w:rsid w:val="007E13E8"/>
    <w:rsid w:val="007E1826"/>
    <w:rsid w:val="007E1ACD"/>
    <w:rsid w:val="007E20E8"/>
    <w:rsid w:val="007E3BA7"/>
    <w:rsid w:val="007E3CDB"/>
    <w:rsid w:val="007E3F0E"/>
    <w:rsid w:val="007E4BE5"/>
    <w:rsid w:val="007E4EDA"/>
    <w:rsid w:val="007E4FD5"/>
    <w:rsid w:val="007E55A6"/>
    <w:rsid w:val="007E6256"/>
    <w:rsid w:val="007E7044"/>
    <w:rsid w:val="007E7C95"/>
    <w:rsid w:val="007F05EB"/>
    <w:rsid w:val="007F0714"/>
    <w:rsid w:val="007F1460"/>
    <w:rsid w:val="007F1583"/>
    <w:rsid w:val="007F22E5"/>
    <w:rsid w:val="007F3596"/>
    <w:rsid w:val="007F36E9"/>
    <w:rsid w:val="007F4080"/>
    <w:rsid w:val="007F43F9"/>
    <w:rsid w:val="007F57D2"/>
    <w:rsid w:val="007F652A"/>
    <w:rsid w:val="007F6592"/>
    <w:rsid w:val="007F732D"/>
    <w:rsid w:val="007F779E"/>
    <w:rsid w:val="007F7A65"/>
    <w:rsid w:val="007F7BE6"/>
    <w:rsid w:val="008000F3"/>
    <w:rsid w:val="00800592"/>
    <w:rsid w:val="008008DC"/>
    <w:rsid w:val="00800FB5"/>
    <w:rsid w:val="0080116E"/>
    <w:rsid w:val="008022BE"/>
    <w:rsid w:val="00802427"/>
    <w:rsid w:val="00802A68"/>
    <w:rsid w:val="008037F7"/>
    <w:rsid w:val="00803874"/>
    <w:rsid w:val="008059B2"/>
    <w:rsid w:val="008059E3"/>
    <w:rsid w:val="00806C4F"/>
    <w:rsid w:val="00810F90"/>
    <w:rsid w:val="00811C27"/>
    <w:rsid w:val="008124BA"/>
    <w:rsid w:val="0081256A"/>
    <w:rsid w:val="008129BE"/>
    <w:rsid w:val="00813100"/>
    <w:rsid w:val="008131E6"/>
    <w:rsid w:val="0081480D"/>
    <w:rsid w:val="00814F38"/>
    <w:rsid w:val="008160B9"/>
    <w:rsid w:val="00816846"/>
    <w:rsid w:val="00816CCA"/>
    <w:rsid w:val="0081702C"/>
    <w:rsid w:val="00817E25"/>
    <w:rsid w:val="00820774"/>
    <w:rsid w:val="00820C17"/>
    <w:rsid w:val="0082146C"/>
    <w:rsid w:val="00821A9F"/>
    <w:rsid w:val="008223D4"/>
    <w:rsid w:val="00822462"/>
    <w:rsid w:val="00823DA2"/>
    <w:rsid w:val="00823DDD"/>
    <w:rsid w:val="008246EB"/>
    <w:rsid w:val="00825567"/>
    <w:rsid w:val="00825ABC"/>
    <w:rsid w:val="00826480"/>
    <w:rsid w:val="00826D86"/>
    <w:rsid w:val="008272F8"/>
    <w:rsid w:val="008278F8"/>
    <w:rsid w:val="00830649"/>
    <w:rsid w:val="00830694"/>
    <w:rsid w:val="00831C01"/>
    <w:rsid w:val="008325CF"/>
    <w:rsid w:val="00832963"/>
    <w:rsid w:val="008329BC"/>
    <w:rsid w:val="00833000"/>
    <w:rsid w:val="00833ADA"/>
    <w:rsid w:val="00835152"/>
    <w:rsid w:val="0083529B"/>
    <w:rsid w:val="00835975"/>
    <w:rsid w:val="0083612F"/>
    <w:rsid w:val="0083693D"/>
    <w:rsid w:val="008369CB"/>
    <w:rsid w:val="00836CF7"/>
    <w:rsid w:val="00837309"/>
    <w:rsid w:val="00837594"/>
    <w:rsid w:val="00837703"/>
    <w:rsid w:val="008403CC"/>
    <w:rsid w:val="00840614"/>
    <w:rsid w:val="00840A35"/>
    <w:rsid w:val="00841AC3"/>
    <w:rsid w:val="00841C07"/>
    <w:rsid w:val="00842927"/>
    <w:rsid w:val="0084399B"/>
    <w:rsid w:val="00843D9B"/>
    <w:rsid w:val="00844756"/>
    <w:rsid w:val="008452CF"/>
    <w:rsid w:val="00845E68"/>
    <w:rsid w:val="00846068"/>
    <w:rsid w:val="008464C3"/>
    <w:rsid w:val="00846B44"/>
    <w:rsid w:val="00846B7A"/>
    <w:rsid w:val="00847266"/>
    <w:rsid w:val="00850066"/>
    <w:rsid w:val="0085088A"/>
    <w:rsid w:val="00850F1C"/>
    <w:rsid w:val="00850F42"/>
    <w:rsid w:val="00850F60"/>
    <w:rsid w:val="0085107D"/>
    <w:rsid w:val="008513F4"/>
    <w:rsid w:val="0085175F"/>
    <w:rsid w:val="00852013"/>
    <w:rsid w:val="00852526"/>
    <w:rsid w:val="0085279A"/>
    <w:rsid w:val="0085430F"/>
    <w:rsid w:val="008544DF"/>
    <w:rsid w:val="008553C3"/>
    <w:rsid w:val="0085561B"/>
    <w:rsid w:val="008558B2"/>
    <w:rsid w:val="00855C4C"/>
    <w:rsid w:val="008603D0"/>
    <w:rsid w:val="008605BF"/>
    <w:rsid w:val="008609CE"/>
    <w:rsid w:val="00860D6B"/>
    <w:rsid w:val="00860FD3"/>
    <w:rsid w:val="00861283"/>
    <w:rsid w:val="0086153C"/>
    <w:rsid w:val="0086197F"/>
    <w:rsid w:val="00861B88"/>
    <w:rsid w:val="00861C3A"/>
    <w:rsid w:val="008626BA"/>
    <w:rsid w:val="00862C74"/>
    <w:rsid w:val="00863D25"/>
    <w:rsid w:val="0086428B"/>
    <w:rsid w:val="008657E4"/>
    <w:rsid w:val="00865E46"/>
    <w:rsid w:val="00866AD2"/>
    <w:rsid w:val="00870654"/>
    <w:rsid w:val="00870BBE"/>
    <w:rsid w:val="00870BE7"/>
    <w:rsid w:val="00870D11"/>
    <w:rsid w:val="00870D2F"/>
    <w:rsid w:val="00870FBE"/>
    <w:rsid w:val="008713F4"/>
    <w:rsid w:val="0087494E"/>
    <w:rsid w:val="00874A39"/>
    <w:rsid w:val="00875199"/>
    <w:rsid w:val="008752A5"/>
    <w:rsid w:val="00875A28"/>
    <w:rsid w:val="00875CFD"/>
    <w:rsid w:val="00875F52"/>
    <w:rsid w:val="00876A04"/>
    <w:rsid w:val="00876B9C"/>
    <w:rsid w:val="00877071"/>
    <w:rsid w:val="00877179"/>
    <w:rsid w:val="008771E1"/>
    <w:rsid w:val="00880EA9"/>
    <w:rsid w:val="00880F7D"/>
    <w:rsid w:val="00881490"/>
    <w:rsid w:val="008815F6"/>
    <w:rsid w:val="008834DC"/>
    <w:rsid w:val="00883838"/>
    <w:rsid w:val="0088386C"/>
    <w:rsid w:val="0088387E"/>
    <w:rsid w:val="00883ACC"/>
    <w:rsid w:val="00884833"/>
    <w:rsid w:val="00884D13"/>
    <w:rsid w:val="0088509C"/>
    <w:rsid w:val="00886109"/>
    <w:rsid w:val="0088682C"/>
    <w:rsid w:val="00886839"/>
    <w:rsid w:val="00886ED6"/>
    <w:rsid w:val="0088712A"/>
    <w:rsid w:val="00887630"/>
    <w:rsid w:val="00887803"/>
    <w:rsid w:val="00887A61"/>
    <w:rsid w:val="00890EEB"/>
    <w:rsid w:val="008914B8"/>
    <w:rsid w:val="00893992"/>
    <w:rsid w:val="00893CCD"/>
    <w:rsid w:val="00893F0F"/>
    <w:rsid w:val="00894B50"/>
    <w:rsid w:val="00894B5A"/>
    <w:rsid w:val="00894D75"/>
    <w:rsid w:val="00894E5F"/>
    <w:rsid w:val="00895833"/>
    <w:rsid w:val="00895D87"/>
    <w:rsid w:val="008961E9"/>
    <w:rsid w:val="00896451"/>
    <w:rsid w:val="0089652F"/>
    <w:rsid w:val="00896810"/>
    <w:rsid w:val="008969B0"/>
    <w:rsid w:val="00897ED5"/>
    <w:rsid w:val="008A0FC5"/>
    <w:rsid w:val="008A190B"/>
    <w:rsid w:val="008A26AA"/>
    <w:rsid w:val="008A2704"/>
    <w:rsid w:val="008A29F9"/>
    <w:rsid w:val="008A354E"/>
    <w:rsid w:val="008A3A82"/>
    <w:rsid w:val="008A3B6F"/>
    <w:rsid w:val="008A4E48"/>
    <w:rsid w:val="008A5189"/>
    <w:rsid w:val="008A541A"/>
    <w:rsid w:val="008A6A13"/>
    <w:rsid w:val="008A6C79"/>
    <w:rsid w:val="008A7642"/>
    <w:rsid w:val="008A76B9"/>
    <w:rsid w:val="008B0906"/>
    <w:rsid w:val="008B15AD"/>
    <w:rsid w:val="008B535E"/>
    <w:rsid w:val="008B578F"/>
    <w:rsid w:val="008B60BF"/>
    <w:rsid w:val="008B6215"/>
    <w:rsid w:val="008B6F0B"/>
    <w:rsid w:val="008B735D"/>
    <w:rsid w:val="008B79E1"/>
    <w:rsid w:val="008C027E"/>
    <w:rsid w:val="008C1452"/>
    <w:rsid w:val="008C1A63"/>
    <w:rsid w:val="008C1F0A"/>
    <w:rsid w:val="008C2780"/>
    <w:rsid w:val="008C2D1E"/>
    <w:rsid w:val="008C37CD"/>
    <w:rsid w:val="008C3D05"/>
    <w:rsid w:val="008C4FC7"/>
    <w:rsid w:val="008C51DC"/>
    <w:rsid w:val="008C546A"/>
    <w:rsid w:val="008C65AB"/>
    <w:rsid w:val="008C6643"/>
    <w:rsid w:val="008C6EF0"/>
    <w:rsid w:val="008C7F15"/>
    <w:rsid w:val="008D0619"/>
    <w:rsid w:val="008D1C67"/>
    <w:rsid w:val="008D22A2"/>
    <w:rsid w:val="008D3587"/>
    <w:rsid w:val="008D377E"/>
    <w:rsid w:val="008D4348"/>
    <w:rsid w:val="008D45CF"/>
    <w:rsid w:val="008D4687"/>
    <w:rsid w:val="008D4FB5"/>
    <w:rsid w:val="008D56B5"/>
    <w:rsid w:val="008D67BB"/>
    <w:rsid w:val="008D68A7"/>
    <w:rsid w:val="008D6A1A"/>
    <w:rsid w:val="008D6AE1"/>
    <w:rsid w:val="008D71F9"/>
    <w:rsid w:val="008E017E"/>
    <w:rsid w:val="008E0DB8"/>
    <w:rsid w:val="008E1927"/>
    <w:rsid w:val="008E1C5F"/>
    <w:rsid w:val="008E2179"/>
    <w:rsid w:val="008E2604"/>
    <w:rsid w:val="008E3044"/>
    <w:rsid w:val="008E354E"/>
    <w:rsid w:val="008E4224"/>
    <w:rsid w:val="008E451E"/>
    <w:rsid w:val="008E4B3A"/>
    <w:rsid w:val="008E4C4B"/>
    <w:rsid w:val="008E5459"/>
    <w:rsid w:val="008E7E62"/>
    <w:rsid w:val="008E7E75"/>
    <w:rsid w:val="008F0427"/>
    <w:rsid w:val="008F0619"/>
    <w:rsid w:val="008F0F75"/>
    <w:rsid w:val="008F1083"/>
    <w:rsid w:val="008F170B"/>
    <w:rsid w:val="008F1B49"/>
    <w:rsid w:val="008F1E98"/>
    <w:rsid w:val="008F2F1C"/>
    <w:rsid w:val="008F33C5"/>
    <w:rsid w:val="008F5A04"/>
    <w:rsid w:val="008F6280"/>
    <w:rsid w:val="008F68FA"/>
    <w:rsid w:val="008F69E0"/>
    <w:rsid w:val="008F69EB"/>
    <w:rsid w:val="008F6A79"/>
    <w:rsid w:val="008F7101"/>
    <w:rsid w:val="008F71A7"/>
    <w:rsid w:val="00900868"/>
    <w:rsid w:val="009008C1"/>
    <w:rsid w:val="00900A06"/>
    <w:rsid w:val="0090179C"/>
    <w:rsid w:val="0090319A"/>
    <w:rsid w:val="009038C6"/>
    <w:rsid w:val="00903B6A"/>
    <w:rsid w:val="00903BBB"/>
    <w:rsid w:val="0090534E"/>
    <w:rsid w:val="009059ED"/>
    <w:rsid w:val="00906A91"/>
    <w:rsid w:val="00907122"/>
    <w:rsid w:val="009072EE"/>
    <w:rsid w:val="00907535"/>
    <w:rsid w:val="00907760"/>
    <w:rsid w:val="00911F01"/>
    <w:rsid w:val="00912003"/>
    <w:rsid w:val="00912423"/>
    <w:rsid w:val="00912944"/>
    <w:rsid w:val="00913222"/>
    <w:rsid w:val="009140CD"/>
    <w:rsid w:val="009148B0"/>
    <w:rsid w:val="0091559F"/>
    <w:rsid w:val="00915ADC"/>
    <w:rsid w:val="0091609B"/>
    <w:rsid w:val="009170B2"/>
    <w:rsid w:val="00917A6D"/>
    <w:rsid w:val="00920E7E"/>
    <w:rsid w:val="00922898"/>
    <w:rsid w:val="00922FDF"/>
    <w:rsid w:val="00923D8E"/>
    <w:rsid w:val="00924018"/>
    <w:rsid w:val="009247D4"/>
    <w:rsid w:val="009249EA"/>
    <w:rsid w:val="0092532E"/>
    <w:rsid w:val="009256D0"/>
    <w:rsid w:val="00925D00"/>
    <w:rsid w:val="00925E81"/>
    <w:rsid w:val="00926112"/>
    <w:rsid w:val="00926537"/>
    <w:rsid w:val="0092674B"/>
    <w:rsid w:val="00926B11"/>
    <w:rsid w:val="00926D76"/>
    <w:rsid w:val="00927C15"/>
    <w:rsid w:val="0093007B"/>
    <w:rsid w:val="00930999"/>
    <w:rsid w:val="00930CB0"/>
    <w:rsid w:val="00931235"/>
    <w:rsid w:val="00932B7E"/>
    <w:rsid w:val="00932E6F"/>
    <w:rsid w:val="00933137"/>
    <w:rsid w:val="0093346B"/>
    <w:rsid w:val="00933600"/>
    <w:rsid w:val="00933BC6"/>
    <w:rsid w:val="00934D43"/>
    <w:rsid w:val="00934E4A"/>
    <w:rsid w:val="00935887"/>
    <w:rsid w:val="00935BD9"/>
    <w:rsid w:val="00935E00"/>
    <w:rsid w:val="009360DA"/>
    <w:rsid w:val="00936D2E"/>
    <w:rsid w:val="009370F9"/>
    <w:rsid w:val="00937735"/>
    <w:rsid w:val="00937DB3"/>
    <w:rsid w:val="00940266"/>
    <w:rsid w:val="00940335"/>
    <w:rsid w:val="0094064C"/>
    <w:rsid w:val="00941E4F"/>
    <w:rsid w:val="00942FB5"/>
    <w:rsid w:val="00943E70"/>
    <w:rsid w:val="00943F03"/>
    <w:rsid w:val="00943FD4"/>
    <w:rsid w:val="00945006"/>
    <w:rsid w:val="009479BB"/>
    <w:rsid w:val="00947B12"/>
    <w:rsid w:val="00950189"/>
    <w:rsid w:val="00950F2B"/>
    <w:rsid w:val="009517F6"/>
    <w:rsid w:val="00951B6D"/>
    <w:rsid w:val="009526DC"/>
    <w:rsid w:val="00953631"/>
    <w:rsid w:val="00953B3D"/>
    <w:rsid w:val="009542E9"/>
    <w:rsid w:val="0095446A"/>
    <w:rsid w:val="009546C1"/>
    <w:rsid w:val="0095574F"/>
    <w:rsid w:val="009564AB"/>
    <w:rsid w:val="009570EE"/>
    <w:rsid w:val="0096002A"/>
    <w:rsid w:val="009602FD"/>
    <w:rsid w:val="00960508"/>
    <w:rsid w:val="00960D66"/>
    <w:rsid w:val="0096116C"/>
    <w:rsid w:val="00961193"/>
    <w:rsid w:val="00961475"/>
    <w:rsid w:val="009636A2"/>
    <w:rsid w:val="00963DCD"/>
    <w:rsid w:val="0096452C"/>
    <w:rsid w:val="00964FEB"/>
    <w:rsid w:val="00964FF1"/>
    <w:rsid w:val="00965386"/>
    <w:rsid w:val="00965C45"/>
    <w:rsid w:val="009665DA"/>
    <w:rsid w:val="0097010F"/>
    <w:rsid w:val="00971398"/>
    <w:rsid w:val="00971ADF"/>
    <w:rsid w:val="00971BAC"/>
    <w:rsid w:val="00971E07"/>
    <w:rsid w:val="00972025"/>
    <w:rsid w:val="009725DE"/>
    <w:rsid w:val="009727A7"/>
    <w:rsid w:val="00973C54"/>
    <w:rsid w:val="00974CF6"/>
    <w:rsid w:val="0097584F"/>
    <w:rsid w:val="00975BAE"/>
    <w:rsid w:val="00975CA3"/>
    <w:rsid w:val="00975EC5"/>
    <w:rsid w:val="00976272"/>
    <w:rsid w:val="00976653"/>
    <w:rsid w:val="00976CE4"/>
    <w:rsid w:val="009770B7"/>
    <w:rsid w:val="00977126"/>
    <w:rsid w:val="009774A4"/>
    <w:rsid w:val="009826DA"/>
    <w:rsid w:val="00982B8F"/>
    <w:rsid w:val="00982C56"/>
    <w:rsid w:val="00983274"/>
    <w:rsid w:val="009835A9"/>
    <w:rsid w:val="00983B5B"/>
    <w:rsid w:val="00983BC9"/>
    <w:rsid w:val="00985576"/>
    <w:rsid w:val="00985860"/>
    <w:rsid w:val="009861E4"/>
    <w:rsid w:val="009865BA"/>
    <w:rsid w:val="00986C98"/>
    <w:rsid w:val="009924FD"/>
    <w:rsid w:val="0099261B"/>
    <w:rsid w:val="009935F9"/>
    <w:rsid w:val="00994124"/>
    <w:rsid w:val="009949B5"/>
    <w:rsid w:val="00994F23"/>
    <w:rsid w:val="0099508C"/>
    <w:rsid w:val="009951FD"/>
    <w:rsid w:val="00995670"/>
    <w:rsid w:val="009978AA"/>
    <w:rsid w:val="009978AF"/>
    <w:rsid w:val="0099798E"/>
    <w:rsid w:val="00997A68"/>
    <w:rsid w:val="009A0007"/>
    <w:rsid w:val="009A03AC"/>
    <w:rsid w:val="009A0A40"/>
    <w:rsid w:val="009A0DFE"/>
    <w:rsid w:val="009A0EC6"/>
    <w:rsid w:val="009A1729"/>
    <w:rsid w:val="009A1B85"/>
    <w:rsid w:val="009A1F33"/>
    <w:rsid w:val="009A2665"/>
    <w:rsid w:val="009A26B0"/>
    <w:rsid w:val="009A2B08"/>
    <w:rsid w:val="009A2B6B"/>
    <w:rsid w:val="009A2BBB"/>
    <w:rsid w:val="009A3F91"/>
    <w:rsid w:val="009A45FD"/>
    <w:rsid w:val="009A665A"/>
    <w:rsid w:val="009A681A"/>
    <w:rsid w:val="009A7586"/>
    <w:rsid w:val="009A7B55"/>
    <w:rsid w:val="009A7EAC"/>
    <w:rsid w:val="009B018C"/>
    <w:rsid w:val="009B043C"/>
    <w:rsid w:val="009B14C9"/>
    <w:rsid w:val="009B2811"/>
    <w:rsid w:val="009B2D61"/>
    <w:rsid w:val="009B4627"/>
    <w:rsid w:val="009B48DB"/>
    <w:rsid w:val="009B543D"/>
    <w:rsid w:val="009B61EE"/>
    <w:rsid w:val="009B639B"/>
    <w:rsid w:val="009B7586"/>
    <w:rsid w:val="009C1410"/>
    <w:rsid w:val="009C1415"/>
    <w:rsid w:val="009C1520"/>
    <w:rsid w:val="009C1CC1"/>
    <w:rsid w:val="009C1FCF"/>
    <w:rsid w:val="009C289A"/>
    <w:rsid w:val="009C2D75"/>
    <w:rsid w:val="009C38DD"/>
    <w:rsid w:val="009C4CB8"/>
    <w:rsid w:val="009C50DE"/>
    <w:rsid w:val="009C57B0"/>
    <w:rsid w:val="009C60A2"/>
    <w:rsid w:val="009C647C"/>
    <w:rsid w:val="009C66C3"/>
    <w:rsid w:val="009C67C5"/>
    <w:rsid w:val="009C6B5F"/>
    <w:rsid w:val="009C6B64"/>
    <w:rsid w:val="009C6C6C"/>
    <w:rsid w:val="009C6D99"/>
    <w:rsid w:val="009C6F77"/>
    <w:rsid w:val="009C7734"/>
    <w:rsid w:val="009D05D3"/>
    <w:rsid w:val="009D0CDF"/>
    <w:rsid w:val="009D238E"/>
    <w:rsid w:val="009D3796"/>
    <w:rsid w:val="009D39C6"/>
    <w:rsid w:val="009D3B91"/>
    <w:rsid w:val="009D404B"/>
    <w:rsid w:val="009D50E4"/>
    <w:rsid w:val="009D532D"/>
    <w:rsid w:val="009D6AE1"/>
    <w:rsid w:val="009D6C9A"/>
    <w:rsid w:val="009D6E80"/>
    <w:rsid w:val="009D70E5"/>
    <w:rsid w:val="009D72AB"/>
    <w:rsid w:val="009D75AE"/>
    <w:rsid w:val="009D7883"/>
    <w:rsid w:val="009E198E"/>
    <w:rsid w:val="009E227B"/>
    <w:rsid w:val="009E2CE0"/>
    <w:rsid w:val="009E3853"/>
    <w:rsid w:val="009E3BE3"/>
    <w:rsid w:val="009E456B"/>
    <w:rsid w:val="009E5860"/>
    <w:rsid w:val="009E59CF"/>
    <w:rsid w:val="009E5EA5"/>
    <w:rsid w:val="009E6C16"/>
    <w:rsid w:val="009E6F40"/>
    <w:rsid w:val="009E724D"/>
    <w:rsid w:val="009E7A0A"/>
    <w:rsid w:val="009F214E"/>
    <w:rsid w:val="009F2728"/>
    <w:rsid w:val="009F309A"/>
    <w:rsid w:val="009F3A10"/>
    <w:rsid w:val="009F3DF3"/>
    <w:rsid w:val="009F4038"/>
    <w:rsid w:val="009F4385"/>
    <w:rsid w:val="009F5907"/>
    <w:rsid w:val="009F5A5D"/>
    <w:rsid w:val="009F5D80"/>
    <w:rsid w:val="009F5EE3"/>
    <w:rsid w:val="009F691D"/>
    <w:rsid w:val="009F7263"/>
    <w:rsid w:val="009F77BE"/>
    <w:rsid w:val="00A00138"/>
    <w:rsid w:val="00A001D6"/>
    <w:rsid w:val="00A00856"/>
    <w:rsid w:val="00A011E1"/>
    <w:rsid w:val="00A016E7"/>
    <w:rsid w:val="00A01A2F"/>
    <w:rsid w:val="00A0217C"/>
    <w:rsid w:val="00A0244D"/>
    <w:rsid w:val="00A02E11"/>
    <w:rsid w:val="00A03735"/>
    <w:rsid w:val="00A03CE4"/>
    <w:rsid w:val="00A04D5C"/>
    <w:rsid w:val="00A104FC"/>
    <w:rsid w:val="00A10518"/>
    <w:rsid w:val="00A129AD"/>
    <w:rsid w:val="00A13346"/>
    <w:rsid w:val="00A13CAA"/>
    <w:rsid w:val="00A14396"/>
    <w:rsid w:val="00A1487F"/>
    <w:rsid w:val="00A14FCE"/>
    <w:rsid w:val="00A15243"/>
    <w:rsid w:val="00A15A5E"/>
    <w:rsid w:val="00A21E9B"/>
    <w:rsid w:val="00A21FB4"/>
    <w:rsid w:val="00A2331E"/>
    <w:rsid w:val="00A24C84"/>
    <w:rsid w:val="00A24CD9"/>
    <w:rsid w:val="00A26CAC"/>
    <w:rsid w:val="00A26D8A"/>
    <w:rsid w:val="00A26FC2"/>
    <w:rsid w:val="00A2766C"/>
    <w:rsid w:val="00A30492"/>
    <w:rsid w:val="00A30B44"/>
    <w:rsid w:val="00A31701"/>
    <w:rsid w:val="00A3187D"/>
    <w:rsid w:val="00A32DEC"/>
    <w:rsid w:val="00A36C0D"/>
    <w:rsid w:val="00A37929"/>
    <w:rsid w:val="00A402F9"/>
    <w:rsid w:val="00A412A1"/>
    <w:rsid w:val="00A42CF1"/>
    <w:rsid w:val="00A4388F"/>
    <w:rsid w:val="00A438F4"/>
    <w:rsid w:val="00A43DA1"/>
    <w:rsid w:val="00A44123"/>
    <w:rsid w:val="00A44408"/>
    <w:rsid w:val="00A444BA"/>
    <w:rsid w:val="00A447D2"/>
    <w:rsid w:val="00A45CB1"/>
    <w:rsid w:val="00A4613B"/>
    <w:rsid w:val="00A46777"/>
    <w:rsid w:val="00A46A47"/>
    <w:rsid w:val="00A4779F"/>
    <w:rsid w:val="00A47D0D"/>
    <w:rsid w:val="00A5076D"/>
    <w:rsid w:val="00A51033"/>
    <w:rsid w:val="00A51D4C"/>
    <w:rsid w:val="00A52D44"/>
    <w:rsid w:val="00A53C8D"/>
    <w:rsid w:val="00A53C8E"/>
    <w:rsid w:val="00A53FCC"/>
    <w:rsid w:val="00A54598"/>
    <w:rsid w:val="00A54D78"/>
    <w:rsid w:val="00A551F4"/>
    <w:rsid w:val="00A5607A"/>
    <w:rsid w:val="00A5630F"/>
    <w:rsid w:val="00A56785"/>
    <w:rsid w:val="00A57924"/>
    <w:rsid w:val="00A602FB"/>
    <w:rsid w:val="00A60507"/>
    <w:rsid w:val="00A610B6"/>
    <w:rsid w:val="00A6215B"/>
    <w:rsid w:val="00A62280"/>
    <w:rsid w:val="00A62392"/>
    <w:rsid w:val="00A628E5"/>
    <w:rsid w:val="00A62C2D"/>
    <w:rsid w:val="00A635BB"/>
    <w:rsid w:val="00A63C73"/>
    <w:rsid w:val="00A6452F"/>
    <w:rsid w:val="00A645C5"/>
    <w:rsid w:val="00A665B3"/>
    <w:rsid w:val="00A66E20"/>
    <w:rsid w:val="00A66FFF"/>
    <w:rsid w:val="00A67604"/>
    <w:rsid w:val="00A6761C"/>
    <w:rsid w:val="00A67972"/>
    <w:rsid w:val="00A67DE1"/>
    <w:rsid w:val="00A67F68"/>
    <w:rsid w:val="00A70047"/>
    <w:rsid w:val="00A7189E"/>
    <w:rsid w:val="00A719B4"/>
    <w:rsid w:val="00A71DE6"/>
    <w:rsid w:val="00A71E04"/>
    <w:rsid w:val="00A71E70"/>
    <w:rsid w:val="00A73146"/>
    <w:rsid w:val="00A74138"/>
    <w:rsid w:val="00A741C0"/>
    <w:rsid w:val="00A75451"/>
    <w:rsid w:val="00A76659"/>
    <w:rsid w:val="00A770C5"/>
    <w:rsid w:val="00A7726A"/>
    <w:rsid w:val="00A77364"/>
    <w:rsid w:val="00A77924"/>
    <w:rsid w:val="00A80207"/>
    <w:rsid w:val="00A80505"/>
    <w:rsid w:val="00A81B32"/>
    <w:rsid w:val="00A81DAE"/>
    <w:rsid w:val="00A82C55"/>
    <w:rsid w:val="00A837A2"/>
    <w:rsid w:val="00A83F24"/>
    <w:rsid w:val="00A8441F"/>
    <w:rsid w:val="00A84FCE"/>
    <w:rsid w:val="00A85FBB"/>
    <w:rsid w:val="00A865C2"/>
    <w:rsid w:val="00A872A2"/>
    <w:rsid w:val="00A87C16"/>
    <w:rsid w:val="00A87D52"/>
    <w:rsid w:val="00A900AD"/>
    <w:rsid w:val="00A90621"/>
    <w:rsid w:val="00A90829"/>
    <w:rsid w:val="00A90D8B"/>
    <w:rsid w:val="00A91508"/>
    <w:rsid w:val="00A91C2B"/>
    <w:rsid w:val="00A92194"/>
    <w:rsid w:val="00A92A4A"/>
    <w:rsid w:val="00A92F11"/>
    <w:rsid w:val="00A948A0"/>
    <w:rsid w:val="00A94BBA"/>
    <w:rsid w:val="00A94FAA"/>
    <w:rsid w:val="00A955FE"/>
    <w:rsid w:val="00A96017"/>
    <w:rsid w:val="00A9607B"/>
    <w:rsid w:val="00A9625D"/>
    <w:rsid w:val="00A9689E"/>
    <w:rsid w:val="00A9745B"/>
    <w:rsid w:val="00A97CA3"/>
    <w:rsid w:val="00AA075B"/>
    <w:rsid w:val="00AA135C"/>
    <w:rsid w:val="00AA37BC"/>
    <w:rsid w:val="00AA3BCC"/>
    <w:rsid w:val="00AA3F42"/>
    <w:rsid w:val="00AA5205"/>
    <w:rsid w:val="00AA5642"/>
    <w:rsid w:val="00AA570B"/>
    <w:rsid w:val="00AA63F5"/>
    <w:rsid w:val="00AA76F0"/>
    <w:rsid w:val="00AB02A8"/>
    <w:rsid w:val="00AB03DC"/>
    <w:rsid w:val="00AB091E"/>
    <w:rsid w:val="00AB0BA0"/>
    <w:rsid w:val="00AB111F"/>
    <w:rsid w:val="00AB1A84"/>
    <w:rsid w:val="00AB34DF"/>
    <w:rsid w:val="00AB49CE"/>
    <w:rsid w:val="00AB54E2"/>
    <w:rsid w:val="00AB5801"/>
    <w:rsid w:val="00AB618F"/>
    <w:rsid w:val="00AB67E5"/>
    <w:rsid w:val="00AB6932"/>
    <w:rsid w:val="00AB69A5"/>
    <w:rsid w:val="00AB6D8D"/>
    <w:rsid w:val="00AB6EB9"/>
    <w:rsid w:val="00AB7B2A"/>
    <w:rsid w:val="00AB7D1D"/>
    <w:rsid w:val="00AB7D3D"/>
    <w:rsid w:val="00AC0282"/>
    <w:rsid w:val="00AC08EF"/>
    <w:rsid w:val="00AC2779"/>
    <w:rsid w:val="00AC33A4"/>
    <w:rsid w:val="00AC37FA"/>
    <w:rsid w:val="00AC436B"/>
    <w:rsid w:val="00AC47F1"/>
    <w:rsid w:val="00AC4A07"/>
    <w:rsid w:val="00AC4B67"/>
    <w:rsid w:val="00AC5354"/>
    <w:rsid w:val="00AC6AA2"/>
    <w:rsid w:val="00AC75CE"/>
    <w:rsid w:val="00AC7DD3"/>
    <w:rsid w:val="00AD096D"/>
    <w:rsid w:val="00AD117B"/>
    <w:rsid w:val="00AD1D3F"/>
    <w:rsid w:val="00AD20C2"/>
    <w:rsid w:val="00AD2449"/>
    <w:rsid w:val="00AD34FE"/>
    <w:rsid w:val="00AD4223"/>
    <w:rsid w:val="00AD449A"/>
    <w:rsid w:val="00AD451F"/>
    <w:rsid w:val="00AD4E83"/>
    <w:rsid w:val="00AD5013"/>
    <w:rsid w:val="00AD5412"/>
    <w:rsid w:val="00AD6647"/>
    <w:rsid w:val="00AD6AE6"/>
    <w:rsid w:val="00AD7499"/>
    <w:rsid w:val="00AD78B9"/>
    <w:rsid w:val="00AE0C89"/>
    <w:rsid w:val="00AE1235"/>
    <w:rsid w:val="00AE1A8A"/>
    <w:rsid w:val="00AE2234"/>
    <w:rsid w:val="00AE269F"/>
    <w:rsid w:val="00AE3484"/>
    <w:rsid w:val="00AE385E"/>
    <w:rsid w:val="00AE4D1C"/>
    <w:rsid w:val="00AE5305"/>
    <w:rsid w:val="00AE7179"/>
    <w:rsid w:val="00AF03D2"/>
    <w:rsid w:val="00AF0517"/>
    <w:rsid w:val="00AF0522"/>
    <w:rsid w:val="00AF09C3"/>
    <w:rsid w:val="00AF1B03"/>
    <w:rsid w:val="00AF1BC7"/>
    <w:rsid w:val="00AF2135"/>
    <w:rsid w:val="00AF2A45"/>
    <w:rsid w:val="00AF2E86"/>
    <w:rsid w:val="00AF3472"/>
    <w:rsid w:val="00AF4872"/>
    <w:rsid w:val="00AF4DAD"/>
    <w:rsid w:val="00AF6947"/>
    <w:rsid w:val="00AF695C"/>
    <w:rsid w:val="00AF6F8D"/>
    <w:rsid w:val="00AF7B82"/>
    <w:rsid w:val="00AF7BC1"/>
    <w:rsid w:val="00B00171"/>
    <w:rsid w:val="00B005F6"/>
    <w:rsid w:val="00B022EB"/>
    <w:rsid w:val="00B02927"/>
    <w:rsid w:val="00B030E8"/>
    <w:rsid w:val="00B0317A"/>
    <w:rsid w:val="00B0351D"/>
    <w:rsid w:val="00B03527"/>
    <w:rsid w:val="00B04705"/>
    <w:rsid w:val="00B047FA"/>
    <w:rsid w:val="00B05BBF"/>
    <w:rsid w:val="00B060D4"/>
    <w:rsid w:val="00B06525"/>
    <w:rsid w:val="00B06EB4"/>
    <w:rsid w:val="00B107F4"/>
    <w:rsid w:val="00B10A63"/>
    <w:rsid w:val="00B10AA5"/>
    <w:rsid w:val="00B10CFF"/>
    <w:rsid w:val="00B1175E"/>
    <w:rsid w:val="00B119AA"/>
    <w:rsid w:val="00B11AD1"/>
    <w:rsid w:val="00B12171"/>
    <w:rsid w:val="00B1277E"/>
    <w:rsid w:val="00B1618B"/>
    <w:rsid w:val="00B163AC"/>
    <w:rsid w:val="00B166A0"/>
    <w:rsid w:val="00B16811"/>
    <w:rsid w:val="00B16B9E"/>
    <w:rsid w:val="00B1721D"/>
    <w:rsid w:val="00B17584"/>
    <w:rsid w:val="00B176CE"/>
    <w:rsid w:val="00B17EB2"/>
    <w:rsid w:val="00B20452"/>
    <w:rsid w:val="00B2232F"/>
    <w:rsid w:val="00B22831"/>
    <w:rsid w:val="00B23C40"/>
    <w:rsid w:val="00B25522"/>
    <w:rsid w:val="00B260FA"/>
    <w:rsid w:val="00B2693F"/>
    <w:rsid w:val="00B274BD"/>
    <w:rsid w:val="00B302B9"/>
    <w:rsid w:val="00B30A69"/>
    <w:rsid w:val="00B3234A"/>
    <w:rsid w:val="00B337E1"/>
    <w:rsid w:val="00B339F7"/>
    <w:rsid w:val="00B33DA7"/>
    <w:rsid w:val="00B33EA9"/>
    <w:rsid w:val="00B3409D"/>
    <w:rsid w:val="00B34B55"/>
    <w:rsid w:val="00B35277"/>
    <w:rsid w:val="00B37C58"/>
    <w:rsid w:val="00B40E55"/>
    <w:rsid w:val="00B41D1E"/>
    <w:rsid w:val="00B42033"/>
    <w:rsid w:val="00B425BA"/>
    <w:rsid w:val="00B43BE8"/>
    <w:rsid w:val="00B44856"/>
    <w:rsid w:val="00B45827"/>
    <w:rsid w:val="00B4641B"/>
    <w:rsid w:val="00B46A1E"/>
    <w:rsid w:val="00B46DA5"/>
    <w:rsid w:val="00B47438"/>
    <w:rsid w:val="00B50003"/>
    <w:rsid w:val="00B50544"/>
    <w:rsid w:val="00B512AF"/>
    <w:rsid w:val="00B51B6C"/>
    <w:rsid w:val="00B51C92"/>
    <w:rsid w:val="00B52086"/>
    <w:rsid w:val="00B52744"/>
    <w:rsid w:val="00B534CE"/>
    <w:rsid w:val="00B54362"/>
    <w:rsid w:val="00B5548B"/>
    <w:rsid w:val="00B55DA6"/>
    <w:rsid w:val="00B57AFB"/>
    <w:rsid w:val="00B60F4E"/>
    <w:rsid w:val="00B61B2D"/>
    <w:rsid w:val="00B61F90"/>
    <w:rsid w:val="00B6202D"/>
    <w:rsid w:val="00B62336"/>
    <w:rsid w:val="00B648C7"/>
    <w:rsid w:val="00B65CB4"/>
    <w:rsid w:val="00B65CEA"/>
    <w:rsid w:val="00B67388"/>
    <w:rsid w:val="00B7057B"/>
    <w:rsid w:val="00B70755"/>
    <w:rsid w:val="00B70763"/>
    <w:rsid w:val="00B70D2C"/>
    <w:rsid w:val="00B70E69"/>
    <w:rsid w:val="00B727AF"/>
    <w:rsid w:val="00B72EA0"/>
    <w:rsid w:val="00B73031"/>
    <w:rsid w:val="00B73199"/>
    <w:rsid w:val="00B73F07"/>
    <w:rsid w:val="00B7557F"/>
    <w:rsid w:val="00B75FB9"/>
    <w:rsid w:val="00B7637C"/>
    <w:rsid w:val="00B7676C"/>
    <w:rsid w:val="00B76BF6"/>
    <w:rsid w:val="00B76D3A"/>
    <w:rsid w:val="00B77A81"/>
    <w:rsid w:val="00B77FC4"/>
    <w:rsid w:val="00B805AA"/>
    <w:rsid w:val="00B8118B"/>
    <w:rsid w:val="00B835BD"/>
    <w:rsid w:val="00B83DAA"/>
    <w:rsid w:val="00B83EF4"/>
    <w:rsid w:val="00B84241"/>
    <w:rsid w:val="00B8495A"/>
    <w:rsid w:val="00B849FC"/>
    <w:rsid w:val="00B8504E"/>
    <w:rsid w:val="00B85EF2"/>
    <w:rsid w:val="00B871CF"/>
    <w:rsid w:val="00B87483"/>
    <w:rsid w:val="00B87AFC"/>
    <w:rsid w:val="00B87BF7"/>
    <w:rsid w:val="00B90F27"/>
    <w:rsid w:val="00B91173"/>
    <w:rsid w:val="00B91215"/>
    <w:rsid w:val="00B91A7F"/>
    <w:rsid w:val="00B91D30"/>
    <w:rsid w:val="00B9270D"/>
    <w:rsid w:val="00B92C9C"/>
    <w:rsid w:val="00B935C2"/>
    <w:rsid w:val="00B939DD"/>
    <w:rsid w:val="00B93A62"/>
    <w:rsid w:val="00B94724"/>
    <w:rsid w:val="00B94C62"/>
    <w:rsid w:val="00B94D14"/>
    <w:rsid w:val="00B952FA"/>
    <w:rsid w:val="00B9565F"/>
    <w:rsid w:val="00B95839"/>
    <w:rsid w:val="00B960C5"/>
    <w:rsid w:val="00B962F2"/>
    <w:rsid w:val="00B9658D"/>
    <w:rsid w:val="00B96B38"/>
    <w:rsid w:val="00B9796F"/>
    <w:rsid w:val="00B97A0B"/>
    <w:rsid w:val="00B97B0B"/>
    <w:rsid w:val="00B97F4D"/>
    <w:rsid w:val="00BA035E"/>
    <w:rsid w:val="00BA058D"/>
    <w:rsid w:val="00BA06FC"/>
    <w:rsid w:val="00BA0E9C"/>
    <w:rsid w:val="00BA116B"/>
    <w:rsid w:val="00BA1210"/>
    <w:rsid w:val="00BA2563"/>
    <w:rsid w:val="00BA578A"/>
    <w:rsid w:val="00BA5792"/>
    <w:rsid w:val="00BA5ADC"/>
    <w:rsid w:val="00BA6221"/>
    <w:rsid w:val="00BA6693"/>
    <w:rsid w:val="00BA6F50"/>
    <w:rsid w:val="00BA7118"/>
    <w:rsid w:val="00BB0336"/>
    <w:rsid w:val="00BB0653"/>
    <w:rsid w:val="00BB0AB9"/>
    <w:rsid w:val="00BB0BF4"/>
    <w:rsid w:val="00BB2F01"/>
    <w:rsid w:val="00BB2FDD"/>
    <w:rsid w:val="00BB3553"/>
    <w:rsid w:val="00BB3638"/>
    <w:rsid w:val="00BB38DB"/>
    <w:rsid w:val="00BB48C0"/>
    <w:rsid w:val="00BB4B51"/>
    <w:rsid w:val="00BB5426"/>
    <w:rsid w:val="00BB57A1"/>
    <w:rsid w:val="00BB6735"/>
    <w:rsid w:val="00BC0DD1"/>
    <w:rsid w:val="00BC22D9"/>
    <w:rsid w:val="00BC2C32"/>
    <w:rsid w:val="00BC3462"/>
    <w:rsid w:val="00BC38FE"/>
    <w:rsid w:val="00BC3E00"/>
    <w:rsid w:val="00BC4596"/>
    <w:rsid w:val="00BC4705"/>
    <w:rsid w:val="00BC6D8F"/>
    <w:rsid w:val="00BC6E28"/>
    <w:rsid w:val="00BD0645"/>
    <w:rsid w:val="00BD2C70"/>
    <w:rsid w:val="00BD354F"/>
    <w:rsid w:val="00BD49B6"/>
    <w:rsid w:val="00BD51BE"/>
    <w:rsid w:val="00BD53AB"/>
    <w:rsid w:val="00BD5B05"/>
    <w:rsid w:val="00BD5E91"/>
    <w:rsid w:val="00BD62A9"/>
    <w:rsid w:val="00BD6528"/>
    <w:rsid w:val="00BD735E"/>
    <w:rsid w:val="00BD73E3"/>
    <w:rsid w:val="00BE1AA5"/>
    <w:rsid w:val="00BE1D3C"/>
    <w:rsid w:val="00BE2854"/>
    <w:rsid w:val="00BE391B"/>
    <w:rsid w:val="00BE3FFE"/>
    <w:rsid w:val="00BE43D9"/>
    <w:rsid w:val="00BE5144"/>
    <w:rsid w:val="00BE52B1"/>
    <w:rsid w:val="00BE5938"/>
    <w:rsid w:val="00BE5A7B"/>
    <w:rsid w:val="00BE5B9A"/>
    <w:rsid w:val="00BE6A98"/>
    <w:rsid w:val="00BE6B81"/>
    <w:rsid w:val="00BF0516"/>
    <w:rsid w:val="00BF0AA1"/>
    <w:rsid w:val="00BF0C5E"/>
    <w:rsid w:val="00BF1240"/>
    <w:rsid w:val="00BF1816"/>
    <w:rsid w:val="00BF47B8"/>
    <w:rsid w:val="00BF49CC"/>
    <w:rsid w:val="00BF6BA6"/>
    <w:rsid w:val="00C00130"/>
    <w:rsid w:val="00C006E6"/>
    <w:rsid w:val="00C00A6E"/>
    <w:rsid w:val="00C00DDC"/>
    <w:rsid w:val="00C01A65"/>
    <w:rsid w:val="00C0229F"/>
    <w:rsid w:val="00C028BC"/>
    <w:rsid w:val="00C02B88"/>
    <w:rsid w:val="00C03498"/>
    <w:rsid w:val="00C0394A"/>
    <w:rsid w:val="00C04AC6"/>
    <w:rsid w:val="00C04C29"/>
    <w:rsid w:val="00C05146"/>
    <w:rsid w:val="00C0528D"/>
    <w:rsid w:val="00C055B2"/>
    <w:rsid w:val="00C05BF2"/>
    <w:rsid w:val="00C05CEC"/>
    <w:rsid w:val="00C060B4"/>
    <w:rsid w:val="00C062FE"/>
    <w:rsid w:val="00C06675"/>
    <w:rsid w:val="00C070A7"/>
    <w:rsid w:val="00C10886"/>
    <w:rsid w:val="00C1170B"/>
    <w:rsid w:val="00C12B89"/>
    <w:rsid w:val="00C12C57"/>
    <w:rsid w:val="00C1307C"/>
    <w:rsid w:val="00C149EC"/>
    <w:rsid w:val="00C14BED"/>
    <w:rsid w:val="00C1524C"/>
    <w:rsid w:val="00C1609F"/>
    <w:rsid w:val="00C165F9"/>
    <w:rsid w:val="00C1727F"/>
    <w:rsid w:val="00C1781E"/>
    <w:rsid w:val="00C200B4"/>
    <w:rsid w:val="00C20285"/>
    <w:rsid w:val="00C20339"/>
    <w:rsid w:val="00C20698"/>
    <w:rsid w:val="00C2169B"/>
    <w:rsid w:val="00C21E10"/>
    <w:rsid w:val="00C22158"/>
    <w:rsid w:val="00C224C2"/>
    <w:rsid w:val="00C22FAC"/>
    <w:rsid w:val="00C23681"/>
    <w:rsid w:val="00C23C1E"/>
    <w:rsid w:val="00C23C20"/>
    <w:rsid w:val="00C24709"/>
    <w:rsid w:val="00C247FF"/>
    <w:rsid w:val="00C24934"/>
    <w:rsid w:val="00C25B70"/>
    <w:rsid w:val="00C25BAC"/>
    <w:rsid w:val="00C267DF"/>
    <w:rsid w:val="00C26DE3"/>
    <w:rsid w:val="00C27195"/>
    <w:rsid w:val="00C27837"/>
    <w:rsid w:val="00C302D8"/>
    <w:rsid w:val="00C30825"/>
    <w:rsid w:val="00C31685"/>
    <w:rsid w:val="00C317D6"/>
    <w:rsid w:val="00C318F8"/>
    <w:rsid w:val="00C3198E"/>
    <w:rsid w:val="00C31E32"/>
    <w:rsid w:val="00C32430"/>
    <w:rsid w:val="00C330EC"/>
    <w:rsid w:val="00C3310D"/>
    <w:rsid w:val="00C3347A"/>
    <w:rsid w:val="00C33A32"/>
    <w:rsid w:val="00C341A4"/>
    <w:rsid w:val="00C34C19"/>
    <w:rsid w:val="00C34C7B"/>
    <w:rsid w:val="00C3715B"/>
    <w:rsid w:val="00C40052"/>
    <w:rsid w:val="00C40B90"/>
    <w:rsid w:val="00C415A1"/>
    <w:rsid w:val="00C41A81"/>
    <w:rsid w:val="00C4399C"/>
    <w:rsid w:val="00C44351"/>
    <w:rsid w:val="00C4483F"/>
    <w:rsid w:val="00C4501E"/>
    <w:rsid w:val="00C45591"/>
    <w:rsid w:val="00C45F15"/>
    <w:rsid w:val="00C45FDF"/>
    <w:rsid w:val="00C4730A"/>
    <w:rsid w:val="00C474D0"/>
    <w:rsid w:val="00C5177F"/>
    <w:rsid w:val="00C51C6D"/>
    <w:rsid w:val="00C51D0B"/>
    <w:rsid w:val="00C52F42"/>
    <w:rsid w:val="00C53209"/>
    <w:rsid w:val="00C5528E"/>
    <w:rsid w:val="00C55A0F"/>
    <w:rsid w:val="00C55FCD"/>
    <w:rsid w:val="00C56DB0"/>
    <w:rsid w:val="00C57050"/>
    <w:rsid w:val="00C57354"/>
    <w:rsid w:val="00C60203"/>
    <w:rsid w:val="00C60BA2"/>
    <w:rsid w:val="00C60D1A"/>
    <w:rsid w:val="00C61362"/>
    <w:rsid w:val="00C61A6F"/>
    <w:rsid w:val="00C61CAB"/>
    <w:rsid w:val="00C638B5"/>
    <w:rsid w:val="00C63C1A"/>
    <w:rsid w:val="00C63F5F"/>
    <w:rsid w:val="00C6618F"/>
    <w:rsid w:val="00C663C4"/>
    <w:rsid w:val="00C70030"/>
    <w:rsid w:val="00C707F6"/>
    <w:rsid w:val="00C71324"/>
    <w:rsid w:val="00C72518"/>
    <w:rsid w:val="00C72594"/>
    <w:rsid w:val="00C72C08"/>
    <w:rsid w:val="00C7434A"/>
    <w:rsid w:val="00C7525D"/>
    <w:rsid w:val="00C765C5"/>
    <w:rsid w:val="00C76BBC"/>
    <w:rsid w:val="00C76E9E"/>
    <w:rsid w:val="00C77DA0"/>
    <w:rsid w:val="00C80780"/>
    <w:rsid w:val="00C81173"/>
    <w:rsid w:val="00C819BB"/>
    <w:rsid w:val="00C8201F"/>
    <w:rsid w:val="00C828C3"/>
    <w:rsid w:val="00C828C8"/>
    <w:rsid w:val="00C85025"/>
    <w:rsid w:val="00C85823"/>
    <w:rsid w:val="00C85BF8"/>
    <w:rsid w:val="00C85CAA"/>
    <w:rsid w:val="00C85EE3"/>
    <w:rsid w:val="00C8645E"/>
    <w:rsid w:val="00C86634"/>
    <w:rsid w:val="00C87105"/>
    <w:rsid w:val="00C87322"/>
    <w:rsid w:val="00C874E4"/>
    <w:rsid w:val="00C87EF9"/>
    <w:rsid w:val="00C87F60"/>
    <w:rsid w:val="00C90AE9"/>
    <w:rsid w:val="00C90B90"/>
    <w:rsid w:val="00C90F0F"/>
    <w:rsid w:val="00C91032"/>
    <w:rsid w:val="00C918EC"/>
    <w:rsid w:val="00C91E32"/>
    <w:rsid w:val="00C9274E"/>
    <w:rsid w:val="00C934AD"/>
    <w:rsid w:val="00C94A57"/>
    <w:rsid w:val="00C94CBB"/>
    <w:rsid w:val="00C94D92"/>
    <w:rsid w:val="00C94DB6"/>
    <w:rsid w:val="00C95D41"/>
    <w:rsid w:val="00C95D57"/>
    <w:rsid w:val="00C96365"/>
    <w:rsid w:val="00C96EC4"/>
    <w:rsid w:val="00C97050"/>
    <w:rsid w:val="00C97EAC"/>
    <w:rsid w:val="00C97FAA"/>
    <w:rsid w:val="00CA0A54"/>
    <w:rsid w:val="00CA12B2"/>
    <w:rsid w:val="00CA1619"/>
    <w:rsid w:val="00CA1C39"/>
    <w:rsid w:val="00CA3268"/>
    <w:rsid w:val="00CA382D"/>
    <w:rsid w:val="00CA3901"/>
    <w:rsid w:val="00CA3FC1"/>
    <w:rsid w:val="00CA436F"/>
    <w:rsid w:val="00CA4BCD"/>
    <w:rsid w:val="00CA76E8"/>
    <w:rsid w:val="00CA7A9C"/>
    <w:rsid w:val="00CA7B42"/>
    <w:rsid w:val="00CA7B7E"/>
    <w:rsid w:val="00CA7CBE"/>
    <w:rsid w:val="00CB029C"/>
    <w:rsid w:val="00CB05CE"/>
    <w:rsid w:val="00CB0618"/>
    <w:rsid w:val="00CB147F"/>
    <w:rsid w:val="00CB14F1"/>
    <w:rsid w:val="00CB1D17"/>
    <w:rsid w:val="00CB276F"/>
    <w:rsid w:val="00CB4495"/>
    <w:rsid w:val="00CB46B6"/>
    <w:rsid w:val="00CB5164"/>
    <w:rsid w:val="00CB566E"/>
    <w:rsid w:val="00CB712B"/>
    <w:rsid w:val="00CB7435"/>
    <w:rsid w:val="00CB7DAB"/>
    <w:rsid w:val="00CB7E1B"/>
    <w:rsid w:val="00CC06ED"/>
    <w:rsid w:val="00CC0F0A"/>
    <w:rsid w:val="00CC107E"/>
    <w:rsid w:val="00CC1423"/>
    <w:rsid w:val="00CC2126"/>
    <w:rsid w:val="00CC3CA4"/>
    <w:rsid w:val="00CC48C1"/>
    <w:rsid w:val="00CC4934"/>
    <w:rsid w:val="00CC4DC9"/>
    <w:rsid w:val="00CC536D"/>
    <w:rsid w:val="00CC6506"/>
    <w:rsid w:val="00CC6CCC"/>
    <w:rsid w:val="00CC76C9"/>
    <w:rsid w:val="00CD0B84"/>
    <w:rsid w:val="00CD14E8"/>
    <w:rsid w:val="00CD288D"/>
    <w:rsid w:val="00CD3264"/>
    <w:rsid w:val="00CD366C"/>
    <w:rsid w:val="00CD3726"/>
    <w:rsid w:val="00CD38B6"/>
    <w:rsid w:val="00CD61F3"/>
    <w:rsid w:val="00CD6575"/>
    <w:rsid w:val="00CD707D"/>
    <w:rsid w:val="00CD74CF"/>
    <w:rsid w:val="00CD7F51"/>
    <w:rsid w:val="00CE15D2"/>
    <w:rsid w:val="00CE178F"/>
    <w:rsid w:val="00CE251B"/>
    <w:rsid w:val="00CE2E73"/>
    <w:rsid w:val="00CE3A9C"/>
    <w:rsid w:val="00CE3AFE"/>
    <w:rsid w:val="00CE3C7A"/>
    <w:rsid w:val="00CE420A"/>
    <w:rsid w:val="00CE488D"/>
    <w:rsid w:val="00CE50D2"/>
    <w:rsid w:val="00CE54ED"/>
    <w:rsid w:val="00CE6398"/>
    <w:rsid w:val="00CE6845"/>
    <w:rsid w:val="00CE73EA"/>
    <w:rsid w:val="00CE7CA0"/>
    <w:rsid w:val="00CF0B28"/>
    <w:rsid w:val="00CF1474"/>
    <w:rsid w:val="00CF20C5"/>
    <w:rsid w:val="00CF299C"/>
    <w:rsid w:val="00CF2D9A"/>
    <w:rsid w:val="00CF32C3"/>
    <w:rsid w:val="00CF3624"/>
    <w:rsid w:val="00CF3E88"/>
    <w:rsid w:val="00CF3EB9"/>
    <w:rsid w:val="00CF43EA"/>
    <w:rsid w:val="00CF45EE"/>
    <w:rsid w:val="00CF4764"/>
    <w:rsid w:val="00CF4E85"/>
    <w:rsid w:val="00CF50A8"/>
    <w:rsid w:val="00CF5A41"/>
    <w:rsid w:val="00CF5BBF"/>
    <w:rsid w:val="00CF6296"/>
    <w:rsid w:val="00CF6903"/>
    <w:rsid w:val="00CF6BDB"/>
    <w:rsid w:val="00CF6C13"/>
    <w:rsid w:val="00D00577"/>
    <w:rsid w:val="00D02653"/>
    <w:rsid w:val="00D027E5"/>
    <w:rsid w:val="00D02F19"/>
    <w:rsid w:val="00D03A99"/>
    <w:rsid w:val="00D04D12"/>
    <w:rsid w:val="00D05446"/>
    <w:rsid w:val="00D05BE8"/>
    <w:rsid w:val="00D06109"/>
    <w:rsid w:val="00D06FAC"/>
    <w:rsid w:val="00D074D0"/>
    <w:rsid w:val="00D079C5"/>
    <w:rsid w:val="00D079D3"/>
    <w:rsid w:val="00D07BAB"/>
    <w:rsid w:val="00D1042E"/>
    <w:rsid w:val="00D10585"/>
    <w:rsid w:val="00D10824"/>
    <w:rsid w:val="00D11179"/>
    <w:rsid w:val="00D11610"/>
    <w:rsid w:val="00D1197F"/>
    <w:rsid w:val="00D1250B"/>
    <w:rsid w:val="00D13145"/>
    <w:rsid w:val="00D13546"/>
    <w:rsid w:val="00D13855"/>
    <w:rsid w:val="00D13F32"/>
    <w:rsid w:val="00D1438A"/>
    <w:rsid w:val="00D152A2"/>
    <w:rsid w:val="00D15C5A"/>
    <w:rsid w:val="00D164A2"/>
    <w:rsid w:val="00D164CE"/>
    <w:rsid w:val="00D166A1"/>
    <w:rsid w:val="00D16A13"/>
    <w:rsid w:val="00D16AD9"/>
    <w:rsid w:val="00D16FD0"/>
    <w:rsid w:val="00D179A8"/>
    <w:rsid w:val="00D201B5"/>
    <w:rsid w:val="00D21D2A"/>
    <w:rsid w:val="00D2274C"/>
    <w:rsid w:val="00D22B84"/>
    <w:rsid w:val="00D22C8B"/>
    <w:rsid w:val="00D23020"/>
    <w:rsid w:val="00D23C49"/>
    <w:rsid w:val="00D23DE3"/>
    <w:rsid w:val="00D247DF"/>
    <w:rsid w:val="00D25EC7"/>
    <w:rsid w:val="00D2617D"/>
    <w:rsid w:val="00D266EA"/>
    <w:rsid w:val="00D26A93"/>
    <w:rsid w:val="00D275E2"/>
    <w:rsid w:val="00D30B7E"/>
    <w:rsid w:val="00D318C6"/>
    <w:rsid w:val="00D31C45"/>
    <w:rsid w:val="00D31D71"/>
    <w:rsid w:val="00D329AF"/>
    <w:rsid w:val="00D32C57"/>
    <w:rsid w:val="00D335BC"/>
    <w:rsid w:val="00D33A74"/>
    <w:rsid w:val="00D33BDC"/>
    <w:rsid w:val="00D3483D"/>
    <w:rsid w:val="00D34C96"/>
    <w:rsid w:val="00D360A4"/>
    <w:rsid w:val="00D37956"/>
    <w:rsid w:val="00D37B79"/>
    <w:rsid w:val="00D40DA5"/>
    <w:rsid w:val="00D42100"/>
    <w:rsid w:val="00D43371"/>
    <w:rsid w:val="00D43525"/>
    <w:rsid w:val="00D4373D"/>
    <w:rsid w:val="00D43930"/>
    <w:rsid w:val="00D440FD"/>
    <w:rsid w:val="00D4492C"/>
    <w:rsid w:val="00D4495A"/>
    <w:rsid w:val="00D450D7"/>
    <w:rsid w:val="00D456F6"/>
    <w:rsid w:val="00D45701"/>
    <w:rsid w:val="00D4579B"/>
    <w:rsid w:val="00D4644A"/>
    <w:rsid w:val="00D4646D"/>
    <w:rsid w:val="00D46838"/>
    <w:rsid w:val="00D46F19"/>
    <w:rsid w:val="00D472E4"/>
    <w:rsid w:val="00D47352"/>
    <w:rsid w:val="00D47606"/>
    <w:rsid w:val="00D47701"/>
    <w:rsid w:val="00D47CC8"/>
    <w:rsid w:val="00D47FDF"/>
    <w:rsid w:val="00D5216E"/>
    <w:rsid w:val="00D523D3"/>
    <w:rsid w:val="00D524C9"/>
    <w:rsid w:val="00D528D9"/>
    <w:rsid w:val="00D52C8B"/>
    <w:rsid w:val="00D52DFC"/>
    <w:rsid w:val="00D53209"/>
    <w:rsid w:val="00D53437"/>
    <w:rsid w:val="00D547E7"/>
    <w:rsid w:val="00D55A7A"/>
    <w:rsid w:val="00D55AE5"/>
    <w:rsid w:val="00D56426"/>
    <w:rsid w:val="00D56703"/>
    <w:rsid w:val="00D571EA"/>
    <w:rsid w:val="00D572A5"/>
    <w:rsid w:val="00D60BC9"/>
    <w:rsid w:val="00D60D59"/>
    <w:rsid w:val="00D6220F"/>
    <w:rsid w:val="00D622BF"/>
    <w:rsid w:val="00D62E68"/>
    <w:rsid w:val="00D62FE6"/>
    <w:rsid w:val="00D63961"/>
    <w:rsid w:val="00D640B0"/>
    <w:rsid w:val="00D649A2"/>
    <w:rsid w:val="00D64FF8"/>
    <w:rsid w:val="00D65563"/>
    <w:rsid w:val="00D65996"/>
    <w:rsid w:val="00D663CD"/>
    <w:rsid w:val="00D6674B"/>
    <w:rsid w:val="00D67BAC"/>
    <w:rsid w:val="00D67BFD"/>
    <w:rsid w:val="00D70099"/>
    <w:rsid w:val="00D7032A"/>
    <w:rsid w:val="00D71951"/>
    <w:rsid w:val="00D71F0A"/>
    <w:rsid w:val="00D73114"/>
    <w:rsid w:val="00D74D6A"/>
    <w:rsid w:val="00D75183"/>
    <w:rsid w:val="00D75594"/>
    <w:rsid w:val="00D75AE9"/>
    <w:rsid w:val="00D76343"/>
    <w:rsid w:val="00D76539"/>
    <w:rsid w:val="00D77674"/>
    <w:rsid w:val="00D80F5B"/>
    <w:rsid w:val="00D82233"/>
    <w:rsid w:val="00D823BC"/>
    <w:rsid w:val="00D828D1"/>
    <w:rsid w:val="00D82E82"/>
    <w:rsid w:val="00D834E5"/>
    <w:rsid w:val="00D83C69"/>
    <w:rsid w:val="00D84581"/>
    <w:rsid w:val="00D8543E"/>
    <w:rsid w:val="00D86036"/>
    <w:rsid w:val="00D861FB"/>
    <w:rsid w:val="00D86750"/>
    <w:rsid w:val="00D86B3B"/>
    <w:rsid w:val="00D906F5"/>
    <w:rsid w:val="00D90BAD"/>
    <w:rsid w:val="00D90F4B"/>
    <w:rsid w:val="00D912FA"/>
    <w:rsid w:val="00D9136E"/>
    <w:rsid w:val="00D91978"/>
    <w:rsid w:val="00D91B31"/>
    <w:rsid w:val="00D91C2D"/>
    <w:rsid w:val="00D91C68"/>
    <w:rsid w:val="00D92B09"/>
    <w:rsid w:val="00D9343E"/>
    <w:rsid w:val="00D9514E"/>
    <w:rsid w:val="00D95A8A"/>
    <w:rsid w:val="00D96026"/>
    <w:rsid w:val="00D9625F"/>
    <w:rsid w:val="00D9677B"/>
    <w:rsid w:val="00D9685C"/>
    <w:rsid w:val="00D97C6F"/>
    <w:rsid w:val="00D97E8C"/>
    <w:rsid w:val="00DA0112"/>
    <w:rsid w:val="00DA02F3"/>
    <w:rsid w:val="00DA1045"/>
    <w:rsid w:val="00DA2018"/>
    <w:rsid w:val="00DA2035"/>
    <w:rsid w:val="00DA24A5"/>
    <w:rsid w:val="00DA30CD"/>
    <w:rsid w:val="00DA31E4"/>
    <w:rsid w:val="00DA3505"/>
    <w:rsid w:val="00DA388F"/>
    <w:rsid w:val="00DA3CF7"/>
    <w:rsid w:val="00DA5C60"/>
    <w:rsid w:val="00DA6C08"/>
    <w:rsid w:val="00DA71FB"/>
    <w:rsid w:val="00DA7958"/>
    <w:rsid w:val="00DB02E1"/>
    <w:rsid w:val="00DB044A"/>
    <w:rsid w:val="00DB151E"/>
    <w:rsid w:val="00DB1585"/>
    <w:rsid w:val="00DB19E0"/>
    <w:rsid w:val="00DB1E8E"/>
    <w:rsid w:val="00DB2A63"/>
    <w:rsid w:val="00DB2B57"/>
    <w:rsid w:val="00DB2B88"/>
    <w:rsid w:val="00DB2E4B"/>
    <w:rsid w:val="00DB36E5"/>
    <w:rsid w:val="00DB3750"/>
    <w:rsid w:val="00DB387E"/>
    <w:rsid w:val="00DB46C0"/>
    <w:rsid w:val="00DB4943"/>
    <w:rsid w:val="00DB5A9F"/>
    <w:rsid w:val="00DB6403"/>
    <w:rsid w:val="00DB6582"/>
    <w:rsid w:val="00DB6B32"/>
    <w:rsid w:val="00DB7790"/>
    <w:rsid w:val="00DB788F"/>
    <w:rsid w:val="00DB7DF5"/>
    <w:rsid w:val="00DC0513"/>
    <w:rsid w:val="00DC0F17"/>
    <w:rsid w:val="00DC0F1D"/>
    <w:rsid w:val="00DC1766"/>
    <w:rsid w:val="00DC1796"/>
    <w:rsid w:val="00DC1C9D"/>
    <w:rsid w:val="00DC1D1F"/>
    <w:rsid w:val="00DC2003"/>
    <w:rsid w:val="00DC3991"/>
    <w:rsid w:val="00DC4171"/>
    <w:rsid w:val="00DC488F"/>
    <w:rsid w:val="00DC6CB3"/>
    <w:rsid w:val="00DC6F73"/>
    <w:rsid w:val="00DD01F4"/>
    <w:rsid w:val="00DD0A27"/>
    <w:rsid w:val="00DD0C67"/>
    <w:rsid w:val="00DD0EE0"/>
    <w:rsid w:val="00DD11FF"/>
    <w:rsid w:val="00DD16B1"/>
    <w:rsid w:val="00DD1BF1"/>
    <w:rsid w:val="00DD1F18"/>
    <w:rsid w:val="00DD28FF"/>
    <w:rsid w:val="00DD3292"/>
    <w:rsid w:val="00DD348D"/>
    <w:rsid w:val="00DD3567"/>
    <w:rsid w:val="00DD35F5"/>
    <w:rsid w:val="00DD3AFB"/>
    <w:rsid w:val="00DD4051"/>
    <w:rsid w:val="00DD4903"/>
    <w:rsid w:val="00DD4ACF"/>
    <w:rsid w:val="00DD6EA9"/>
    <w:rsid w:val="00DD719C"/>
    <w:rsid w:val="00DD7335"/>
    <w:rsid w:val="00DD745A"/>
    <w:rsid w:val="00DD7630"/>
    <w:rsid w:val="00DD7B85"/>
    <w:rsid w:val="00DE0B82"/>
    <w:rsid w:val="00DE13D3"/>
    <w:rsid w:val="00DE22F1"/>
    <w:rsid w:val="00DE25E1"/>
    <w:rsid w:val="00DE3C0C"/>
    <w:rsid w:val="00DE57A9"/>
    <w:rsid w:val="00DE5C32"/>
    <w:rsid w:val="00DE5E06"/>
    <w:rsid w:val="00DE678E"/>
    <w:rsid w:val="00DE7E1E"/>
    <w:rsid w:val="00DE7EF8"/>
    <w:rsid w:val="00DE7FFD"/>
    <w:rsid w:val="00DF0B21"/>
    <w:rsid w:val="00DF0E5A"/>
    <w:rsid w:val="00DF0F31"/>
    <w:rsid w:val="00DF1A92"/>
    <w:rsid w:val="00DF1C09"/>
    <w:rsid w:val="00DF2CAF"/>
    <w:rsid w:val="00DF4A96"/>
    <w:rsid w:val="00DF4ACA"/>
    <w:rsid w:val="00DF4DAD"/>
    <w:rsid w:val="00DF4E8B"/>
    <w:rsid w:val="00DF625A"/>
    <w:rsid w:val="00DF6740"/>
    <w:rsid w:val="00DF6CA0"/>
    <w:rsid w:val="00DF71A6"/>
    <w:rsid w:val="00DF75AB"/>
    <w:rsid w:val="00DF7921"/>
    <w:rsid w:val="00E008F4"/>
    <w:rsid w:val="00E00AEA"/>
    <w:rsid w:val="00E00D50"/>
    <w:rsid w:val="00E017AC"/>
    <w:rsid w:val="00E01A1D"/>
    <w:rsid w:val="00E01A9E"/>
    <w:rsid w:val="00E01C7A"/>
    <w:rsid w:val="00E023E8"/>
    <w:rsid w:val="00E039FA"/>
    <w:rsid w:val="00E03A67"/>
    <w:rsid w:val="00E03A6F"/>
    <w:rsid w:val="00E040FE"/>
    <w:rsid w:val="00E04AD2"/>
    <w:rsid w:val="00E054EA"/>
    <w:rsid w:val="00E05659"/>
    <w:rsid w:val="00E05C43"/>
    <w:rsid w:val="00E07452"/>
    <w:rsid w:val="00E074FC"/>
    <w:rsid w:val="00E0759D"/>
    <w:rsid w:val="00E07723"/>
    <w:rsid w:val="00E10125"/>
    <w:rsid w:val="00E101AB"/>
    <w:rsid w:val="00E10B1F"/>
    <w:rsid w:val="00E10C0C"/>
    <w:rsid w:val="00E112DD"/>
    <w:rsid w:val="00E1146A"/>
    <w:rsid w:val="00E12C56"/>
    <w:rsid w:val="00E139D3"/>
    <w:rsid w:val="00E1463D"/>
    <w:rsid w:val="00E148F2"/>
    <w:rsid w:val="00E14F1E"/>
    <w:rsid w:val="00E15836"/>
    <w:rsid w:val="00E173A3"/>
    <w:rsid w:val="00E17BB4"/>
    <w:rsid w:val="00E2154D"/>
    <w:rsid w:val="00E22622"/>
    <w:rsid w:val="00E22AE9"/>
    <w:rsid w:val="00E2339B"/>
    <w:rsid w:val="00E2339D"/>
    <w:rsid w:val="00E24AAC"/>
    <w:rsid w:val="00E24C5A"/>
    <w:rsid w:val="00E25626"/>
    <w:rsid w:val="00E2633F"/>
    <w:rsid w:val="00E271EC"/>
    <w:rsid w:val="00E30046"/>
    <w:rsid w:val="00E30DF3"/>
    <w:rsid w:val="00E30E38"/>
    <w:rsid w:val="00E30E5B"/>
    <w:rsid w:val="00E324EC"/>
    <w:rsid w:val="00E32819"/>
    <w:rsid w:val="00E32ACF"/>
    <w:rsid w:val="00E33277"/>
    <w:rsid w:val="00E3420E"/>
    <w:rsid w:val="00E34608"/>
    <w:rsid w:val="00E347C3"/>
    <w:rsid w:val="00E34AF5"/>
    <w:rsid w:val="00E34B83"/>
    <w:rsid w:val="00E34C87"/>
    <w:rsid w:val="00E34F46"/>
    <w:rsid w:val="00E35947"/>
    <w:rsid w:val="00E35A57"/>
    <w:rsid w:val="00E36038"/>
    <w:rsid w:val="00E368C3"/>
    <w:rsid w:val="00E371D7"/>
    <w:rsid w:val="00E3739F"/>
    <w:rsid w:val="00E379E2"/>
    <w:rsid w:val="00E408C9"/>
    <w:rsid w:val="00E42720"/>
    <w:rsid w:val="00E43726"/>
    <w:rsid w:val="00E43E3E"/>
    <w:rsid w:val="00E4423D"/>
    <w:rsid w:val="00E45746"/>
    <w:rsid w:val="00E45B51"/>
    <w:rsid w:val="00E45DBB"/>
    <w:rsid w:val="00E45F1A"/>
    <w:rsid w:val="00E46226"/>
    <w:rsid w:val="00E467FD"/>
    <w:rsid w:val="00E46B11"/>
    <w:rsid w:val="00E472BB"/>
    <w:rsid w:val="00E47771"/>
    <w:rsid w:val="00E50F73"/>
    <w:rsid w:val="00E535E6"/>
    <w:rsid w:val="00E53CCD"/>
    <w:rsid w:val="00E53D08"/>
    <w:rsid w:val="00E54604"/>
    <w:rsid w:val="00E54BDE"/>
    <w:rsid w:val="00E5501F"/>
    <w:rsid w:val="00E5547A"/>
    <w:rsid w:val="00E5558F"/>
    <w:rsid w:val="00E55FE3"/>
    <w:rsid w:val="00E561E1"/>
    <w:rsid w:val="00E56D04"/>
    <w:rsid w:val="00E570C2"/>
    <w:rsid w:val="00E57B0A"/>
    <w:rsid w:val="00E606D7"/>
    <w:rsid w:val="00E60B07"/>
    <w:rsid w:val="00E60C67"/>
    <w:rsid w:val="00E61B84"/>
    <w:rsid w:val="00E624D0"/>
    <w:rsid w:val="00E64996"/>
    <w:rsid w:val="00E64E1A"/>
    <w:rsid w:val="00E64EE3"/>
    <w:rsid w:val="00E6565D"/>
    <w:rsid w:val="00E65AE0"/>
    <w:rsid w:val="00E6617F"/>
    <w:rsid w:val="00E6765E"/>
    <w:rsid w:val="00E70FF0"/>
    <w:rsid w:val="00E711BE"/>
    <w:rsid w:val="00E71DBD"/>
    <w:rsid w:val="00E7290D"/>
    <w:rsid w:val="00E72941"/>
    <w:rsid w:val="00E729E0"/>
    <w:rsid w:val="00E72C66"/>
    <w:rsid w:val="00E746E2"/>
    <w:rsid w:val="00E74A3A"/>
    <w:rsid w:val="00E74AF2"/>
    <w:rsid w:val="00E7645E"/>
    <w:rsid w:val="00E76703"/>
    <w:rsid w:val="00E81120"/>
    <w:rsid w:val="00E814B8"/>
    <w:rsid w:val="00E81529"/>
    <w:rsid w:val="00E8300F"/>
    <w:rsid w:val="00E83219"/>
    <w:rsid w:val="00E8389D"/>
    <w:rsid w:val="00E839A0"/>
    <w:rsid w:val="00E84707"/>
    <w:rsid w:val="00E85A58"/>
    <w:rsid w:val="00E85C91"/>
    <w:rsid w:val="00E861FC"/>
    <w:rsid w:val="00E86337"/>
    <w:rsid w:val="00E86B2F"/>
    <w:rsid w:val="00E87215"/>
    <w:rsid w:val="00E87D3F"/>
    <w:rsid w:val="00E87F66"/>
    <w:rsid w:val="00E90232"/>
    <w:rsid w:val="00E906A4"/>
    <w:rsid w:val="00E908E6"/>
    <w:rsid w:val="00E9092C"/>
    <w:rsid w:val="00E90E8E"/>
    <w:rsid w:val="00E91F4E"/>
    <w:rsid w:val="00E922BD"/>
    <w:rsid w:val="00E929A5"/>
    <w:rsid w:val="00E929AD"/>
    <w:rsid w:val="00E93391"/>
    <w:rsid w:val="00E94176"/>
    <w:rsid w:val="00E94504"/>
    <w:rsid w:val="00E95118"/>
    <w:rsid w:val="00E95422"/>
    <w:rsid w:val="00E95D6F"/>
    <w:rsid w:val="00E9639B"/>
    <w:rsid w:val="00E96B92"/>
    <w:rsid w:val="00E96D73"/>
    <w:rsid w:val="00E97B1B"/>
    <w:rsid w:val="00E97BE5"/>
    <w:rsid w:val="00EA0B08"/>
    <w:rsid w:val="00EA1548"/>
    <w:rsid w:val="00EA16A2"/>
    <w:rsid w:val="00EA23FC"/>
    <w:rsid w:val="00EA24FF"/>
    <w:rsid w:val="00EA28B2"/>
    <w:rsid w:val="00EA38C7"/>
    <w:rsid w:val="00EA3C9F"/>
    <w:rsid w:val="00EA4E32"/>
    <w:rsid w:val="00EA5188"/>
    <w:rsid w:val="00EA546C"/>
    <w:rsid w:val="00EA5FF0"/>
    <w:rsid w:val="00EA678D"/>
    <w:rsid w:val="00EA7296"/>
    <w:rsid w:val="00EA77DE"/>
    <w:rsid w:val="00EA7CA8"/>
    <w:rsid w:val="00EB0054"/>
    <w:rsid w:val="00EB0600"/>
    <w:rsid w:val="00EB1154"/>
    <w:rsid w:val="00EB11E5"/>
    <w:rsid w:val="00EB1829"/>
    <w:rsid w:val="00EB2928"/>
    <w:rsid w:val="00EB2C43"/>
    <w:rsid w:val="00EB2CD3"/>
    <w:rsid w:val="00EB389A"/>
    <w:rsid w:val="00EB3F85"/>
    <w:rsid w:val="00EB4A4C"/>
    <w:rsid w:val="00EB4E62"/>
    <w:rsid w:val="00EB50D8"/>
    <w:rsid w:val="00EB55C7"/>
    <w:rsid w:val="00EB60A5"/>
    <w:rsid w:val="00EB6E0C"/>
    <w:rsid w:val="00EB7014"/>
    <w:rsid w:val="00EB7032"/>
    <w:rsid w:val="00EB7A69"/>
    <w:rsid w:val="00EC1121"/>
    <w:rsid w:val="00EC11FE"/>
    <w:rsid w:val="00EC1866"/>
    <w:rsid w:val="00EC2460"/>
    <w:rsid w:val="00EC2E49"/>
    <w:rsid w:val="00EC3290"/>
    <w:rsid w:val="00EC4920"/>
    <w:rsid w:val="00EC4E85"/>
    <w:rsid w:val="00EC5342"/>
    <w:rsid w:val="00EC586A"/>
    <w:rsid w:val="00EC60BB"/>
    <w:rsid w:val="00EC624A"/>
    <w:rsid w:val="00EC659F"/>
    <w:rsid w:val="00EC6BDD"/>
    <w:rsid w:val="00EC77BC"/>
    <w:rsid w:val="00EC7A36"/>
    <w:rsid w:val="00ED0FAF"/>
    <w:rsid w:val="00ED12E0"/>
    <w:rsid w:val="00ED1DE8"/>
    <w:rsid w:val="00ED21DD"/>
    <w:rsid w:val="00ED25E7"/>
    <w:rsid w:val="00ED2929"/>
    <w:rsid w:val="00ED3061"/>
    <w:rsid w:val="00ED32F8"/>
    <w:rsid w:val="00ED3395"/>
    <w:rsid w:val="00ED3672"/>
    <w:rsid w:val="00ED37C8"/>
    <w:rsid w:val="00ED3A50"/>
    <w:rsid w:val="00ED3EBB"/>
    <w:rsid w:val="00ED4C60"/>
    <w:rsid w:val="00ED56F1"/>
    <w:rsid w:val="00ED578F"/>
    <w:rsid w:val="00EE0C5D"/>
    <w:rsid w:val="00EE2064"/>
    <w:rsid w:val="00EE218C"/>
    <w:rsid w:val="00EE2DD1"/>
    <w:rsid w:val="00EE380C"/>
    <w:rsid w:val="00EE3D2D"/>
    <w:rsid w:val="00EE4037"/>
    <w:rsid w:val="00EE41D5"/>
    <w:rsid w:val="00EE57B8"/>
    <w:rsid w:val="00EE5C38"/>
    <w:rsid w:val="00EE5D19"/>
    <w:rsid w:val="00EE61E1"/>
    <w:rsid w:val="00EE673B"/>
    <w:rsid w:val="00EE6F8B"/>
    <w:rsid w:val="00EE6FEF"/>
    <w:rsid w:val="00EE7660"/>
    <w:rsid w:val="00EF03D0"/>
    <w:rsid w:val="00EF1B32"/>
    <w:rsid w:val="00EF209E"/>
    <w:rsid w:val="00EF2A44"/>
    <w:rsid w:val="00EF41B5"/>
    <w:rsid w:val="00EF4351"/>
    <w:rsid w:val="00EF60DD"/>
    <w:rsid w:val="00EF683A"/>
    <w:rsid w:val="00EF6E87"/>
    <w:rsid w:val="00F0057B"/>
    <w:rsid w:val="00F00B84"/>
    <w:rsid w:val="00F00EB4"/>
    <w:rsid w:val="00F020FE"/>
    <w:rsid w:val="00F0281F"/>
    <w:rsid w:val="00F033F7"/>
    <w:rsid w:val="00F05594"/>
    <w:rsid w:val="00F07536"/>
    <w:rsid w:val="00F076D5"/>
    <w:rsid w:val="00F1022D"/>
    <w:rsid w:val="00F10A4D"/>
    <w:rsid w:val="00F10A9B"/>
    <w:rsid w:val="00F11564"/>
    <w:rsid w:val="00F1235B"/>
    <w:rsid w:val="00F12B55"/>
    <w:rsid w:val="00F13848"/>
    <w:rsid w:val="00F1436E"/>
    <w:rsid w:val="00F145FC"/>
    <w:rsid w:val="00F15007"/>
    <w:rsid w:val="00F1506A"/>
    <w:rsid w:val="00F1561B"/>
    <w:rsid w:val="00F165BA"/>
    <w:rsid w:val="00F16D5A"/>
    <w:rsid w:val="00F17679"/>
    <w:rsid w:val="00F17988"/>
    <w:rsid w:val="00F20A4E"/>
    <w:rsid w:val="00F2132D"/>
    <w:rsid w:val="00F233A4"/>
    <w:rsid w:val="00F233CE"/>
    <w:rsid w:val="00F2356C"/>
    <w:rsid w:val="00F23B17"/>
    <w:rsid w:val="00F2661A"/>
    <w:rsid w:val="00F266BE"/>
    <w:rsid w:val="00F27110"/>
    <w:rsid w:val="00F27194"/>
    <w:rsid w:val="00F27EBB"/>
    <w:rsid w:val="00F301C0"/>
    <w:rsid w:val="00F30799"/>
    <w:rsid w:val="00F31612"/>
    <w:rsid w:val="00F316DF"/>
    <w:rsid w:val="00F3173A"/>
    <w:rsid w:val="00F31DB2"/>
    <w:rsid w:val="00F31F34"/>
    <w:rsid w:val="00F32A41"/>
    <w:rsid w:val="00F333EF"/>
    <w:rsid w:val="00F34052"/>
    <w:rsid w:val="00F3409C"/>
    <w:rsid w:val="00F34203"/>
    <w:rsid w:val="00F344FC"/>
    <w:rsid w:val="00F346C6"/>
    <w:rsid w:val="00F36444"/>
    <w:rsid w:val="00F36B64"/>
    <w:rsid w:val="00F37A57"/>
    <w:rsid w:val="00F410D2"/>
    <w:rsid w:val="00F42275"/>
    <w:rsid w:val="00F430AC"/>
    <w:rsid w:val="00F432B5"/>
    <w:rsid w:val="00F436C3"/>
    <w:rsid w:val="00F44C41"/>
    <w:rsid w:val="00F44DF7"/>
    <w:rsid w:val="00F457EC"/>
    <w:rsid w:val="00F46189"/>
    <w:rsid w:val="00F46632"/>
    <w:rsid w:val="00F473FF"/>
    <w:rsid w:val="00F476E1"/>
    <w:rsid w:val="00F4788D"/>
    <w:rsid w:val="00F47B3A"/>
    <w:rsid w:val="00F50D90"/>
    <w:rsid w:val="00F52CDE"/>
    <w:rsid w:val="00F52CF4"/>
    <w:rsid w:val="00F53A06"/>
    <w:rsid w:val="00F544B6"/>
    <w:rsid w:val="00F546A5"/>
    <w:rsid w:val="00F54C03"/>
    <w:rsid w:val="00F6060B"/>
    <w:rsid w:val="00F6177E"/>
    <w:rsid w:val="00F619BD"/>
    <w:rsid w:val="00F61DFC"/>
    <w:rsid w:val="00F62F25"/>
    <w:rsid w:val="00F638A5"/>
    <w:rsid w:val="00F64A87"/>
    <w:rsid w:val="00F6614D"/>
    <w:rsid w:val="00F663F5"/>
    <w:rsid w:val="00F664B0"/>
    <w:rsid w:val="00F6684E"/>
    <w:rsid w:val="00F677F7"/>
    <w:rsid w:val="00F67CF5"/>
    <w:rsid w:val="00F70213"/>
    <w:rsid w:val="00F71124"/>
    <w:rsid w:val="00F71176"/>
    <w:rsid w:val="00F725C7"/>
    <w:rsid w:val="00F72766"/>
    <w:rsid w:val="00F72DDB"/>
    <w:rsid w:val="00F7338E"/>
    <w:rsid w:val="00F73F86"/>
    <w:rsid w:val="00F750BC"/>
    <w:rsid w:val="00F75BFF"/>
    <w:rsid w:val="00F75DE1"/>
    <w:rsid w:val="00F763BD"/>
    <w:rsid w:val="00F76454"/>
    <w:rsid w:val="00F7745A"/>
    <w:rsid w:val="00F776A5"/>
    <w:rsid w:val="00F77F39"/>
    <w:rsid w:val="00F801D4"/>
    <w:rsid w:val="00F817BF"/>
    <w:rsid w:val="00F8240D"/>
    <w:rsid w:val="00F8251E"/>
    <w:rsid w:val="00F82762"/>
    <w:rsid w:val="00F82995"/>
    <w:rsid w:val="00F842C6"/>
    <w:rsid w:val="00F84761"/>
    <w:rsid w:val="00F84882"/>
    <w:rsid w:val="00F849BC"/>
    <w:rsid w:val="00F857DF"/>
    <w:rsid w:val="00F859F9"/>
    <w:rsid w:val="00F86B7F"/>
    <w:rsid w:val="00F87367"/>
    <w:rsid w:val="00F90CEA"/>
    <w:rsid w:val="00F9246E"/>
    <w:rsid w:val="00F93246"/>
    <w:rsid w:val="00F93F88"/>
    <w:rsid w:val="00F943F6"/>
    <w:rsid w:val="00F9494A"/>
    <w:rsid w:val="00F94BFD"/>
    <w:rsid w:val="00F9641D"/>
    <w:rsid w:val="00F9691D"/>
    <w:rsid w:val="00F9776E"/>
    <w:rsid w:val="00F977BA"/>
    <w:rsid w:val="00F97CE9"/>
    <w:rsid w:val="00FA01FA"/>
    <w:rsid w:val="00FA05F1"/>
    <w:rsid w:val="00FA08D6"/>
    <w:rsid w:val="00FA0DE3"/>
    <w:rsid w:val="00FA2AB6"/>
    <w:rsid w:val="00FA31B3"/>
    <w:rsid w:val="00FA33DD"/>
    <w:rsid w:val="00FA3695"/>
    <w:rsid w:val="00FA378A"/>
    <w:rsid w:val="00FA42BE"/>
    <w:rsid w:val="00FA466E"/>
    <w:rsid w:val="00FA49ED"/>
    <w:rsid w:val="00FA4EE4"/>
    <w:rsid w:val="00FA51D9"/>
    <w:rsid w:val="00FA6839"/>
    <w:rsid w:val="00FA6EB2"/>
    <w:rsid w:val="00FA7E9E"/>
    <w:rsid w:val="00FB0228"/>
    <w:rsid w:val="00FB1544"/>
    <w:rsid w:val="00FB282B"/>
    <w:rsid w:val="00FB4B3F"/>
    <w:rsid w:val="00FB4DF3"/>
    <w:rsid w:val="00FB5C63"/>
    <w:rsid w:val="00FB62BF"/>
    <w:rsid w:val="00FB67C8"/>
    <w:rsid w:val="00FB693B"/>
    <w:rsid w:val="00FB7073"/>
    <w:rsid w:val="00FC00B1"/>
    <w:rsid w:val="00FC05A8"/>
    <w:rsid w:val="00FC0670"/>
    <w:rsid w:val="00FC1727"/>
    <w:rsid w:val="00FC27BB"/>
    <w:rsid w:val="00FC2ED7"/>
    <w:rsid w:val="00FC2FAF"/>
    <w:rsid w:val="00FC4A30"/>
    <w:rsid w:val="00FC5385"/>
    <w:rsid w:val="00FC622F"/>
    <w:rsid w:val="00FC7999"/>
    <w:rsid w:val="00FD09CE"/>
    <w:rsid w:val="00FD156B"/>
    <w:rsid w:val="00FD1599"/>
    <w:rsid w:val="00FD1EFC"/>
    <w:rsid w:val="00FD2077"/>
    <w:rsid w:val="00FD2D50"/>
    <w:rsid w:val="00FD31FA"/>
    <w:rsid w:val="00FD3305"/>
    <w:rsid w:val="00FD3557"/>
    <w:rsid w:val="00FD38EC"/>
    <w:rsid w:val="00FD3ABF"/>
    <w:rsid w:val="00FD3CA2"/>
    <w:rsid w:val="00FD416C"/>
    <w:rsid w:val="00FD4A1B"/>
    <w:rsid w:val="00FD5278"/>
    <w:rsid w:val="00FD5485"/>
    <w:rsid w:val="00FD589B"/>
    <w:rsid w:val="00FD5A07"/>
    <w:rsid w:val="00FE1324"/>
    <w:rsid w:val="00FE2106"/>
    <w:rsid w:val="00FE2889"/>
    <w:rsid w:val="00FE2E70"/>
    <w:rsid w:val="00FE3095"/>
    <w:rsid w:val="00FE43DB"/>
    <w:rsid w:val="00FE496C"/>
    <w:rsid w:val="00FE4A07"/>
    <w:rsid w:val="00FE5787"/>
    <w:rsid w:val="00FE5796"/>
    <w:rsid w:val="00FE5DF2"/>
    <w:rsid w:val="00FE5EBE"/>
    <w:rsid w:val="00FE6618"/>
    <w:rsid w:val="00FE7601"/>
    <w:rsid w:val="00FE76B4"/>
    <w:rsid w:val="00FF061D"/>
    <w:rsid w:val="00FF129D"/>
    <w:rsid w:val="00FF1F48"/>
    <w:rsid w:val="00FF25F5"/>
    <w:rsid w:val="00FF26BC"/>
    <w:rsid w:val="00FF37AC"/>
    <w:rsid w:val="00FF3D06"/>
    <w:rsid w:val="00FF3D9C"/>
    <w:rsid w:val="00FF4499"/>
    <w:rsid w:val="00FF5420"/>
    <w:rsid w:val="00FF57B0"/>
    <w:rsid w:val="00FF59D2"/>
    <w:rsid w:val="00FF5E0C"/>
    <w:rsid w:val="00FF6F53"/>
    <w:rsid w:val="00FF77CF"/>
    <w:rsid w:val="00FF7B6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4B5A"/>
    <w:pPr>
      <w:jc w:val="both"/>
    </w:pPr>
    <w:rPr>
      <w:noProof/>
      <w:sz w:val="26"/>
      <w:lang w:eastAsia="ru-RU"/>
    </w:rPr>
  </w:style>
  <w:style w:type="paragraph" w:styleId="1">
    <w:name w:val="heading 1"/>
    <w:basedOn w:val="a"/>
    <w:next w:val="a"/>
    <w:qFormat/>
    <w:pPr>
      <w:keepNext/>
      <w:spacing w:before="240" w:after="60"/>
      <w:ind w:left="720"/>
      <w:jc w:val="left"/>
      <w:outlineLvl w:val="0"/>
    </w:pPr>
    <w:rPr>
      <w:rFonts w:ascii="Arial" w:hAnsi="Arial"/>
      <w:b/>
      <w:caps/>
      <w:kern w:val="28"/>
      <w:sz w:val="32"/>
    </w:rPr>
  </w:style>
  <w:style w:type="paragraph" w:styleId="2">
    <w:name w:val="heading 2"/>
    <w:basedOn w:val="a"/>
    <w:next w:val="a"/>
    <w:qFormat/>
    <w:pPr>
      <w:keepNext/>
      <w:spacing w:before="240" w:after="60"/>
      <w:ind w:left="720"/>
      <w:jc w:val="left"/>
      <w:outlineLvl w:val="1"/>
    </w:pPr>
    <w:rPr>
      <w:rFonts w:ascii="Arial" w:hAnsi="Arial"/>
      <w:b/>
      <w:i/>
      <w:smallCaps/>
      <w:sz w:val="28"/>
    </w:rPr>
  </w:style>
  <w:style w:type="paragraph" w:styleId="3">
    <w:name w:val="heading 3"/>
    <w:basedOn w:val="a"/>
    <w:next w:val="a"/>
    <w:qFormat/>
    <w:pPr>
      <w:keepNext/>
      <w:spacing w:before="240" w:after="60"/>
      <w:ind w:left="720"/>
      <w:jc w:val="left"/>
      <w:outlineLvl w:val="2"/>
    </w:pPr>
    <w:rPr>
      <w:b/>
      <w:smallCaps/>
      <w:sz w:val="32"/>
    </w:rPr>
  </w:style>
  <w:style w:type="paragraph" w:styleId="4">
    <w:name w:val="heading 4"/>
    <w:basedOn w:val="a"/>
    <w:next w:val="a"/>
    <w:qFormat/>
    <w:pPr>
      <w:keepNext/>
      <w:spacing w:before="240" w:after="60"/>
      <w:ind w:left="720"/>
      <w:jc w:val="left"/>
      <w:outlineLvl w:val="3"/>
    </w:pPr>
    <w:rPr>
      <w:b/>
      <w:i/>
      <w:smallCaps/>
      <w:sz w:val="32"/>
    </w:rPr>
  </w:style>
  <w:style w:type="paragraph" w:styleId="5">
    <w:name w:val="heading 5"/>
    <w:basedOn w:val="a"/>
    <w:next w:val="a"/>
    <w:qFormat/>
    <w:pPr>
      <w:keepNext/>
      <w:spacing w:before="240" w:after="60"/>
      <w:ind w:left="720"/>
      <w:jc w:val="left"/>
      <w:outlineLvl w:val="4"/>
    </w:pPr>
    <w:rPr>
      <w:b/>
      <w:smallCaps/>
      <w:sz w:val="28"/>
    </w:rPr>
  </w:style>
  <w:style w:type="paragraph" w:styleId="6">
    <w:name w:val="heading 6"/>
    <w:basedOn w:val="a"/>
    <w:next w:val="a"/>
    <w:qFormat/>
    <w:pPr>
      <w:keepNext/>
      <w:spacing w:before="240" w:after="60"/>
      <w:ind w:left="720"/>
      <w:jc w:val="left"/>
      <w:outlineLvl w:val="5"/>
    </w:pPr>
    <w:rPr>
      <w:b/>
      <w:i/>
      <w:smallCaps/>
      <w:sz w:val="28"/>
    </w:rPr>
  </w:style>
  <w:style w:type="paragraph" w:styleId="7">
    <w:name w:val="heading 7"/>
    <w:basedOn w:val="a"/>
    <w:next w:val="a"/>
    <w:qFormat/>
    <w:pPr>
      <w:keepNext/>
      <w:spacing w:before="240" w:after="60"/>
      <w:ind w:left="720"/>
      <w:jc w:val="left"/>
      <w:outlineLvl w:val="6"/>
    </w:pPr>
    <w:rPr>
      <w:rFonts w:ascii="Arial" w:hAnsi="Arial"/>
      <w:b/>
      <w:smallCaps/>
      <w:sz w:val="22"/>
    </w:rPr>
  </w:style>
  <w:style w:type="paragraph" w:styleId="8">
    <w:name w:val="heading 8"/>
    <w:basedOn w:val="a"/>
    <w:next w:val="a"/>
    <w:qFormat/>
    <w:pPr>
      <w:keepNext/>
      <w:spacing w:before="240" w:after="60"/>
      <w:ind w:left="720"/>
      <w:jc w:val="left"/>
      <w:outlineLvl w:val="7"/>
    </w:pPr>
    <w:rPr>
      <w:rFonts w:ascii="Arial" w:hAnsi="Arial"/>
      <w:b/>
      <w:i/>
      <w:smallCaps/>
      <w:sz w:val="22"/>
    </w:rPr>
  </w:style>
  <w:style w:type="paragraph" w:styleId="9">
    <w:name w:val="heading 9"/>
    <w:basedOn w:val="a"/>
    <w:next w:val="a"/>
    <w:qFormat/>
    <w:pPr>
      <w:keepNext/>
      <w:spacing w:before="240" w:after="60"/>
      <w:ind w:left="720"/>
      <w:jc w:val="left"/>
      <w:outlineLvl w:val="8"/>
    </w:pPr>
    <w:rPr>
      <w:b/>
    </w:rPr>
  </w:style>
  <w:style w:type="character" w:default="1" w:styleId="a0">
    <w:name w:val="Default Paragraph Font"/>
    <w:aliases w:val=" Знак Знак Знак Знак Знак Знак1 Знак Знак Знак1 Знак Знак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aliases w:val="Верхний колонтитул Знак1,Верхний колонтитул Знак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
    <w:basedOn w:val="a"/>
    <w:link w:val="a4"/>
    <w:pPr>
      <w:tabs>
        <w:tab w:val="center" w:pos="4320"/>
        <w:tab w:val="right" w:pos="8640"/>
      </w:tabs>
    </w:pPr>
  </w:style>
  <w:style w:type="paragraph" w:styleId="a5">
    <w:name w:val="footer"/>
    <w:basedOn w:val="a"/>
    <w:pPr>
      <w:tabs>
        <w:tab w:val="left" w:pos="86"/>
        <w:tab w:val="center" w:pos="4680"/>
        <w:tab w:val="decimal" w:pos="7200"/>
        <w:tab w:val="right" w:pos="9360"/>
      </w:tabs>
    </w:pPr>
    <w:rPr>
      <w:rFonts w:ascii="Arial" w:hAnsi="Arial"/>
      <w:sz w:val="10"/>
    </w:rPr>
  </w:style>
  <w:style w:type="character" w:styleId="a6">
    <w:name w:val="page number"/>
    <w:basedOn w:val="a0"/>
    <w:rPr>
      <w:rFonts w:ascii="Times New Roman" w:hAnsi="Times New Roman"/>
      <w:b/>
      <w:sz w:val="26"/>
    </w:rPr>
  </w:style>
  <w:style w:type="paragraph" w:styleId="a7">
    <w:name w:val="toa heading"/>
    <w:basedOn w:val="a"/>
    <w:next w:val="a"/>
    <w:semiHidden/>
    <w:pPr>
      <w:spacing w:before="120"/>
    </w:pPr>
    <w:rPr>
      <w:rFonts w:ascii="Arial" w:hAnsi="Arial"/>
      <w:b/>
      <w:sz w:val="24"/>
    </w:rPr>
  </w:style>
  <w:style w:type="paragraph" w:styleId="a8">
    <w:name w:val="Title"/>
    <w:basedOn w:val="a"/>
    <w:qFormat/>
    <w:pPr>
      <w:spacing w:before="240" w:after="60"/>
      <w:jc w:val="center"/>
    </w:pPr>
    <w:rPr>
      <w:rFonts w:ascii="Arial" w:hAnsi="Arial"/>
      <w:b/>
      <w:kern w:val="28"/>
      <w:sz w:val="32"/>
    </w:rPr>
  </w:style>
  <w:style w:type="paragraph" w:styleId="a9">
    <w:name w:val="Subtitle"/>
    <w:basedOn w:val="a"/>
    <w:qFormat/>
    <w:pPr>
      <w:spacing w:after="60"/>
      <w:jc w:val="center"/>
    </w:pPr>
    <w:rPr>
      <w:rFonts w:ascii="Arial" w:hAnsi="Arial"/>
      <w:i/>
      <w:sz w:val="24"/>
    </w:rPr>
  </w:style>
  <w:style w:type="paragraph" w:styleId="aa">
    <w:name w:val="Signature"/>
    <w:basedOn w:val="a"/>
    <w:pPr>
      <w:ind w:left="5040"/>
      <w:jc w:val="left"/>
    </w:pPr>
  </w:style>
  <w:style w:type="paragraph" w:styleId="ab">
    <w:name w:val="Message Header"/>
    <w:basedOn w:val="a"/>
    <w:pPr>
      <w:ind w:left="1080" w:hanging="1080"/>
    </w:pPr>
    <w:rPr>
      <w:rFonts w:ascii="Arial" w:hAnsi="Arial"/>
      <w:sz w:val="24"/>
    </w:rPr>
  </w:style>
  <w:style w:type="paragraph" w:styleId="10">
    <w:name w:val="toc 1"/>
    <w:basedOn w:val="a"/>
    <w:next w:val="a"/>
    <w:semiHidden/>
    <w:pPr>
      <w:keepNext/>
      <w:tabs>
        <w:tab w:val="right" w:leader="dot" w:pos="9461"/>
      </w:tabs>
    </w:pPr>
    <w:rPr>
      <w:b/>
      <w:caps/>
      <w:sz w:val="32"/>
    </w:rPr>
  </w:style>
  <w:style w:type="paragraph" w:styleId="20">
    <w:name w:val="toc 2"/>
    <w:basedOn w:val="a"/>
    <w:next w:val="a"/>
    <w:semiHidden/>
    <w:pPr>
      <w:tabs>
        <w:tab w:val="right" w:leader="dot" w:pos="9461"/>
      </w:tabs>
      <w:ind w:left="260"/>
    </w:pPr>
    <w:rPr>
      <w:b/>
      <w:smallCaps/>
      <w:sz w:val="28"/>
    </w:rPr>
  </w:style>
  <w:style w:type="paragraph" w:styleId="30">
    <w:name w:val="toc 3"/>
    <w:basedOn w:val="a"/>
    <w:next w:val="a"/>
    <w:semiHidden/>
    <w:pPr>
      <w:tabs>
        <w:tab w:val="right" w:leader="dot" w:pos="9461"/>
      </w:tabs>
      <w:ind w:left="520"/>
    </w:pPr>
    <w:rPr>
      <w:i/>
      <w:smallCaps/>
      <w:sz w:val="28"/>
    </w:rPr>
  </w:style>
  <w:style w:type="paragraph" w:styleId="40">
    <w:name w:val="toc 4"/>
    <w:basedOn w:val="a"/>
    <w:next w:val="a"/>
    <w:semiHidden/>
    <w:pPr>
      <w:tabs>
        <w:tab w:val="right" w:leader="dot" w:pos="9461"/>
      </w:tabs>
      <w:ind w:left="780"/>
    </w:pPr>
  </w:style>
  <w:style w:type="paragraph" w:styleId="ac">
    <w:name w:val="Body Text Indent"/>
    <w:basedOn w:val="a"/>
    <w:pPr>
      <w:spacing w:before="60"/>
      <w:ind w:firstLine="720"/>
    </w:pPr>
  </w:style>
  <w:style w:type="paragraph" w:styleId="ad">
    <w:name w:val="Body Text"/>
    <w:basedOn w:val="a"/>
    <w:pPr>
      <w:spacing w:before="60"/>
    </w:pPr>
  </w:style>
  <w:style w:type="paragraph" w:styleId="ae">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eastAsia="ru-RU"/>
    </w:rPr>
  </w:style>
  <w:style w:type="paragraph" w:customStyle="1" w:styleId="-">
    <w:name w:val="Доручення -Кому"/>
    <w:basedOn w:val="a"/>
    <w:pPr>
      <w:keepNext/>
      <w:ind w:left="4320"/>
      <w:jc w:val="left"/>
    </w:pPr>
    <w:rPr>
      <w:b/>
    </w:rPr>
  </w:style>
  <w:style w:type="paragraph" w:customStyle="1" w:styleId="-0">
    <w:name w:val="Доручення -Термін"/>
    <w:basedOn w:val="a"/>
    <w:pPr>
      <w:spacing w:before="120" w:after="360"/>
      <w:ind w:left="4680"/>
      <w:jc w:val="left"/>
    </w:pPr>
  </w:style>
  <w:style w:type="paragraph" w:customStyle="1" w:styleId="-1">
    <w:name w:val="Доручення -Зміст"/>
    <w:basedOn w:val="a"/>
    <w:pPr>
      <w:keepNext/>
      <w:spacing w:before="120"/>
    </w:pPr>
  </w:style>
  <w:style w:type="paragraph" w:styleId="11">
    <w:name w:val="index 1"/>
    <w:basedOn w:val="a"/>
    <w:next w:val="a"/>
    <w:semiHidden/>
    <w:pPr>
      <w:tabs>
        <w:tab w:val="right" w:leader="dot" w:pos="9461"/>
      </w:tabs>
      <w:ind w:left="260" w:hanging="260"/>
    </w:pPr>
  </w:style>
  <w:style w:type="paragraph" w:styleId="af">
    <w:name w:val="index heading"/>
    <w:basedOn w:val="a"/>
    <w:next w:val="11"/>
    <w:semiHidden/>
    <w:rPr>
      <w:rFonts w:ascii="Arial" w:hAnsi="Arial"/>
      <w:b/>
    </w:rPr>
  </w:style>
  <w:style w:type="character" w:styleId="af0">
    <w:name w:val="footnote reference"/>
    <w:basedOn w:val="a0"/>
    <w:semiHidden/>
    <w:rPr>
      <w:rFonts w:ascii="Times New Roman" w:hAnsi="Times New Roman"/>
      <w:vertAlign w:val="superscript"/>
    </w:rPr>
  </w:style>
  <w:style w:type="character" w:styleId="af1">
    <w:name w:val="endnote reference"/>
    <w:basedOn w:val="a0"/>
    <w:semiHidden/>
    <w:rPr>
      <w:rFonts w:ascii="Times New Roman" w:hAnsi="Times New Roman"/>
      <w:vertAlign w:val="superscript"/>
    </w:rPr>
  </w:style>
  <w:style w:type="character" w:styleId="af2">
    <w:name w:val="annotation reference"/>
    <w:basedOn w:val="a0"/>
    <w:semiHidden/>
    <w:rPr>
      <w:rFonts w:ascii="Times New Roman" w:hAnsi="Times New Roman"/>
      <w:sz w:val="16"/>
    </w:rPr>
  </w:style>
  <w:style w:type="paragraph" w:styleId="af3">
    <w:name w:val="Balloon Text"/>
    <w:basedOn w:val="a"/>
    <w:semiHidden/>
    <w:rPr>
      <w:rFonts w:ascii="Tahoma" w:hAnsi="Tahoma" w:cs="Tahoma"/>
      <w:sz w:val="16"/>
      <w:szCs w:val="16"/>
    </w:rPr>
  </w:style>
  <w:style w:type="table" w:styleId="af4">
    <w:name w:val="Table Grid"/>
    <w:basedOn w:val="a1"/>
    <w:rsid w:val="00FE760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Верхній колонтитул Знак"/>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Верхний колонтитул Знак1 Знак Знак Знак Знак Знак"/>
    <w:basedOn w:val="a0"/>
    <w:link w:val="a3"/>
    <w:rsid w:val="00A5630F"/>
    <w:rPr>
      <w:noProof/>
      <w:sz w:val="26"/>
      <w:lang w:val="uk-UA" w:eastAsia="ru-RU" w:bidi="ar-SA"/>
    </w:rPr>
  </w:style>
  <w:style w:type="character" w:customStyle="1" w:styleId="21">
    <w:name w:val="Верхний колонтитул Знак Знак2"/>
    <w:aliases w:val="Верхний колонтитул Знак1 Знак Знак2,Верхний колонтитул Знак Знак Знак Знак2,Верхний колонтитул Знак1 Знак Знак Знак2 Знак1,Верхний колонтитул Знак Знак Знак Знак Знак Знак1,Верхний колонтитул Знак Знак1"/>
    <w:basedOn w:val="a0"/>
    <w:rsid w:val="00983B5B"/>
    <w:rPr>
      <w:sz w:val="26"/>
      <w:lang w:val="ru-RU" w:eastAsia="uk-UA" w:bidi="ar-SA"/>
    </w:rPr>
  </w:style>
  <w:style w:type="character" w:customStyle="1" w:styleId="af5">
    <w:name w:val="Верхний колонтитул Знак Знак Знак Знак Знак Знак Знак"/>
    <w:basedOn w:val="a0"/>
    <w:rsid w:val="002D2770"/>
    <w:rPr>
      <w:noProof/>
      <w:sz w:val="26"/>
      <w:lang w:val="uk-UA" w:eastAsia="ru-RU" w:bidi="ar-SA"/>
    </w:rPr>
  </w:style>
  <w:style w:type="character" w:customStyle="1" w:styleId="12">
    <w:name w:val="Верхний колонтитул Знак1 Знак2"/>
    <w:aliases w:val="Верхний колонтитул Знак Знак Знак2,Верхний колонтитул Знак1 Знак2 Знак Знак,Верхний колонтитул Знак Знак Знак2 Знак Знак,Верхний колонтитул Знак2 Знак Знак Знак Знак Знак"/>
    <w:basedOn w:val="a0"/>
    <w:rsid w:val="00BE5938"/>
    <w:rPr>
      <w:sz w:val="26"/>
      <w:lang w:val="ru-RU" w:eastAsia="uk-UA" w:bidi="ar-SA"/>
    </w:rPr>
  </w:style>
  <w:style w:type="character" w:customStyle="1" w:styleId="13">
    <w:name w:val="Верхний колонтитул Знак1 Знак Знак Знак Знак Знак Знак"/>
    <w:basedOn w:val="a0"/>
    <w:rsid w:val="004A329D"/>
    <w:rPr>
      <w:noProof/>
      <w:sz w:val="26"/>
      <w:lang w:val="uk-UA" w:eastAsia="ru-RU" w:bidi="ar-SA"/>
    </w:rPr>
  </w:style>
  <w:style w:type="paragraph" w:customStyle="1" w:styleId="af6">
    <w:name w:val=" Знак Знак Знак Знак Знак Знак"/>
    <w:basedOn w:val="a"/>
    <w:rsid w:val="005C26D8"/>
    <w:pPr>
      <w:jc w:val="left"/>
    </w:pPr>
    <w:rPr>
      <w:rFonts w:ascii="Verdana" w:hAnsi="Verdana" w:cs="Verdana"/>
      <w:noProof w:val="0"/>
      <w:sz w:val="20"/>
      <w:lang w:val="en-US" w:eastAsia="en-US"/>
    </w:rPr>
  </w:style>
  <w:style w:type="paragraph" w:customStyle="1" w:styleId="14">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2961"/>
    <w:pPr>
      <w:jc w:val="left"/>
    </w:pPr>
    <w:rPr>
      <w:rFonts w:ascii="Verdana" w:hAnsi="Verdana" w:cs="Verdana"/>
      <w:noProof w:val="0"/>
      <w:sz w:val="20"/>
      <w:lang w:val="en-US" w:eastAsia="en-US"/>
    </w:rPr>
  </w:style>
  <w:style w:type="paragraph" w:customStyle="1" w:styleId="15">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D31C45"/>
    <w:pPr>
      <w:jc w:val="left"/>
    </w:pPr>
    <w:rPr>
      <w:rFonts w:ascii="Verdana" w:hAnsi="Verdana" w:cs="Verdana"/>
      <w:noProof w:val="0"/>
      <w:sz w:val="20"/>
      <w:lang w:val="en-US" w:eastAsia="en-US"/>
    </w:rPr>
  </w:style>
  <w:style w:type="paragraph" w:customStyle="1" w:styleId="110">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A63C73"/>
    <w:pPr>
      <w:jc w:val="left"/>
    </w:pPr>
    <w:rPr>
      <w:rFonts w:ascii="Verdana" w:hAnsi="Verdana" w:cs="Verdana"/>
      <w:noProof w:val="0"/>
      <w:sz w:val="20"/>
      <w:lang w:val="en-US" w:eastAsia="en-US"/>
    </w:rPr>
  </w:style>
  <w:style w:type="paragraph" w:customStyle="1" w:styleId="16">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AC2779"/>
    <w:pPr>
      <w:jc w:val="left"/>
    </w:pPr>
    <w:rPr>
      <w:rFonts w:ascii="Verdana" w:hAnsi="Verdana" w:cs="Verdana"/>
      <w:noProof w:val="0"/>
      <w:sz w:val="20"/>
      <w:lang w:val="en-US" w:eastAsia="en-US"/>
    </w:rPr>
  </w:style>
  <w:style w:type="paragraph" w:customStyle="1" w:styleId="af7">
    <w:name w:val=" Знак Знак Знак Знак Знак Знак Знак"/>
    <w:basedOn w:val="a"/>
    <w:rsid w:val="00BC6E28"/>
    <w:pPr>
      <w:jc w:val="left"/>
    </w:pPr>
    <w:rPr>
      <w:rFonts w:ascii="Verdana" w:hAnsi="Verdana" w:cs="Verdana"/>
      <w:noProof w:val="0"/>
      <w:sz w:val="20"/>
      <w:lang w:val="en-US" w:eastAsia="en-US"/>
    </w:rPr>
  </w:style>
  <w:style w:type="paragraph" w:customStyle="1" w:styleId="111">
    <w:name w:val=" Знак Знак1 Знак1"/>
    <w:basedOn w:val="a"/>
    <w:rsid w:val="0007168E"/>
    <w:pPr>
      <w:jc w:val="left"/>
    </w:pPr>
    <w:rPr>
      <w:rFonts w:ascii="Verdana" w:hAnsi="Verdana" w:cs="Verdana"/>
      <w:noProof w:val="0"/>
      <w:sz w:val="20"/>
      <w:lang w:val="en-US" w:eastAsia="en-US"/>
    </w:rPr>
  </w:style>
  <w:style w:type="paragraph" w:customStyle="1" w:styleId="112">
    <w:name w:val=" Знак Знак1 Знак1 Знак Знак Знак Знак Знак Знак Знак Знак Знак Знак Знак Знак Знак Знак Знак Знак Знак Знак"/>
    <w:basedOn w:val="a"/>
    <w:rsid w:val="008A5189"/>
    <w:pPr>
      <w:jc w:val="left"/>
    </w:pPr>
    <w:rPr>
      <w:rFonts w:ascii="Verdana" w:hAnsi="Verdana" w:cs="Verdana"/>
      <w:noProof w:val="0"/>
      <w:sz w:val="20"/>
      <w:lang w:val="en-US" w:eastAsia="en-US"/>
    </w:rPr>
  </w:style>
  <w:style w:type="paragraph" w:customStyle="1" w:styleId="113">
    <w:name w:val=" Знак Знак1 Знак1 Знак Знак Знак Знак Знак Знак Знак Знак Знак Знак Знак Знак Знак Знак Знак"/>
    <w:basedOn w:val="a"/>
    <w:link w:val="a0"/>
    <w:rsid w:val="0025012D"/>
    <w:pPr>
      <w:jc w:val="left"/>
    </w:pPr>
    <w:rPr>
      <w:rFonts w:ascii="Verdana" w:hAnsi="Verdana" w:cs="Verdana"/>
      <w:noProof w:val="0"/>
      <w:sz w:val="20"/>
      <w:lang w:val="en-US" w:eastAsia="en-US"/>
    </w:rPr>
  </w:style>
  <w:style w:type="paragraph" w:customStyle="1" w:styleId="Normal">
    <w:name w:val="Normal"/>
    <w:rsid w:val="00894B5A"/>
    <w:rPr>
      <w:sz w:val="26"/>
      <w:lang w:eastAsia="ru-RU"/>
    </w:rPr>
  </w:style>
  <w:style w:type="paragraph" w:customStyle="1" w:styleId="17">
    <w:name w:val=" Знак Знак Знак Знак Знак Знак1 Знак Знак Знак"/>
    <w:basedOn w:val="a"/>
    <w:rsid w:val="00DD7630"/>
    <w:pPr>
      <w:jc w:val="left"/>
    </w:pPr>
    <w:rPr>
      <w:rFonts w:ascii="Verdana" w:hAnsi="Verdana" w:cs="Verdana"/>
      <w:noProof w:val="0"/>
      <w:sz w:val="20"/>
      <w:lang w:val="en-US" w:eastAsia="en-US"/>
    </w:rPr>
  </w:style>
  <w:style w:type="character" w:customStyle="1" w:styleId="18">
    <w:name w:val="Верхний колонтитул Знак Знак Знак Знак Знак Знак Знак1"/>
    <w:basedOn w:val="a0"/>
    <w:rsid w:val="00935887"/>
    <w:rPr>
      <w:noProof/>
      <w:sz w:val="26"/>
      <w:lang w:val="uk-UA" w:eastAsia="ru-RU" w:bidi="ar-SA"/>
    </w:rPr>
  </w:style>
  <w:style w:type="paragraph" w:customStyle="1" w:styleId="114">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5C5214"/>
    <w:pPr>
      <w:jc w:val="left"/>
    </w:pPr>
    <w:rPr>
      <w:rFonts w:ascii="Verdana" w:hAnsi="Verdana" w:cs="Verdana"/>
      <w:noProof w:val="0"/>
      <w:sz w:val="20"/>
      <w:lang w:val="en-US" w:eastAsia="en-US"/>
    </w:rPr>
  </w:style>
  <w:style w:type="character" w:customStyle="1" w:styleId="115">
    <w:name w:val="Верхний колонтитул Знак1 Знак Знак Знак Знак Знак Знак1"/>
    <w:basedOn w:val="a0"/>
    <w:rsid w:val="00861283"/>
    <w:rPr>
      <w:noProof/>
      <w:sz w:val="26"/>
      <w:lang w:val="uk-UA" w:eastAsia="ru-RU" w:bidi="ar-SA"/>
    </w:rPr>
  </w:style>
  <w:style w:type="paragraph" w:customStyle="1" w:styleId="22">
    <w:name w:val=" Знак Знак2"/>
    <w:basedOn w:val="a"/>
    <w:rsid w:val="00861283"/>
    <w:pPr>
      <w:jc w:val="left"/>
    </w:pPr>
    <w:rPr>
      <w:rFonts w:ascii="Verdana" w:hAnsi="Verdana" w:cs="Verdana"/>
      <w:noProof w:val="0"/>
      <w:sz w:val="20"/>
      <w:lang w:val="en-US" w:eastAsia="en-US"/>
    </w:rPr>
  </w:style>
  <w:style w:type="paragraph" w:customStyle="1" w:styleId="af8">
    <w:name w:val=" Знак Знак Знак Знак Знак"/>
    <w:basedOn w:val="a"/>
    <w:rsid w:val="00933600"/>
    <w:pPr>
      <w:jc w:val="left"/>
    </w:pPr>
    <w:rPr>
      <w:rFonts w:ascii="Verdana" w:hAnsi="Verdana" w:cs="Verdana"/>
      <w:noProof w:val="0"/>
      <w:sz w:val="20"/>
      <w:lang w:val="en-US" w:eastAsia="en-US"/>
    </w:rPr>
  </w:style>
  <w:style w:type="character" w:customStyle="1" w:styleId="19">
    <w:name w:val=" Знак1"/>
    <w:basedOn w:val="a0"/>
    <w:rsid w:val="00557F52"/>
    <w:rPr>
      <w:lang w:eastAsia="ru-RU"/>
    </w:rPr>
  </w:style>
  <w:style w:type="paragraph" w:customStyle="1" w:styleId="1a">
    <w:name w:val=" Знак Знак Знак Знак Знак Знак1 Знак Знак Знак Знак Знак"/>
    <w:basedOn w:val="a"/>
    <w:rsid w:val="00557F52"/>
    <w:pPr>
      <w:jc w:val="left"/>
    </w:pPr>
    <w:rPr>
      <w:rFonts w:ascii="Verdana" w:hAnsi="Verdana" w:cs="Verdana"/>
      <w:noProof w:val="0"/>
      <w:sz w:val="20"/>
      <w:lang w:val="en-US" w:eastAsia="en-US"/>
    </w:rPr>
  </w:style>
  <w:style w:type="character" w:customStyle="1" w:styleId="120">
    <w:name w:val="Верхний колонтитул Знак1 Знак Знак Знак Знак Знак Знак2"/>
    <w:basedOn w:val="a0"/>
    <w:rsid w:val="00C22158"/>
    <w:rPr>
      <w:noProof/>
      <w:sz w:val="26"/>
      <w:lang w:val="uk-UA" w:eastAsia="ru-RU" w:bidi="ar-SA"/>
    </w:rPr>
  </w:style>
  <w:style w:type="paragraph" w:customStyle="1" w:styleId="1b">
    <w:name w:val=" Знак Знак Знак Знак Знак Знак1"/>
    <w:basedOn w:val="a"/>
    <w:link w:val="a0"/>
    <w:rsid w:val="00300AFF"/>
    <w:pPr>
      <w:jc w:val="left"/>
    </w:pPr>
    <w:rPr>
      <w:rFonts w:ascii="Verdana" w:hAnsi="Verdana" w:cs="Verdana"/>
      <w:noProof w:val="0"/>
      <w:sz w:val="20"/>
      <w:lang w:val="en-US" w:eastAsia="en-US"/>
    </w:rPr>
  </w:style>
  <w:style w:type="paragraph" w:customStyle="1" w:styleId="116">
    <w:name w:val=" Знак Знак Знак Знак Знак Знак1 Знак Знак Знак1"/>
    <w:basedOn w:val="a"/>
    <w:rsid w:val="0037312B"/>
    <w:pPr>
      <w:jc w:val="left"/>
    </w:pPr>
    <w:rPr>
      <w:rFonts w:ascii="Verdana" w:hAnsi="Verdana" w:cs="Verdana"/>
      <w:noProof w:val="0"/>
      <w:sz w:val="20"/>
      <w:lang w:val="en-US" w:eastAsia="en-US"/>
    </w:rPr>
  </w:style>
  <w:style w:type="paragraph" w:customStyle="1" w:styleId="af9">
    <w:name w:val=" Знак Знак Знак Знак Знак Знак Знак Знак"/>
    <w:basedOn w:val="a"/>
    <w:rsid w:val="005E22CF"/>
    <w:pPr>
      <w:jc w:val="left"/>
    </w:pPr>
    <w:rPr>
      <w:rFonts w:ascii="Verdana" w:hAnsi="Verdana" w:cs="Verdana"/>
      <w:noProof w:val="0"/>
      <w:sz w:val="20"/>
      <w:lang w:val="en-US" w:eastAsia="en-US"/>
    </w:rPr>
  </w:style>
  <w:style w:type="paragraph" w:customStyle="1" w:styleId="117">
    <w:name w:val=" Знак Знак Знак Знак Знак Знак1 Знак Знак Знак1 Знак Знак"/>
    <w:basedOn w:val="a"/>
    <w:rsid w:val="000D6648"/>
    <w:pPr>
      <w:jc w:val="left"/>
    </w:pPr>
    <w:rPr>
      <w:rFonts w:ascii="Verdana" w:hAnsi="Verdana" w:cs="Verdana"/>
      <w:noProof w:val="0"/>
      <w:sz w:val="20"/>
      <w:lang w:val="en-US" w:eastAsia="en-US"/>
    </w:rPr>
  </w:style>
  <w:style w:type="character" w:customStyle="1" w:styleId="118">
    <w:name w:val="Верхний колонтитул Знак1 Знак1"/>
    <w:aliases w:val="Верхний колонтитул Знак Знак Знак1,Верхний колонтитул Знак1 Знак Знак Знак1,Верхний колонтитул Знак Знак Знак Знак Знак1,Верхний колонтитул Знак1 Знак Знак Знак Знак Знак1"/>
    <w:basedOn w:val="a0"/>
    <w:rsid w:val="00253715"/>
    <w:rPr>
      <w:noProof/>
      <w:sz w:val="26"/>
      <w:lang w:val="uk-UA" w:eastAsia="ru-RU" w:bidi="ar-SA"/>
    </w:rPr>
  </w:style>
  <w:style w:type="character" w:customStyle="1" w:styleId="31">
    <w:name w:val="Верхний колонтитул Знак Знак3"/>
    <w:aliases w:val="Верхний колонтитул Знак1 Знак Знак1,Верхний колонтитул Знак Знак Знак Знак1,Верхний колонтитул Знак1 Знак Знак Знак Знак1,Верхний колонтитул Знак Знак Знак Знак Знак Знак2"/>
    <w:basedOn w:val="a0"/>
    <w:rsid w:val="00253715"/>
    <w:rPr>
      <w:noProof/>
      <w:sz w:val="26"/>
      <w:lang w:val="uk-UA" w:eastAsia="ru-RU" w:bidi="ar-SA"/>
    </w:rPr>
  </w:style>
  <w:style w:type="paragraph" w:customStyle="1" w:styleId="1c">
    <w:name w:val=" Знак1 Знак Знак Знак Знак Знак Знак Знак Знак Знак"/>
    <w:basedOn w:val="a"/>
    <w:rsid w:val="0061727C"/>
    <w:pPr>
      <w:jc w:val="left"/>
    </w:pPr>
    <w:rPr>
      <w:rFonts w:ascii="Verdana" w:hAnsi="Verdana" w:cs="Verdana"/>
      <w:noProof w:val="0"/>
      <w:sz w:val="20"/>
      <w:lang w:val="en-US" w:eastAsia="en-US"/>
    </w:rPr>
  </w:style>
  <w:style w:type="character" w:styleId="afa">
    <w:name w:val="Strong"/>
    <w:basedOn w:val="a0"/>
    <w:uiPriority w:val="22"/>
    <w:qFormat/>
    <w:rsid w:val="00D22B84"/>
    <w:rPr>
      <w:b/>
      <w:bCs/>
    </w:rPr>
  </w:style>
  <w:style w:type="paragraph" w:customStyle="1" w:styleId="LO-Normal">
    <w:name w:val="LO-Normal"/>
    <w:rsid w:val="004627D0"/>
    <w:pPr>
      <w:suppressAutoHyphens/>
      <w:jc w:val="both"/>
    </w:pPr>
    <w:rPr>
      <w:sz w:val="26"/>
      <w:lang w:eastAsia="zh-CN"/>
    </w:rPr>
  </w:style>
  <w:style w:type="paragraph" w:customStyle="1" w:styleId="normal0">
    <w:name w:val="normal"/>
    <w:rsid w:val="004627D0"/>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48021420">
      <w:bodyDiv w:val="1"/>
      <w:marLeft w:val="0"/>
      <w:marRight w:val="0"/>
      <w:marTop w:val="0"/>
      <w:marBottom w:val="0"/>
      <w:divBdr>
        <w:top w:val="none" w:sz="0" w:space="0" w:color="auto"/>
        <w:left w:val="none" w:sz="0" w:space="0" w:color="auto"/>
        <w:bottom w:val="none" w:sz="0" w:space="0" w:color="auto"/>
        <w:right w:val="none" w:sz="0" w:space="0" w:color="auto"/>
      </w:divBdr>
    </w:div>
    <w:div w:id="364672840">
      <w:bodyDiv w:val="1"/>
      <w:marLeft w:val="0"/>
      <w:marRight w:val="0"/>
      <w:marTop w:val="0"/>
      <w:marBottom w:val="0"/>
      <w:divBdr>
        <w:top w:val="none" w:sz="0" w:space="0" w:color="auto"/>
        <w:left w:val="none" w:sz="0" w:space="0" w:color="auto"/>
        <w:bottom w:val="none" w:sz="0" w:space="0" w:color="auto"/>
        <w:right w:val="none" w:sz="0" w:space="0" w:color="auto"/>
      </w:divBdr>
    </w:div>
    <w:div w:id="379550374">
      <w:bodyDiv w:val="1"/>
      <w:marLeft w:val="0"/>
      <w:marRight w:val="0"/>
      <w:marTop w:val="0"/>
      <w:marBottom w:val="0"/>
      <w:divBdr>
        <w:top w:val="none" w:sz="0" w:space="0" w:color="auto"/>
        <w:left w:val="none" w:sz="0" w:space="0" w:color="auto"/>
        <w:bottom w:val="none" w:sz="0" w:space="0" w:color="auto"/>
        <w:right w:val="none" w:sz="0" w:space="0" w:color="auto"/>
      </w:divBdr>
    </w:div>
    <w:div w:id="436601509">
      <w:bodyDiv w:val="1"/>
      <w:marLeft w:val="0"/>
      <w:marRight w:val="0"/>
      <w:marTop w:val="0"/>
      <w:marBottom w:val="0"/>
      <w:divBdr>
        <w:top w:val="none" w:sz="0" w:space="0" w:color="auto"/>
        <w:left w:val="none" w:sz="0" w:space="0" w:color="auto"/>
        <w:bottom w:val="none" w:sz="0" w:space="0" w:color="auto"/>
        <w:right w:val="none" w:sz="0" w:space="0" w:color="auto"/>
      </w:divBdr>
    </w:div>
    <w:div w:id="532113853">
      <w:bodyDiv w:val="1"/>
      <w:marLeft w:val="0"/>
      <w:marRight w:val="0"/>
      <w:marTop w:val="0"/>
      <w:marBottom w:val="0"/>
      <w:divBdr>
        <w:top w:val="none" w:sz="0" w:space="0" w:color="auto"/>
        <w:left w:val="none" w:sz="0" w:space="0" w:color="auto"/>
        <w:bottom w:val="none" w:sz="0" w:space="0" w:color="auto"/>
        <w:right w:val="none" w:sz="0" w:space="0" w:color="auto"/>
      </w:divBdr>
    </w:div>
    <w:div w:id="791823304">
      <w:bodyDiv w:val="1"/>
      <w:marLeft w:val="0"/>
      <w:marRight w:val="0"/>
      <w:marTop w:val="0"/>
      <w:marBottom w:val="0"/>
      <w:divBdr>
        <w:top w:val="none" w:sz="0" w:space="0" w:color="auto"/>
        <w:left w:val="none" w:sz="0" w:space="0" w:color="auto"/>
        <w:bottom w:val="none" w:sz="0" w:space="0" w:color="auto"/>
        <w:right w:val="none" w:sz="0" w:space="0" w:color="auto"/>
      </w:divBdr>
    </w:div>
    <w:div w:id="1386181662">
      <w:bodyDiv w:val="1"/>
      <w:marLeft w:val="0"/>
      <w:marRight w:val="0"/>
      <w:marTop w:val="0"/>
      <w:marBottom w:val="0"/>
      <w:divBdr>
        <w:top w:val="none" w:sz="0" w:space="0" w:color="auto"/>
        <w:left w:val="none" w:sz="0" w:space="0" w:color="auto"/>
        <w:bottom w:val="none" w:sz="0" w:space="0" w:color="auto"/>
        <w:right w:val="none" w:sz="0" w:space="0" w:color="auto"/>
      </w:divBdr>
    </w:div>
    <w:div w:id="1630936798">
      <w:bodyDiv w:val="1"/>
      <w:marLeft w:val="0"/>
      <w:marRight w:val="0"/>
      <w:marTop w:val="0"/>
      <w:marBottom w:val="0"/>
      <w:divBdr>
        <w:top w:val="none" w:sz="0" w:space="0" w:color="auto"/>
        <w:left w:val="none" w:sz="0" w:space="0" w:color="auto"/>
        <w:bottom w:val="none" w:sz="0" w:space="0" w:color="auto"/>
        <w:right w:val="none" w:sz="0" w:space="0" w:color="auto"/>
      </w:divBdr>
    </w:div>
    <w:div w:id="210903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lanky\bl-rozpor.dot"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139C8-A1A2-4E86-A8D7-63B18908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bl-rozpor</Template>
  <TotalTime>1</TotalTime>
  <Pages>1</Pages>
  <Words>473</Words>
  <Characters>270</Characters>
  <Application>Microsoft Office Word</Application>
  <DocSecurity>0</DocSecurity>
  <Lines>2</Lines>
  <Paragraphs>1</Paragraphs>
  <ScaleCrop>false</ScaleCrop>
  <HeadingPairs>
    <vt:vector size="2" baseType="variant">
      <vt:variant>
        <vt:lpstr>Назва</vt:lpstr>
      </vt:variant>
      <vt:variant>
        <vt:i4>1</vt:i4>
      </vt:variant>
    </vt:vector>
  </HeadingPairs>
  <TitlesOfParts>
    <vt:vector size="1" baseType="lpstr">
      <vt:lpstr>Про нагородження Почесною Грамотою облдержадміністрації</vt:lpstr>
    </vt:vector>
  </TitlesOfParts>
  <Company>LSA</Company>
  <LinksUpToDate>false</LinksUpToDate>
  <CharactersWithSpaces>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нагородження Почесною Грамотою облдержадміністрації</dc:title>
  <dc:creator>info2</dc:creator>
  <cp:lastModifiedBy>Галина Жуковська</cp:lastModifiedBy>
  <cp:revision>2</cp:revision>
  <cp:lastPrinted>2016-12-06T09:47:00Z</cp:lastPrinted>
  <dcterms:created xsi:type="dcterms:W3CDTF">2016-12-16T10:26:00Z</dcterms:created>
  <dcterms:modified xsi:type="dcterms:W3CDTF">2016-12-16T10:26:00Z</dcterms:modified>
</cp:coreProperties>
</file>