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865" w:rsidRDefault="00F56865" w:rsidP="00F56865">
      <w:pPr>
        <w:pStyle w:val="normal"/>
        <w:tabs>
          <w:tab w:val="num" w:pos="432"/>
          <w:tab w:val="left" w:pos="1350"/>
        </w:tabs>
        <w:ind w:left="432" w:right="-185" w:hanging="432"/>
        <w:rPr>
          <w:b/>
          <w:bCs/>
          <w:caps/>
          <w:color w:val="2F6FFF"/>
          <w:spacing w:val="-10"/>
          <w:sz w:val="28"/>
          <w:szCs w:val="28"/>
        </w:rPr>
      </w:pPr>
      <w:r>
        <w:rPr>
          <w:noProof/>
          <w:color w:val="6EA8FE"/>
          <w:sz w:val="28"/>
          <w:szCs w:val="28"/>
          <w:lang w:eastAsia="uk-UA"/>
        </w:rPr>
        <w:t xml:space="preserve">                                                               </w:t>
      </w:r>
      <w:r>
        <w:rPr>
          <w:noProof/>
          <w:color w:val="6EA8FE"/>
          <w:sz w:val="28"/>
          <w:szCs w:val="28"/>
          <w:lang w:eastAsia="uk-UA"/>
        </w:rPr>
        <w:drawing>
          <wp:inline distT="0" distB="0" distL="0" distR="0">
            <wp:extent cx="466090" cy="55181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66090" cy="551815"/>
                    </a:xfrm>
                    <a:prstGeom prst="rect">
                      <a:avLst/>
                    </a:prstGeom>
                    <a:solidFill>
                      <a:srgbClr val="FFFFFF"/>
                    </a:solidFill>
                    <a:ln w="9525">
                      <a:noFill/>
                      <a:miter lim="800000"/>
                      <a:headEnd/>
                      <a:tailEnd/>
                    </a:ln>
                  </pic:spPr>
                </pic:pic>
              </a:graphicData>
            </a:graphic>
          </wp:inline>
        </w:drawing>
      </w:r>
    </w:p>
    <w:p w:rsidR="00F56865" w:rsidRDefault="00F56865" w:rsidP="00F56865">
      <w:pPr>
        <w:tabs>
          <w:tab w:val="num" w:pos="432"/>
        </w:tabs>
        <w:suppressAutoHyphens/>
        <w:spacing w:before="120"/>
        <w:ind w:left="432" w:hanging="432"/>
        <w:jc w:val="center"/>
        <w:rPr>
          <w:b/>
          <w:bCs/>
          <w:caps/>
          <w:color w:val="2F6FFF"/>
          <w:spacing w:val="90"/>
          <w:sz w:val="28"/>
          <w:szCs w:val="28"/>
        </w:rPr>
      </w:pPr>
      <w:r>
        <w:rPr>
          <w:b/>
          <w:bCs/>
          <w:caps/>
          <w:color w:val="2F6FFF"/>
          <w:spacing w:val="-10"/>
          <w:sz w:val="28"/>
        </w:rPr>
        <w:t>ЛЬВІВСЬКА ОБЛАСНА ДЕРЖАВНА АДМІНІСТРАЦІЯ</w:t>
      </w:r>
    </w:p>
    <w:p w:rsidR="00F56865" w:rsidRDefault="00F56865" w:rsidP="00F56865">
      <w:pPr>
        <w:tabs>
          <w:tab w:val="num" w:pos="432"/>
        </w:tabs>
        <w:suppressAutoHyphens/>
        <w:spacing w:before="120"/>
        <w:ind w:left="432" w:hanging="432"/>
        <w:jc w:val="center"/>
        <w:rPr>
          <w:color w:val="2F6FFF"/>
          <w:sz w:val="28"/>
        </w:rPr>
      </w:pPr>
      <w:r>
        <w:rPr>
          <w:b/>
          <w:bCs/>
          <w:caps/>
          <w:color w:val="2F6FFF"/>
          <w:spacing w:val="90"/>
          <w:sz w:val="28"/>
        </w:rPr>
        <w:t xml:space="preserve">  РоЗПОРЯДЖЕННЯ</w:t>
      </w:r>
    </w:p>
    <w:p w:rsidR="00F56865" w:rsidRDefault="00F56865" w:rsidP="00F56865">
      <w:pPr>
        <w:tabs>
          <w:tab w:val="num" w:pos="432"/>
        </w:tabs>
        <w:suppressAutoHyphens/>
        <w:spacing w:before="120"/>
        <w:ind w:left="432" w:hanging="432"/>
        <w:jc w:val="left"/>
        <w:rPr>
          <w:color w:val="2F6FFF"/>
          <w:sz w:val="28"/>
          <w:lang w:val="en-US"/>
        </w:rPr>
      </w:pPr>
      <w:r>
        <w:rPr>
          <w:color w:val="2F6FFF"/>
          <w:sz w:val="28"/>
        </w:rPr>
        <w:t>1</w:t>
      </w:r>
      <w:r>
        <w:rPr>
          <w:color w:val="2F6FFF"/>
          <w:sz w:val="28"/>
          <w:lang w:val="en-US"/>
        </w:rPr>
        <w:t>9</w:t>
      </w:r>
      <w:r>
        <w:rPr>
          <w:color w:val="2F6FFF"/>
          <w:sz w:val="28"/>
        </w:rPr>
        <w:t xml:space="preserve"> грудня 2016 року</w:t>
      </w:r>
      <w:r>
        <w:rPr>
          <w:color w:val="2F6FFF"/>
          <w:sz w:val="28"/>
        </w:rPr>
        <w:tab/>
        <w:t xml:space="preserve">             </w:t>
      </w:r>
      <w:r>
        <w:rPr>
          <w:color w:val="2F6FFF"/>
          <w:sz w:val="28"/>
        </w:rPr>
        <w:tab/>
        <w:t xml:space="preserve">                                              № </w:t>
      </w:r>
      <w:r>
        <w:rPr>
          <w:color w:val="2F6FFF"/>
          <w:sz w:val="28"/>
          <w:lang w:val="ru-RU"/>
        </w:rPr>
        <w:t>10</w:t>
      </w:r>
      <w:r>
        <w:rPr>
          <w:color w:val="2F6FFF"/>
          <w:sz w:val="28"/>
          <w:lang w:val="en-US"/>
        </w:rPr>
        <w:t>21</w:t>
      </w:r>
      <w:r>
        <w:rPr>
          <w:color w:val="2F6FFF"/>
          <w:sz w:val="28"/>
        </w:rPr>
        <w:t>/0/5-16</w:t>
      </w:r>
    </w:p>
    <w:p w:rsidR="00F56865" w:rsidRDefault="00F56865" w:rsidP="00F56865">
      <w:pPr>
        <w:tabs>
          <w:tab w:val="num" w:pos="432"/>
        </w:tabs>
        <w:suppressAutoHyphens/>
        <w:spacing w:before="120"/>
        <w:ind w:left="432" w:hanging="432"/>
        <w:jc w:val="left"/>
        <w:rPr>
          <w:color w:val="2F6FFF"/>
          <w:sz w:val="28"/>
          <w:lang w:val="en-US"/>
        </w:rPr>
      </w:pPr>
    </w:p>
    <w:p w:rsidR="00F56865" w:rsidRDefault="00F56865" w:rsidP="00F56865">
      <w:pPr>
        <w:tabs>
          <w:tab w:val="num" w:pos="432"/>
        </w:tabs>
        <w:suppressAutoHyphens/>
        <w:spacing w:before="120"/>
        <w:ind w:left="432" w:hanging="432"/>
        <w:jc w:val="left"/>
        <w:rPr>
          <w:color w:val="2F6FFF"/>
          <w:sz w:val="28"/>
          <w:lang w:val="en-US"/>
        </w:rPr>
      </w:pPr>
    </w:p>
    <w:p w:rsidR="00F56865" w:rsidRDefault="00F56865" w:rsidP="00F56865">
      <w:pPr>
        <w:tabs>
          <w:tab w:val="num" w:pos="432"/>
        </w:tabs>
        <w:suppressAutoHyphens/>
        <w:spacing w:before="120"/>
        <w:ind w:left="432" w:hanging="432"/>
        <w:jc w:val="left"/>
        <w:rPr>
          <w:color w:val="2F6FFF"/>
          <w:sz w:val="28"/>
          <w:lang w:val="en-US"/>
        </w:rPr>
      </w:pPr>
    </w:p>
    <w:p w:rsidR="00F56865" w:rsidRDefault="00F56865" w:rsidP="00F56865">
      <w:pPr>
        <w:tabs>
          <w:tab w:val="num" w:pos="432"/>
        </w:tabs>
        <w:suppressAutoHyphens/>
        <w:spacing w:before="120"/>
        <w:ind w:left="432" w:hanging="432"/>
        <w:jc w:val="left"/>
        <w:rPr>
          <w:color w:val="2F6FFF"/>
          <w:sz w:val="28"/>
          <w:lang w:val="en-US"/>
        </w:rPr>
      </w:pPr>
    </w:p>
    <w:p w:rsidR="00F56865" w:rsidRPr="00F56865" w:rsidRDefault="00F56865" w:rsidP="00F56865">
      <w:pPr>
        <w:tabs>
          <w:tab w:val="num" w:pos="432"/>
        </w:tabs>
        <w:suppressAutoHyphens/>
        <w:spacing w:before="120"/>
        <w:ind w:left="432" w:hanging="432"/>
        <w:jc w:val="left"/>
        <w:rPr>
          <w:color w:val="2F6FFF"/>
          <w:sz w:val="28"/>
          <w:szCs w:val="28"/>
          <w:lang w:val="en-US"/>
        </w:rPr>
      </w:pPr>
    </w:p>
    <w:p w:rsidR="00F56865" w:rsidRDefault="00F56865" w:rsidP="000B21C9">
      <w:pPr>
        <w:pStyle w:val="a3"/>
        <w:tabs>
          <w:tab w:val="left" w:pos="708"/>
        </w:tabs>
        <w:ind w:firstLine="567"/>
        <w:rPr>
          <w:sz w:val="28"/>
          <w:lang w:val="en-US"/>
        </w:rPr>
      </w:pPr>
    </w:p>
    <w:p w:rsidR="00F56865" w:rsidRDefault="00F56865" w:rsidP="000B21C9">
      <w:pPr>
        <w:pStyle w:val="a3"/>
        <w:tabs>
          <w:tab w:val="left" w:pos="708"/>
        </w:tabs>
        <w:ind w:firstLine="567"/>
        <w:rPr>
          <w:sz w:val="28"/>
          <w:lang w:val="en-US"/>
        </w:rPr>
      </w:pPr>
    </w:p>
    <w:p w:rsidR="00F56865" w:rsidRPr="00F73F86" w:rsidRDefault="00F56865" w:rsidP="00F56865">
      <w:pPr>
        <w:spacing w:line="288" w:lineRule="auto"/>
        <w:rPr>
          <w:b/>
          <w:i/>
          <w:noProof w:val="0"/>
          <w:sz w:val="28"/>
          <w:szCs w:val="28"/>
        </w:rPr>
      </w:pPr>
      <w:r w:rsidRPr="00F73F86">
        <w:rPr>
          <w:b/>
          <w:i/>
          <w:noProof w:val="0"/>
          <w:sz w:val="28"/>
          <w:szCs w:val="28"/>
        </w:rPr>
        <w:t>Про нагородження</w:t>
      </w:r>
      <w:r>
        <w:rPr>
          <w:b/>
          <w:i/>
          <w:noProof w:val="0"/>
          <w:sz w:val="28"/>
          <w:szCs w:val="28"/>
        </w:rPr>
        <w:t xml:space="preserve"> </w:t>
      </w:r>
    </w:p>
    <w:p w:rsidR="00F56865" w:rsidRPr="00F56865" w:rsidRDefault="00F56865" w:rsidP="000B21C9">
      <w:pPr>
        <w:pStyle w:val="a3"/>
        <w:tabs>
          <w:tab w:val="left" w:pos="708"/>
        </w:tabs>
        <w:ind w:firstLine="567"/>
        <w:rPr>
          <w:sz w:val="28"/>
          <w:lang w:val="en-US"/>
        </w:rPr>
      </w:pPr>
    </w:p>
    <w:p w:rsidR="00BE391B" w:rsidRDefault="0061727C" w:rsidP="000B21C9">
      <w:pPr>
        <w:pStyle w:val="a3"/>
        <w:tabs>
          <w:tab w:val="left" w:pos="708"/>
        </w:tabs>
        <w:ind w:firstLine="567"/>
        <w:rPr>
          <w:sz w:val="28"/>
        </w:rPr>
      </w:pPr>
      <w:r>
        <w:rPr>
          <w:sz w:val="28"/>
        </w:rPr>
        <w:t>За</w:t>
      </w:r>
      <w:r w:rsidR="002A39E0">
        <w:rPr>
          <w:sz w:val="28"/>
        </w:rPr>
        <w:t xml:space="preserve"> сумлінну працю, </w:t>
      </w:r>
      <w:r w:rsidR="00F962F5">
        <w:rPr>
          <w:sz w:val="28"/>
        </w:rPr>
        <w:t xml:space="preserve">високий професіоналізм, вагомий </w:t>
      </w:r>
      <w:r w:rsidR="00203F64">
        <w:rPr>
          <w:sz w:val="28"/>
        </w:rPr>
        <w:t xml:space="preserve">особистий </w:t>
      </w:r>
      <w:r w:rsidR="00F962F5">
        <w:rPr>
          <w:sz w:val="28"/>
        </w:rPr>
        <w:t xml:space="preserve">внесок </w:t>
      </w:r>
      <w:r w:rsidR="00CE1FE0">
        <w:rPr>
          <w:sz w:val="28"/>
        </w:rPr>
        <w:br/>
      </w:r>
      <w:r w:rsidR="00F962F5">
        <w:rPr>
          <w:sz w:val="28"/>
        </w:rPr>
        <w:t xml:space="preserve">у </w:t>
      </w:r>
      <w:r w:rsidR="00F81329">
        <w:rPr>
          <w:sz w:val="28"/>
        </w:rPr>
        <w:t>підвищення авторитету органів державної виконавчої служби</w:t>
      </w:r>
      <w:r w:rsidR="00BA15B2">
        <w:rPr>
          <w:sz w:val="28"/>
        </w:rPr>
        <w:t xml:space="preserve"> </w:t>
      </w:r>
      <w:r w:rsidR="006C683A">
        <w:rPr>
          <w:sz w:val="28"/>
        </w:rPr>
        <w:t>та з нагоди Дня працівник</w:t>
      </w:r>
      <w:r w:rsidR="00203F64">
        <w:rPr>
          <w:sz w:val="28"/>
        </w:rPr>
        <w:t>а державної виконавчої служби</w:t>
      </w:r>
      <w:r w:rsidR="00BE391B">
        <w:rPr>
          <w:sz w:val="28"/>
        </w:rPr>
        <w:t>:</w:t>
      </w:r>
    </w:p>
    <w:p w:rsidR="007A7433" w:rsidRDefault="007A7433" w:rsidP="000B21C9">
      <w:pPr>
        <w:pStyle w:val="a3"/>
        <w:tabs>
          <w:tab w:val="left" w:pos="708"/>
        </w:tabs>
        <w:ind w:firstLine="567"/>
        <w:rPr>
          <w:sz w:val="28"/>
        </w:rPr>
      </w:pPr>
    </w:p>
    <w:p w:rsidR="009F7D3A" w:rsidRDefault="009F7D3A" w:rsidP="009F7D3A">
      <w:pPr>
        <w:pStyle w:val="a3"/>
        <w:tabs>
          <w:tab w:val="left" w:pos="708"/>
        </w:tabs>
        <w:ind w:firstLine="567"/>
        <w:rPr>
          <w:bCs/>
          <w:noProof w:val="0"/>
          <w:sz w:val="28"/>
          <w:szCs w:val="28"/>
        </w:rPr>
      </w:pPr>
      <w:r w:rsidRPr="002B42A5">
        <w:rPr>
          <w:bCs/>
          <w:noProof w:val="0"/>
          <w:sz w:val="28"/>
          <w:szCs w:val="28"/>
        </w:rPr>
        <w:t>Оголосити Подяку голови облдержадміністрації</w:t>
      </w:r>
      <w:r w:rsidRPr="009915D5">
        <w:rPr>
          <w:bCs/>
          <w:noProof w:val="0"/>
          <w:sz w:val="28"/>
          <w:szCs w:val="28"/>
        </w:rPr>
        <w:t>:</w:t>
      </w:r>
    </w:p>
    <w:p w:rsidR="009F7D3A" w:rsidRDefault="009F7D3A" w:rsidP="009F7D3A">
      <w:pPr>
        <w:pStyle w:val="a3"/>
        <w:tabs>
          <w:tab w:val="left" w:pos="708"/>
        </w:tabs>
        <w:ind w:firstLine="567"/>
        <w:rPr>
          <w:sz w:val="28"/>
        </w:rPr>
      </w:pPr>
    </w:p>
    <w:tbl>
      <w:tblPr>
        <w:tblW w:w="9486" w:type="dxa"/>
        <w:tblInd w:w="108" w:type="dxa"/>
        <w:tblLayout w:type="fixed"/>
        <w:tblLook w:val="0000"/>
      </w:tblPr>
      <w:tblGrid>
        <w:gridCol w:w="3402"/>
        <w:gridCol w:w="6084"/>
      </w:tblGrid>
      <w:tr w:rsidR="009F7D3A" w:rsidRPr="003F1AEE" w:rsidTr="007E6C98">
        <w:tc>
          <w:tcPr>
            <w:tcW w:w="3402" w:type="dxa"/>
          </w:tcPr>
          <w:p w:rsidR="00FC3552" w:rsidRPr="003F1AEE" w:rsidRDefault="00203F64" w:rsidP="00DC61BB">
            <w:pPr>
              <w:rPr>
                <w:sz w:val="28"/>
              </w:rPr>
            </w:pPr>
            <w:r>
              <w:rPr>
                <w:sz w:val="28"/>
              </w:rPr>
              <w:t>МАКОВЕЦЬКОМУ</w:t>
            </w:r>
            <w:r>
              <w:rPr>
                <w:sz w:val="28"/>
              </w:rPr>
              <w:br/>
              <w:t>Зоряну Вікторовичу</w:t>
            </w:r>
          </w:p>
        </w:tc>
        <w:tc>
          <w:tcPr>
            <w:tcW w:w="6084" w:type="dxa"/>
          </w:tcPr>
          <w:p w:rsidR="003F1AEE" w:rsidRPr="003F1AEE" w:rsidRDefault="00203F64" w:rsidP="0064508B">
            <w:pPr>
              <w:rPr>
                <w:sz w:val="28"/>
              </w:rPr>
            </w:pPr>
            <w:r>
              <w:rPr>
                <w:sz w:val="28"/>
              </w:rPr>
              <w:t>- нача</w:t>
            </w:r>
            <w:r w:rsidR="00CE1FE0">
              <w:rPr>
                <w:sz w:val="28"/>
              </w:rPr>
              <w:t>льникові Личаківського відділу д</w:t>
            </w:r>
            <w:r>
              <w:rPr>
                <w:sz w:val="28"/>
              </w:rPr>
              <w:t xml:space="preserve">ержавної виконавчої служби міста Львова Головного територіального управління юстиції у </w:t>
            </w:r>
            <w:r w:rsidRPr="003F1AEE">
              <w:rPr>
                <w:sz w:val="28"/>
              </w:rPr>
              <w:t>Львівськ</w:t>
            </w:r>
            <w:r w:rsidR="0064508B">
              <w:rPr>
                <w:sz w:val="28"/>
              </w:rPr>
              <w:t xml:space="preserve">ій </w:t>
            </w:r>
            <w:r w:rsidRPr="003F1AEE">
              <w:rPr>
                <w:sz w:val="28"/>
              </w:rPr>
              <w:t>області</w:t>
            </w:r>
          </w:p>
        </w:tc>
      </w:tr>
    </w:tbl>
    <w:p w:rsidR="00430C96" w:rsidRDefault="00430C96" w:rsidP="002B7E5E">
      <w:pPr>
        <w:pStyle w:val="a3"/>
        <w:tabs>
          <w:tab w:val="left" w:pos="708"/>
        </w:tabs>
        <w:ind w:firstLine="567"/>
        <w:rPr>
          <w:sz w:val="28"/>
        </w:rPr>
      </w:pPr>
    </w:p>
    <w:p w:rsidR="00203F64" w:rsidRDefault="00203F64" w:rsidP="002B7E5E">
      <w:pPr>
        <w:pStyle w:val="a3"/>
        <w:tabs>
          <w:tab w:val="left" w:pos="708"/>
        </w:tabs>
        <w:ind w:firstLine="567"/>
        <w:rPr>
          <w:sz w:val="28"/>
        </w:rPr>
      </w:pPr>
    </w:p>
    <w:p w:rsidR="00203F64" w:rsidRPr="003F1AEE" w:rsidRDefault="00203F64" w:rsidP="002B7E5E">
      <w:pPr>
        <w:pStyle w:val="a3"/>
        <w:tabs>
          <w:tab w:val="left" w:pos="708"/>
        </w:tabs>
        <w:ind w:firstLine="567"/>
        <w:rPr>
          <w:sz w:val="28"/>
        </w:rPr>
      </w:pPr>
    </w:p>
    <w:p w:rsidR="0086381F" w:rsidRPr="00092FB9" w:rsidRDefault="0086381F" w:rsidP="0086381F">
      <w:pPr>
        <w:pStyle w:val="a3"/>
        <w:tabs>
          <w:tab w:val="clear" w:pos="4320"/>
          <w:tab w:val="clear" w:pos="8640"/>
        </w:tabs>
        <w:ind w:firstLine="567"/>
        <w:rPr>
          <w:b/>
          <w:noProof w:val="0"/>
          <w:sz w:val="28"/>
          <w:szCs w:val="28"/>
        </w:rPr>
      </w:pPr>
      <w:r w:rsidRPr="00092FB9">
        <w:rPr>
          <w:noProof w:val="0"/>
          <w:sz w:val="28"/>
          <w:szCs w:val="28"/>
        </w:rPr>
        <w:t>Підстава</w:t>
      </w:r>
      <w:r w:rsidRPr="00FC66FE">
        <w:rPr>
          <w:noProof w:val="0"/>
          <w:sz w:val="28"/>
          <w:szCs w:val="28"/>
        </w:rPr>
        <w:t xml:space="preserve">: </w:t>
      </w:r>
      <w:r w:rsidRPr="001A21CB">
        <w:rPr>
          <w:noProof w:val="0"/>
          <w:sz w:val="28"/>
          <w:szCs w:val="28"/>
        </w:rPr>
        <w:t>лист</w:t>
      </w:r>
      <w:r w:rsidRPr="002C449F">
        <w:rPr>
          <w:noProof w:val="0"/>
          <w:sz w:val="28"/>
          <w:szCs w:val="28"/>
        </w:rPr>
        <w:t xml:space="preserve"> </w:t>
      </w:r>
      <w:r w:rsidR="00203F64">
        <w:rPr>
          <w:sz w:val="28"/>
        </w:rPr>
        <w:t xml:space="preserve">Головного територіального управління юстиції у </w:t>
      </w:r>
      <w:r w:rsidR="003F1AEE" w:rsidRPr="003F1AEE">
        <w:rPr>
          <w:sz w:val="28"/>
        </w:rPr>
        <w:t>Львівськ</w:t>
      </w:r>
      <w:r w:rsidR="0064508B">
        <w:rPr>
          <w:sz w:val="28"/>
        </w:rPr>
        <w:t>ій</w:t>
      </w:r>
      <w:r w:rsidR="003F1AEE" w:rsidRPr="003F1AEE">
        <w:rPr>
          <w:sz w:val="28"/>
        </w:rPr>
        <w:t xml:space="preserve"> області</w:t>
      </w:r>
      <w:r>
        <w:rPr>
          <w:sz w:val="28"/>
          <w:szCs w:val="28"/>
        </w:rPr>
        <w:t xml:space="preserve"> від </w:t>
      </w:r>
      <w:r w:rsidR="00203F64">
        <w:rPr>
          <w:sz w:val="28"/>
          <w:szCs w:val="28"/>
        </w:rPr>
        <w:t>16</w:t>
      </w:r>
      <w:r>
        <w:rPr>
          <w:sz w:val="28"/>
          <w:szCs w:val="28"/>
        </w:rPr>
        <w:t xml:space="preserve">.12.2016 № </w:t>
      </w:r>
      <w:r w:rsidR="00203F64">
        <w:rPr>
          <w:sz w:val="28"/>
          <w:szCs w:val="28"/>
        </w:rPr>
        <w:t>08-21</w:t>
      </w:r>
      <w:r w:rsidR="003F1AEE">
        <w:rPr>
          <w:sz w:val="28"/>
          <w:szCs w:val="28"/>
        </w:rPr>
        <w:t>/</w:t>
      </w:r>
      <w:r w:rsidR="00203F64">
        <w:rPr>
          <w:sz w:val="28"/>
          <w:szCs w:val="28"/>
        </w:rPr>
        <w:t>16/2671</w:t>
      </w:r>
      <w:r>
        <w:rPr>
          <w:sz w:val="28"/>
        </w:rPr>
        <w:t>.</w:t>
      </w:r>
    </w:p>
    <w:p w:rsidR="0086381F" w:rsidRDefault="0086381F" w:rsidP="0086381F">
      <w:pPr>
        <w:pStyle w:val="a3"/>
        <w:tabs>
          <w:tab w:val="clear" w:pos="4320"/>
          <w:tab w:val="clear" w:pos="8640"/>
        </w:tabs>
        <w:ind w:left="851" w:hanging="709"/>
        <w:jc w:val="left"/>
        <w:rPr>
          <w:b/>
          <w:noProof w:val="0"/>
          <w:sz w:val="28"/>
          <w:szCs w:val="28"/>
        </w:rPr>
      </w:pPr>
    </w:p>
    <w:p w:rsidR="0086381F" w:rsidRDefault="0086381F" w:rsidP="0086381F">
      <w:pPr>
        <w:pStyle w:val="a3"/>
        <w:tabs>
          <w:tab w:val="clear" w:pos="4320"/>
          <w:tab w:val="clear" w:pos="8640"/>
        </w:tabs>
        <w:ind w:left="851" w:hanging="709"/>
        <w:jc w:val="left"/>
        <w:rPr>
          <w:b/>
          <w:noProof w:val="0"/>
          <w:sz w:val="28"/>
          <w:szCs w:val="28"/>
        </w:rPr>
      </w:pPr>
    </w:p>
    <w:p w:rsidR="0086381F" w:rsidRDefault="0086381F" w:rsidP="0086381F">
      <w:pPr>
        <w:pStyle w:val="a3"/>
        <w:tabs>
          <w:tab w:val="clear" w:pos="4320"/>
          <w:tab w:val="clear" w:pos="8640"/>
        </w:tabs>
        <w:ind w:left="851" w:hanging="709"/>
        <w:jc w:val="left"/>
        <w:rPr>
          <w:b/>
          <w:noProof w:val="0"/>
          <w:sz w:val="28"/>
          <w:szCs w:val="28"/>
        </w:rPr>
      </w:pPr>
    </w:p>
    <w:p w:rsidR="0086381F" w:rsidRDefault="0086381F" w:rsidP="0086381F">
      <w:pPr>
        <w:pStyle w:val="a3"/>
        <w:tabs>
          <w:tab w:val="clear" w:pos="4320"/>
          <w:tab w:val="clear" w:pos="8640"/>
        </w:tabs>
        <w:ind w:left="851" w:hanging="709"/>
        <w:jc w:val="left"/>
        <w:rPr>
          <w:b/>
          <w:noProof w:val="0"/>
          <w:sz w:val="28"/>
          <w:szCs w:val="28"/>
        </w:rPr>
      </w:pPr>
    </w:p>
    <w:p w:rsidR="0086381F" w:rsidRPr="00AE2234" w:rsidRDefault="0086381F" w:rsidP="0086381F">
      <w:pPr>
        <w:pStyle w:val="a3"/>
        <w:tabs>
          <w:tab w:val="clear" w:pos="4320"/>
          <w:tab w:val="clear" w:pos="8640"/>
        </w:tabs>
        <w:jc w:val="left"/>
        <w:rPr>
          <w:b/>
          <w:noProof w:val="0"/>
          <w:sz w:val="28"/>
          <w:szCs w:val="28"/>
        </w:rPr>
      </w:pPr>
      <w:r>
        <w:rPr>
          <w:b/>
          <w:noProof w:val="0"/>
          <w:sz w:val="28"/>
          <w:szCs w:val="28"/>
        </w:rPr>
        <w:t>Голова</w:t>
      </w:r>
      <w:r>
        <w:rPr>
          <w:b/>
          <w:noProof w:val="0"/>
          <w:sz w:val="28"/>
          <w:szCs w:val="28"/>
        </w:rPr>
        <w:tab/>
      </w:r>
      <w:r>
        <w:rPr>
          <w:b/>
          <w:noProof w:val="0"/>
          <w:sz w:val="28"/>
          <w:szCs w:val="28"/>
        </w:rPr>
        <w:tab/>
        <w:t xml:space="preserve">                                                                         О.М. Синютка</w:t>
      </w:r>
    </w:p>
    <w:p w:rsidR="009F7D3A" w:rsidRDefault="009F7D3A" w:rsidP="0086381F">
      <w:pPr>
        <w:pStyle w:val="a3"/>
        <w:tabs>
          <w:tab w:val="left" w:pos="708"/>
        </w:tabs>
        <w:ind w:firstLine="567"/>
        <w:rPr>
          <w:bCs/>
          <w:noProof w:val="0"/>
          <w:sz w:val="28"/>
          <w:szCs w:val="28"/>
        </w:rPr>
      </w:pPr>
    </w:p>
    <w:sectPr w:rsidR="009F7D3A" w:rsidSect="00F56865">
      <w:headerReference w:type="even" r:id="rId8"/>
      <w:headerReference w:type="default" r:id="rId9"/>
      <w:headerReference w:type="first" r:id="rId10"/>
      <w:pgSz w:w="11909" w:h="16834" w:code="9"/>
      <w:pgMar w:top="-142" w:right="851" w:bottom="284" w:left="1582" w:header="578" w:footer="578"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2B92" w:rsidRDefault="00742B92">
      <w:r>
        <w:separator/>
      </w:r>
    </w:p>
  </w:endnote>
  <w:endnote w:type="continuationSeparator" w:id="1">
    <w:p w:rsidR="00742B92" w:rsidRDefault="00742B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urier New CYR">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2B92" w:rsidRDefault="00742B92">
      <w:r>
        <w:separator/>
      </w:r>
    </w:p>
  </w:footnote>
  <w:footnote w:type="continuationSeparator" w:id="1">
    <w:p w:rsidR="00742B92" w:rsidRDefault="00742B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08B" w:rsidRDefault="00B2418D" w:rsidP="009D72AB">
    <w:pPr>
      <w:pStyle w:val="a3"/>
      <w:framePr w:wrap="around" w:vAnchor="text" w:hAnchor="margin" w:xAlign="center" w:y="1"/>
      <w:rPr>
        <w:rStyle w:val="a6"/>
      </w:rPr>
    </w:pPr>
    <w:r>
      <w:rPr>
        <w:rStyle w:val="a6"/>
      </w:rPr>
      <w:fldChar w:fldCharType="begin"/>
    </w:r>
    <w:r w:rsidR="0064508B">
      <w:rPr>
        <w:rStyle w:val="a6"/>
      </w:rPr>
      <w:instrText xml:space="preserve">PAGE  </w:instrText>
    </w:r>
    <w:r>
      <w:rPr>
        <w:rStyle w:val="a6"/>
      </w:rPr>
      <w:fldChar w:fldCharType="end"/>
    </w:r>
  </w:p>
  <w:p w:rsidR="0064508B" w:rsidRDefault="0064508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08B" w:rsidRDefault="00B2418D" w:rsidP="009D72AB">
    <w:pPr>
      <w:pStyle w:val="a3"/>
      <w:framePr w:wrap="around" w:vAnchor="text" w:hAnchor="margin" w:xAlign="center" w:y="1"/>
      <w:rPr>
        <w:rStyle w:val="a6"/>
      </w:rPr>
    </w:pPr>
    <w:r>
      <w:rPr>
        <w:rStyle w:val="a6"/>
      </w:rPr>
      <w:fldChar w:fldCharType="begin"/>
    </w:r>
    <w:r w:rsidR="0064508B">
      <w:rPr>
        <w:rStyle w:val="a6"/>
      </w:rPr>
      <w:instrText xml:space="preserve">PAGE  </w:instrText>
    </w:r>
    <w:r>
      <w:rPr>
        <w:rStyle w:val="a6"/>
      </w:rPr>
      <w:fldChar w:fldCharType="separate"/>
    </w:r>
    <w:r w:rsidR="0064508B">
      <w:rPr>
        <w:rStyle w:val="a6"/>
      </w:rPr>
      <w:t>2</w:t>
    </w:r>
    <w:r>
      <w:rPr>
        <w:rStyle w:val="a6"/>
      </w:rPr>
      <w:fldChar w:fldCharType="end"/>
    </w:r>
  </w:p>
  <w:p w:rsidR="0064508B" w:rsidRDefault="0064508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08B" w:rsidRDefault="0064508B">
    <w:pPr>
      <w:pStyle w:val="a3"/>
    </w:pPr>
  </w:p>
  <w:p w:rsidR="0064508B" w:rsidRDefault="0064508B">
    <w:pPr>
      <w:pStyle w:val="a3"/>
    </w:pPr>
  </w:p>
  <w:p w:rsidR="0064508B" w:rsidRPr="00FC27BB" w:rsidRDefault="0064508B">
    <w:pPr>
      <w:pStyle w:val="a3"/>
    </w:pPr>
  </w:p>
  <w:p w:rsidR="0064508B" w:rsidRDefault="0064508B">
    <w:pPr>
      <w:pStyle w:val="a3"/>
      <w:rPr>
        <w:lang w:val="en-US"/>
      </w:rPr>
    </w:pPr>
  </w:p>
  <w:p w:rsidR="0064508B" w:rsidRDefault="0064508B">
    <w:pPr>
      <w:pStyle w:val="a3"/>
    </w:pPr>
  </w:p>
  <w:p w:rsidR="0064508B" w:rsidRPr="00850F1C" w:rsidRDefault="0064508B">
    <w:pPr>
      <w:pStyle w:val="a3"/>
    </w:pPr>
  </w:p>
  <w:p w:rsidR="0064508B" w:rsidRDefault="0064508B">
    <w:pPr>
      <w:pStyle w:val="a3"/>
      <w:rPr>
        <w:lang w:val="en-US"/>
      </w:rPr>
    </w:pPr>
  </w:p>
  <w:p w:rsidR="0064508B" w:rsidRDefault="0064508B">
    <w:pPr>
      <w:pStyle w:val="a3"/>
      <w:rPr>
        <w:lang w:val="en-US"/>
      </w:rPr>
    </w:pPr>
  </w:p>
  <w:p w:rsidR="0064508B" w:rsidRDefault="0064508B">
    <w:pPr>
      <w:pStyle w:val="a3"/>
      <w:rPr>
        <w:lang w:val="en-US"/>
      </w:rPr>
    </w:pPr>
  </w:p>
  <w:p w:rsidR="0064508B" w:rsidRDefault="0064508B">
    <w:pPr>
      <w:pStyle w:val="a3"/>
      <w:rPr>
        <w:lang w:val="en-US"/>
      </w:rPr>
    </w:pPr>
  </w:p>
  <w:p w:rsidR="0064508B" w:rsidRDefault="0064508B">
    <w:pPr>
      <w:pStyle w:val="a3"/>
      <w:rPr>
        <w:lang w:val="en-US"/>
      </w:rPr>
    </w:pPr>
  </w:p>
  <w:p w:rsidR="0064508B" w:rsidRDefault="0064508B">
    <w:pPr>
      <w:pStyle w:val="a3"/>
      <w:rPr>
        <w:lang w:val="en-US"/>
      </w:rPr>
    </w:pPr>
  </w:p>
  <w:p w:rsidR="0064508B" w:rsidRDefault="0064508B">
    <w:pPr>
      <w:pStyle w:val="a3"/>
      <w:rPr>
        <w:lang w:val="en-US"/>
      </w:rPr>
    </w:pPr>
  </w:p>
  <w:p w:rsidR="0064508B" w:rsidRDefault="0064508B">
    <w:pPr>
      <w:pStyle w:val="a3"/>
      <w:rPr>
        <w:lang w:val="en-US"/>
      </w:rPr>
    </w:pPr>
  </w:p>
  <w:p w:rsidR="0064508B" w:rsidRDefault="0064508B">
    <w:pPr>
      <w:pStyle w:val="a3"/>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1D08BA"/>
    <w:multiLevelType w:val="hybridMultilevel"/>
    <w:tmpl w:val="0D76A61A"/>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529C7DEA"/>
    <w:multiLevelType w:val="hybridMultilevel"/>
    <w:tmpl w:val="51F220DC"/>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54EC3BED"/>
    <w:multiLevelType w:val="hybridMultilevel"/>
    <w:tmpl w:val="3490F63C"/>
    <w:lvl w:ilvl="0" w:tplc="AE52011C">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5AA12686"/>
    <w:multiLevelType w:val="hybridMultilevel"/>
    <w:tmpl w:val="82767158"/>
    <w:lvl w:ilvl="0" w:tplc="49D4B52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nsid w:val="651B0797"/>
    <w:multiLevelType w:val="hybridMultilevel"/>
    <w:tmpl w:val="93B62D3E"/>
    <w:lvl w:ilvl="0" w:tplc="4D400F0A">
      <w:start w:val="76"/>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AB111F"/>
    <w:rsid w:val="00001280"/>
    <w:rsid w:val="00001365"/>
    <w:rsid w:val="000015CD"/>
    <w:rsid w:val="00002428"/>
    <w:rsid w:val="00002991"/>
    <w:rsid w:val="00002DE6"/>
    <w:rsid w:val="00003158"/>
    <w:rsid w:val="000037A5"/>
    <w:rsid w:val="00004FC2"/>
    <w:rsid w:val="0000538D"/>
    <w:rsid w:val="000056E9"/>
    <w:rsid w:val="00005AE0"/>
    <w:rsid w:val="00006E9D"/>
    <w:rsid w:val="000079D4"/>
    <w:rsid w:val="0001169C"/>
    <w:rsid w:val="000119F5"/>
    <w:rsid w:val="00011D1F"/>
    <w:rsid w:val="00011D42"/>
    <w:rsid w:val="00011EE6"/>
    <w:rsid w:val="00013197"/>
    <w:rsid w:val="00013A1B"/>
    <w:rsid w:val="000144AC"/>
    <w:rsid w:val="00015358"/>
    <w:rsid w:val="00016A8D"/>
    <w:rsid w:val="00016FA8"/>
    <w:rsid w:val="00021437"/>
    <w:rsid w:val="00021C7C"/>
    <w:rsid w:val="00022C2D"/>
    <w:rsid w:val="0002302C"/>
    <w:rsid w:val="00023793"/>
    <w:rsid w:val="0002392C"/>
    <w:rsid w:val="00024A21"/>
    <w:rsid w:val="00024EB7"/>
    <w:rsid w:val="00025232"/>
    <w:rsid w:val="00025820"/>
    <w:rsid w:val="0002651E"/>
    <w:rsid w:val="000300B8"/>
    <w:rsid w:val="00030E9A"/>
    <w:rsid w:val="00030F1A"/>
    <w:rsid w:val="00031571"/>
    <w:rsid w:val="00031FFF"/>
    <w:rsid w:val="000323F4"/>
    <w:rsid w:val="000331EC"/>
    <w:rsid w:val="00034279"/>
    <w:rsid w:val="00035D23"/>
    <w:rsid w:val="00036C04"/>
    <w:rsid w:val="0003782F"/>
    <w:rsid w:val="000409D4"/>
    <w:rsid w:val="000413A5"/>
    <w:rsid w:val="00042428"/>
    <w:rsid w:val="00042E7E"/>
    <w:rsid w:val="00042ED1"/>
    <w:rsid w:val="00044854"/>
    <w:rsid w:val="00045C7F"/>
    <w:rsid w:val="00045D0B"/>
    <w:rsid w:val="00046C2C"/>
    <w:rsid w:val="0005034D"/>
    <w:rsid w:val="00050483"/>
    <w:rsid w:val="00050C9C"/>
    <w:rsid w:val="00050D53"/>
    <w:rsid w:val="000528A2"/>
    <w:rsid w:val="00052ECF"/>
    <w:rsid w:val="00052F59"/>
    <w:rsid w:val="00053983"/>
    <w:rsid w:val="0005438A"/>
    <w:rsid w:val="000558E2"/>
    <w:rsid w:val="00055F2A"/>
    <w:rsid w:val="0005604A"/>
    <w:rsid w:val="00056352"/>
    <w:rsid w:val="00056829"/>
    <w:rsid w:val="00056E34"/>
    <w:rsid w:val="0005744E"/>
    <w:rsid w:val="0005776F"/>
    <w:rsid w:val="00057B24"/>
    <w:rsid w:val="00060AC8"/>
    <w:rsid w:val="00062F8C"/>
    <w:rsid w:val="00062F9B"/>
    <w:rsid w:val="00063426"/>
    <w:rsid w:val="000634B4"/>
    <w:rsid w:val="00063C40"/>
    <w:rsid w:val="00063EEE"/>
    <w:rsid w:val="000645C9"/>
    <w:rsid w:val="00065482"/>
    <w:rsid w:val="00065E48"/>
    <w:rsid w:val="00066F77"/>
    <w:rsid w:val="000671C3"/>
    <w:rsid w:val="0006774D"/>
    <w:rsid w:val="000678E6"/>
    <w:rsid w:val="0007005B"/>
    <w:rsid w:val="0007022E"/>
    <w:rsid w:val="000711D2"/>
    <w:rsid w:val="0007168E"/>
    <w:rsid w:val="0007211D"/>
    <w:rsid w:val="000721D0"/>
    <w:rsid w:val="00072B92"/>
    <w:rsid w:val="0007358C"/>
    <w:rsid w:val="0007373E"/>
    <w:rsid w:val="00073F42"/>
    <w:rsid w:val="00074A13"/>
    <w:rsid w:val="00074BCE"/>
    <w:rsid w:val="0007557B"/>
    <w:rsid w:val="000763A2"/>
    <w:rsid w:val="0007674F"/>
    <w:rsid w:val="00076A3D"/>
    <w:rsid w:val="00077CB2"/>
    <w:rsid w:val="0008003F"/>
    <w:rsid w:val="0008052B"/>
    <w:rsid w:val="00084117"/>
    <w:rsid w:val="00084176"/>
    <w:rsid w:val="00084762"/>
    <w:rsid w:val="00084AD7"/>
    <w:rsid w:val="0008555F"/>
    <w:rsid w:val="00085D2B"/>
    <w:rsid w:val="00085FDA"/>
    <w:rsid w:val="00086A03"/>
    <w:rsid w:val="000870E5"/>
    <w:rsid w:val="0009079E"/>
    <w:rsid w:val="00090873"/>
    <w:rsid w:val="00091E47"/>
    <w:rsid w:val="0009221B"/>
    <w:rsid w:val="000926DB"/>
    <w:rsid w:val="0009274E"/>
    <w:rsid w:val="00092B6C"/>
    <w:rsid w:val="00092D7F"/>
    <w:rsid w:val="00093D70"/>
    <w:rsid w:val="00094487"/>
    <w:rsid w:val="00094A7E"/>
    <w:rsid w:val="00094D0C"/>
    <w:rsid w:val="00096347"/>
    <w:rsid w:val="0009652A"/>
    <w:rsid w:val="0009697E"/>
    <w:rsid w:val="000971FB"/>
    <w:rsid w:val="00097FB3"/>
    <w:rsid w:val="000A1AFD"/>
    <w:rsid w:val="000A36D4"/>
    <w:rsid w:val="000A4557"/>
    <w:rsid w:val="000A5F94"/>
    <w:rsid w:val="000A6F9C"/>
    <w:rsid w:val="000A7078"/>
    <w:rsid w:val="000A7241"/>
    <w:rsid w:val="000B1218"/>
    <w:rsid w:val="000B13F1"/>
    <w:rsid w:val="000B1ABD"/>
    <w:rsid w:val="000B21B6"/>
    <w:rsid w:val="000B21C9"/>
    <w:rsid w:val="000B339C"/>
    <w:rsid w:val="000B3E0C"/>
    <w:rsid w:val="000B4089"/>
    <w:rsid w:val="000B4179"/>
    <w:rsid w:val="000B4BB1"/>
    <w:rsid w:val="000B4CBA"/>
    <w:rsid w:val="000B4E2E"/>
    <w:rsid w:val="000B4F10"/>
    <w:rsid w:val="000B5941"/>
    <w:rsid w:val="000B6EBE"/>
    <w:rsid w:val="000C03FF"/>
    <w:rsid w:val="000C169E"/>
    <w:rsid w:val="000C2445"/>
    <w:rsid w:val="000C290A"/>
    <w:rsid w:val="000C31A3"/>
    <w:rsid w:val="000C480A"/>
    <w:rsid w:val="000C4851"/>
    <w:rsid w:val="000C4FA8"/>
    <w:rsid w:val="000C665D"/>
    <w:rsid w:val="000C6BC6"/>
    <w:rsid w:val="000D0408"/>
    <w:rsid w:val="000D09D9"/>
    <w:rsid w:val="000D0DFF"/>
    <w:rsid w:val="000D12A8"/>
    <w:rsid w:val="000D2387"/>
    <w:rsid w:val="000D3359"/>
    <w:rsid w:val="000D567F"/>
    <w:rsid w:val="000D643F"/>
    <w:rsid w:val="000D6648"/>
    <w:rsid w:val="000D69BC"/>
    <w:rsid w:val="000D6A6A"/>
    <w:rsid w:val="000E0952"/>
    <w:rsid w:val="000E1463"/>
    <w:rsid w:val="000E2137"/>
    <w:rsid w:val="000E4411"/>
    <w:rsid w:val="000E58BA"/>
    <w:rsid w:val="000E5E31"/>
    <w:rsid w:val="000E78FF"/>
    <w:rsid w:val="000F05FC"/>
    <w:rsid w:val="000F06E2"/>
    <w:rsid w:val="000F13D0"/>
    <w:rsid w:val="000F1ACD"/>
    <w:rsid w:val="000F214E"/>
    <w:rsid w:val="000F2E1D"/>
    <w:rsid w:val="000F3A96"/>
    <w:rsid w:val="000F3EB6"/>
    <w:rsid w:val="000F3FFA"/>
    <w:rsid w:val="000F45A5"/>
    <w:rsid w:val="000F4C93"/>
    <w:rsid w:val="000F4E85"/>
    <w:rsid w:val="000F6BAA"/>
    <w:rsid w:val="000F6DCE"/>
    <w:rsid w:val="0010036E"/>
    <w:rsid w:val="00100DC5"/>
    <w:rsid w:val="00100FA5"/>
    <w:rsid w:val="001019A1"/>
    <w:rsid w:val="00101D3E"/>
    <w:rsid w:val="00102CAF"/>
    <w:rsid w:val="001033AE"/>
    <w:rsid w:val="00104855"/>
    <w:rsid w:val="001048C6"/>
    <w:rsid w:val="001055F0"/>
    <w:rsid w:val="001058EA"/>
    <w:rsid w:val="0010630D"/>
    <w:rsid w:val="00106912"/>
    <w:rsid w:val="00106A61"/>
    <w:rsid w:val="00107F69"/>
    <w:rsid w:val="001106E5"/>
    <w:rsid w:val="00110E6C"/>
    <w:rsid w:val="0011131D"/>
    <w:rsid w:val="001116E7"/>
    <w:rsid w:val="00112307"/>
    <w:rsid w:val="001123CE"/>
    <w:rsid w:val="0011264E"/>
    <w:rsid w:val="00112F39"/>
    <w:rsid w:val="001131BD"/>
    <w:rsid w:val="00113442"/>
    <w:rsid w:val="0011466E"/>
    <w:rsid w:val="001153B6"/>
    <w:rsid w:val="00115910"/>
    <w:rsid w:val="001177A7"/>
    <w:rsid w:val="00120360"/>
    <w:rsid w:val="00120F3A"/>
    <w:rsid w:val="0012419C"/>
    <w:rsid w:val="001247D4"/>
    <w:rsid w:val="00125A7F"/>
    <w:rsid w:val="00125ADF"/>
    <w:rsid w:val="00126468"/>
    <w:rsid w:val="001266A6"/>
    <w:rsid w:val="001266C7"/>
    <w:rsid w:val="00127BD7"/>
    <w:rsid w:val="00127BEE"/>
    <w:rsid w:val="00127FE1"/>
    <w:rsid w:val="00131629"/>
    <w:rsid w:val="00132AF8"/>
    <w:rsid w:val="00133A93"/>
    <w:rsid w:val="001340D3"/>
    <w:rsid w:val="00134D41"/>
    <w:rsid w:val="001366D0"/>
    <w:rsid w:val="001369E7"/>
    <w:rsid w:val="00136D95"/>
    <w:rsid w:val="00136FBA"/>
    <w:rsid w:val="001370D4"/>
    <w:rsid w:val="00137216"/>
    <w:rsid w:val="00137C1A"/>
    <w:rsid w:val="00137CB8"/>
    <w:rsid w:val="00137CDF"/>
    <w:rsid w:val="00140FB0"/>
    <w:rsid w:val="001412AF"/>
    <w:rsid w:val="001417EC"/>
    <w:rsid w:val="001420FB"/>
    <w:rsid w:val="001425B1"/>
    <w:rsid w:val="00142961"/>
    <w:rsid w:val="001431A7"/>
    <w:rsid w:val="0014355B"/>
    <w:rsid w:val="00144225"/>
    <w:rsid w:val="00145EF1"/>
    <w:rsid w:val="00146786"/>
    <w:rsid w:val="001469B8"/>
    <w:rsid w:val="001475DB"/>
    <w:rsid w:val="00150212"/>
    <w:rsid w:val="00150D1F"/>
    <w:rsid w:val="00151265"/>
    <w:rsid w:val="00151578"/>
    <w:rsid w:val="00151BEA"/>
    <w:rsid w:val="00151D6E"/>
    <w:rsid w:val="00152179"/>
    <w:rsid w:val="00153AD3"/>
    <w:rsid w:val="00154091"/>
    <w:rsid w:val="00154448"/>
    <w:rsid w:val="00154744"/>
    <w:rsid w:val="001548E5"/>
    <w:rsid w:val="00154C2E"/>
    <w:rsid w:val="00154F6F"/>
    <w:rsid w:val="00155283"/>
    <w:rsid w:val="00156127"/>
    <w:rsid w:val="001567DE"/>
    <w:rsid w:val="00156E51"/>
    <w:rsid w:val="00156F45"/>
    <w:rsid w:val="00157384"/>
    <w:rsid w:val="00157581"/>
    <w:rsid w:val="00160CCB"/>
    <w:rsid w:val="0016106A"/>
    <w:rsid w:val="00163218"/>
    <w:rsid w:val="00163328"/>
    <w:rsid w:val="00163B9C"/>
    <w:rsid w:val="00163FE0"/>
    <w:rsid w:val="0016427D"/>
    <w:rsid w:val="0016450A"/>
    <w:rsid w:val="001646C7"/>
    <w:rsid w:val="00164C57"/>
    <w:rsid w:val="001661EA"/>
    <w:rsid w:val="00166244"/>
    <w:rsid w:val="00166270"/>
    <w:rsid w:val="00166B85"/>
    <w:rsid w:val="00167556"/>
    <w:rsid w:val="001706C1"/>
    <w:rsid w:val="0017085B"/>
    <w:rsid w:val="0017095B"/>
    <w:rsid w:val="00170A2D"/>
    <w:rsid w:val="00171E23"/>
    <w:rsid w:val="00173334"/>
    <w:rsid w:val="0017376A"/>
    <w:rsid w:val="00173F92"/>
    <w:rsid w:val="0017447F"/>
    <w:rsid w:val="00174870"/>
    <w:rsid w:val="00174B62"/>
    <w:rsid w:val="00175200"/>
    <w:rsid w:val="00180952"/>
    <w:rsid w:val="00180AE1"/>
    <w:rsid w:val="0018138E"/>
    <w:rsid w:val="00182C84"/>
    <w:rsid w:val="001838B9"/>
    <w:rsid w:val="0018465E"/>
    <w:rsid w:val="001850BD"/>
    <w:rsid w:val="001854F1"/>
    <w:rsid w:val="00185F73"/>
    <w:rsid w:val="001873B8"/>
    <w:rsid w:val="001909B1"/>
    <w:rsid w:val="00191D14"/>
    <w:rsid w:val="001923B4"/>
    <w:rsid w:val="001928C9"/>
    <w:rsid w:val="00192961"/>
    <w:rsid w:val="00193F74"/>
    <w:rsid w:val="0019543E"/>
    <w:rsid w:val="00195BF1"/>
    <w:rsid w:val="001961A5"/>
    <w:rsid w:val="00196290"/>
    <w:rsid w:val="00196324"/>
    <w:rsid w:val="00197549"/>
    <w:rsid w:val="001A0DA8"/>
    <w:rsid w:val="001A22AE"/>
    <w:rsid w:val="001A2A62"/>
    <w:rsid w:val="001A4010"/>
    <w:rsid w:val="001A49F4"/>
    <w:rsid w:val="001A4C96"/>
    <w:rsid w:val="001A4FAC"/>
    <w:rsid w:val="001B0A5E"/>
    <w:rsid w:val="001B17E3"/>
    <w:rsid w:val="001B218C"/>
    <w:rsid w:val="001B35C3"/>
    <w:rsid w:val="001B4D35"/>
    <w:rsid w:val="001B542D"/>
    <w:rsid w:val="001B55AE"/>
    <w:rsid w:val="001B5955"/>
    <w:rsid w:val="001B643D"/>
    <w:rsid w:val="001B6EFD"/>
    <w:rsid w:val="001B7DBF"/>
    <w:rsid w:val="001C016C"/>
    <w:rsid w:val="001C0459"/>
    <w:rsid w:val="001C046B"/>
    <w:rsid w:val="001C0D2E"/>
    <w:rsid w:val="001C2B15"/>
    <w:rsid w:val="001C2E6C"/>
    <w:rsid w:val="001C350A"/>
    <w:rsid w:val="001C35CF"/>
    <w:rsid w:val="001C3756"/>
    <w:rsid w:val="001C4A32"/>
    <w:rsid w:val="001C6241"/>
    <w:rsid w:val="001C7375"/>
    <w:rsid w:val="001C7A6C"/>
    <w:rsid w:val="001D11F5"/>
    <w:rsid w:val="001D1E2D"/>
    <w:rsid w:val="001D22E0"/>
    <w:rsid w:val="001D2608"/>
    <w:rsid w:val="001D2911"/>
    <w:rsid w:val="001D2E53"/>
    <w:rsid w:val="001D2F7B"/>
    <w:rsid w:val="001D3024"/>
    <w:rsid w:val="001D3390"/>
    <w:rsid w:val="001D387D"/>
    <w:rsid w:val="001D3C0B"/>
    <w:rsid w:val="001D3F6F"/>
    <w:rsid w:val="001D4027"/>
    <w:rsid w:val="001D4129"/>
    <w:rsid w:val="001D45EF"/>
    <w:rsid w:val="001D4F6E"/>
    <w:rsid w:val="001D52A0"/>
    <w:rsid w:val="001D53DF"/>
    <w:rsid w:val="001D5861"/>
    <w:rsid w:val="001D6062"/>
    <w:rsid w:val="001D6665"/>
    <w:rsid w:val="001D67B7"/>
    <w:rsid w:val="001D6C27"/>
    <w:rsid w:val="001D6C88"/>
    <w:rsid w:val="001D6E1A"/>
    <w:rsid w:val="001D6FF0"/>
    <w:rsid w:val="001E18E5"/>
    <w:rsid w:val="001E1FDC"/>
    <w:rsid w:val="001E23F4"/>
    <w:rsid w:val="001E2D3E"/>
    <w:rsid w:val="001E3CBD"/>
    <w:rsid w:val="001E445B"/>
    <w:rsid w:val="001E4AA4"/>
    <w:rsid w:val="001E4F7B"/>
    <w:rsid w:val="001E50EA"/>
    <w:rsid w:val="001E5402"/>
    <w:rsid w:val="001E572F"/>
    <w:rsid w:val="001E5AF3"/>
    <w:rsid w:val="001E6CF6"/>
    <w:rsid w:val="001F0972"/>
    <w:rsid w:val="001F1097"/>
    <w:rsid w:val="001F1319"/>
    <w:rsid w:val="001F1655"/>
    <w:rsid w:val="001F6174"/>
    <w:rsid w:val="001F71D7"/>
    <w:rsid w:val="001F72CA"/>
    <w:rsid w:val="001F73FF"/>
    <w:rsid w:val="001F7EAC"/>
    <w:rsid w:val="0020083B"/>
    <w:rsid w:val="00201CFD"/>
    <w:rsid w:val="002020B7"/>
    <w:rsid w:val="00202B56"/>
    <w:rsid w:val="00203EED"/>
    <w:rsid w:val="00203F64"/>
    <w:rsid w:val="00205041"/>
    <w:rsid w:val="00205940"/>
    <w:rsid w:val="0020598C"/>
    <w:rsid w:val="00207081"/>
    <w:rsid w:val="00207F1F"/>
    <w:rsid w:val="00211417"/>
    <w:rsid w:val="00211782"/>
    <w:rsid w:val="00212CF1"/>
    <w:rsid w:val="00215C1C"/>
    <w:rsid w:val="00216DDB"/>
    <w:rsid w:val="002170E5"/>
    <w:rsid w:val="00217302"/>
    <w:rsid w:val="00217E5B"/>
    <w:rsid w:val="002209DB"/>
    <w:rsid w:val="002209DE"/>
    <w:rsid w:val="002224EA"/>
    <w:rsid w:val="00222A3E"/>
    <w:rsid w:val="00222E59"/>
    <w:rsid w:val="00223393"/>
    <w:rsid w:val="00223396"/>
    <w:rsid w:val="002237D8"/>
    <w:rsid w:val="00223CBD"/>
    <w:rsid w:val="00224AEC"/>
    <w:rsid w:val="00224CC8"/>
    <w:rsid w:val="00224EC5"/>
    <w:rsid w:val="002257E7"/>
    <w:rsid w:val="002261E5"/>
    <w:rsid w:val="00227917"/>
    <w:rsid w:val="00230BD1"/>
    <w:rsid w:val="00231B06"/>
    <w:rsid w:val="002322DF"/>
    <w:rsid w:val="002327F0"/>
    <w:rsid w:val="00232D39"/>
    <w:rsid w:val="00233368"/>
    <w:rsid w:val="002335BB"/>
    <w:rsid w:val="0023388C"/>
    <w:rsid w:val="002345A1"/>
    <w:rsid w:val="00234F35"/>
    <w:rsid w:val="00235A6B"/>
    <w:rsid w:val="0023644B"/>
    <w:rsid w:val="00236BB7"/>
    <w:rsid w:val="002378FC"/>
    <w:rsid w:val="00237E41"/>
    <w:rsid w:val="00240174"/>
    <w:rsid w:val="0024040F"/>
    <w:rsid w:val="00240776"/>
    <w:rsid w:val="002407CE"/>
    <w:rsid w:val="00240D39"/>
    <w:rsid w:val="00241EB9"/>
    <w:rsid w:val="002424D5"/>
    <w:rsid w:val="00242EF1"/>
    <w:rsid w:val="002431EA"/>
    <w:rsid w:val="00243728"/>
    <w:rsid w:val="002437B9"/>
    <w:rsid w:val="00243A2D"/>
    <w:rsid w:val="00243BA8"/>
    <w:rsid w:val="00243E3A"/>
    <w:rsid w:val="002451DB"/>
    <w:rsid w:val="0024665D"/>
    <w:rsid w:val="0024686B"/>
    <w:rsid w:val="00246A3F"/>
    <w:rsid w:val="00247136"/>
    <w:rsid w:val="00247203"/>
    <w:rsid w:val="002478F0"/>
    <w:rsid w:val="0025012D"/>
    <w:rsid w:val="00251347"/>
    <w:rsid w:val="00251744"/>
    <w:rsid w:val="0025183C"/>
    <w:rsid w:val="00251DDB"/>
    <w:rsid w:val="00253715"/>
    <w:rsid w:val="002539C6"/>
    <w:rsid w:val="002542C4"/>
    <w:rsid w:val="002546D6"/>
    <w:rsid w:val="00254D15"/>
    <w:rsid w:val="00255034"/>
    <w:rsid w:val="0025696E"/>
    <w:rsid w:val="00256A51"/>
    <w:rsid w:val="002570E2"/>
    <w:rsid w:val="0026092E"/>
    <w:rsid w:val="00261B78"/>
    <w:rsid w:val="002626B9"/>
    <w:rsid w:val="00262AD6"/>
    <w:rsid w:val="00263333"/>
    <w:rsid w:val="00263ED6"/>
    <w:rsid w:val="00264A6D"/>
    <w:rsid w:val="00264DAA"/>
    <w:rsid w:val="0026520A"/>
    <w:rsid w:val="00265D40"/>
    <w:rsid w:val="0026703D"/>
    <w:rsid w:val="002671FC"/>
    <w:rsid w:val="002676E2"/>
    <w:rsid w:val="00267B97"/>
    <w:rsid w:val="00270B53"/>
    <w:rsid w:val="00270E73"/>
    <w:rsid w:val="00271D29"/>
    <w:rsid w:val="00271D36"/>
    <w:rsid w:val="002732FC"/>
    <w:rsid w:val="002733A1"/>
    <w:rsid w:val="0027419D"/>
    <w:rsid w:val="00275DC4"/>
    <w:rsid w:val="00276A8D"/>
    <w:rsid w:val="00280050"/>
    <w:rsid w:val="00280986"/>
    <w:rsid w:val="00280AD8"/>
    <w:rsid w:val="00280BDD"/>
    <w:rsid w:val="002813EC"/>
    <w:rsid w:val="0028149F"/>
    <w:rsid w:val="002818BB"/>
    <w:rsid w:val="00282BE0"/>
    <w:rsid w:val="002833A6"/>
    <w:rsid w:val="002846CD"/>
    <w:rsid w:val="00284C23"/>
    <w:rsid w:val="00284DEA"/>
    <w:rsid w:val="00284FE6"/>
    <w:rsid w:val="00285413"/>
    <w:rsid w:val="00285B59"/>
    <w:rsid w:val="00285D9C"/>
    <w:rsid w:val="0028622C"/>
    <w:rsid w:val="00287546"/>
    <w:rsid w:val="002877DA"/>
    <w:rsid w:val="00287E65"/>
    <w:rsid w:val="00290E51"/>
    <w:rsid w:val="00290FC8"/>
    <w:rsid w:val="002911FD"/>
    <w:rsid w:val="0029125B"/>
    <w:rsid w:val="00291269"/>
    <w:rsid w:val="00291CA8"/>
    <w:rsid w:val="00291D7D"/>
    <w:rsid w:val="00291F09"/>
    <w:rsid w:val="00292B9B"/>
    <w:rsid w:val="002931D5"/>
    <w:rsid w:val="00293516"/>
    <w:rsid w:val="00293ACC"/>
    <w:rsid w:val="002956B9"/>
    <w:rsid w:val="00295F97"/>
    <w:rsid w:val="00296680"/>
    <w:rsid w:val="00296686"/>
    <w:rsid w:val="00296875"/>
    <w:rsid w:val="0029687C"/>
    <w:rsid w:val="002A0ED8"/>
    <w:rsid w:val="002A1947"/>
    <w:rsid w:val="002A1E88"/>
    <w:rsid w:val="002A2BE9"/>
    <w:rsid w:val="002A3197"/>
    <w:rsid w:val="002A39E0"/>
    <w:rsid w:val="002A5CB9"/>
    <w:rsid w:val="002A65AA"/>
    <w:rsid w:val="002B098A"/>
    <w:rsid w:val="002B170F"/>
    <w:rsid w:val="002B19A4"/>
    <w:rsid w:val="002B2B60"/>
    <w:rsid w:val="002B39DE"/>
    <w:rsid w:val="002B3A3E"/>
    <w:rsid w:val="002B3DD3"/>
    <w:rsid w:val="002B43D4"/>
    <w:rsid w:val="002B4521"/>
    <w:rsid w:val="002B6663"/>
    <w:rsid w:val="002B7269"/>
    <w:rsid w:val="002B7535"/>
    <w:rsid w:val="002B7604"/>
    <w:rsid w:val="002B7E5E"/>
    <w:rsid w:val="002C129C"/>
    <w:rsid w:val="002C14FC"/>
    <w:rsid w:val="002C1A65"/>
    <w:rsid w:val="002C2799"/>
    <w:rsid w:val="002C331E"/>
    <w:rsid w:val="002C3E4D"/>
    <w:rsid w:val="002C3ED4"/>
    <w:rsid w:val="002C3F74"/>
    <w:rsid w:val="002C500B"/>
    <w:rsid w:val="002C6376"/>
    <w:rsid w:val="002C6667"/>
    <w:rsid w:val="002C703C"/>
    <w:rsid w:val="002C7DB9"/>
    <w:rsid w:val="002C7F1E"/>
    <w:rsid w:val="002D0485"/>
    <w:rsid w:val="002D0B4B"/>
    <w:rsid w:val="002D18A3"/>
    <w:rsid w:val="002D1A36"/>
    <w:rsid w:val="002D2718"/>
    <w:rsid w:val="002D2770"/>
    <w:rsid w:val="002D2B33"/>
    <w:rsid w:val="002D2E09"/>
    <w:rsid w:val="002D3825"/>
    <w:rsid w:val="002D3929"/>
    <w:rsid w:val="002D43E7"/>
    <w:rsid w:val="002D458C"/>
    <w:rsid w:val="002D461E"/>
    <w:rsid w:val="002D49B4"/>
    <w:rsid w:val="002D50AC"/>
    <w:rsid w:val="002D5DED"/>
    <w:rsid w:val="002D5F7E"/>
    <w:rsid w:val="002D73CD"/>
    <w:rsid w:val="002D7B74"/>
    <w:rsid w:val="002D7BA1"/>
    <w:rsid w:val="002D7E8F"/>
    <w:rsid w:val="002E0634"/>
    <w:rsid w:val="002E0CB7"/>
    <w:rsid w:val="002E0E1E"/>
    <w:rsid w:val="002E228E"/>
    <w:rsid w:val="002E2429"/>
    <w:rsid w:val="002E2C3B"/>
    <w:rsid w:val="002E3B52"/>
    <w:rsid w:val="002E531D"/>
    <w:rsid w:val="002E53F1"/>
    <w:rsid w:val="002E656E"/>
    <w:rsid w:val="002E662D"/>
    <w:rsid w:val="002E689B"/>
    <w:rsid w:val="002F0B04"/>
    <w:rsid w:val="002F102D"/>
    <w:rsid w:val="002F2207"/>
    <w:rsid w:val="002F2901"/>
    <w:rsid w:val="002F2F0F"/>
    <w:rsid w:val="002F33D0"/>
    <w:rsid w:val="002F3DA8"/>
    <w:rsid w:val="002F65BF"/>
    <w:rsid w:val="002F6699"/>
    <w:rsid w:val="002F6C49"/>
    <w:rsid w:val="002F7187"/>
    <w:rsid w:val="002F7539"/>
    <w:rsid w:val="002F7A3B"/>
    <w:rsid w:val="00300268"/>
    <w:rsid w:val="003006D9"/>
    <w:rsid w:val="00300AFF"/>
    <w:rsid w:val="00301989"/>
    <w:rsid w:val="00303672"/>
    <w:rsid w:val="003041BB"/>
    <w:rsid w:val="00304A15"/>
    <w:rsid w:val="00304A8B"/>
    <w:rsid w:val="0030578F"/>
    <w:rsid w:val="0030656D"/>
    <w:rsid w:val="003065B0"/>
    <w:rsid w:val="0030670D"/>
    <w:rsid w:val="00306944"/>
    <w:rsid w:val="00307DE8"/>
    <w:rsid w:val="003104CE"/>
    <w:rsid w:val="00310C08"/>
    <w:rsid w:val="00310EC8"/>
    <w:rsid w:val="0031138E"/>
    <w:rsid w:val="003115A4"/>
    <w:rsid w:val="00311A34"/>
    <w:rsid w:val="003127CC"/>
    <w:rsid w:val="00312890"/>
    <w:rsid w:val="003132EA"/>
    <w:rsid w:val="00314753"/>
    <w:rsid w:val="00314BE1"/>
    <w:rsid w:val="00315275"/>
    <w:rsid w:val="0031535A"/>
    <w:rsid w:val="003159D6"/>
    <w:rsid w:val="00315DC8"/>
    <w:rsid w:val="00316A63"/>
    <w:rsid w:val="00320C29"/>
    <w:rsid w:val="003210AE"/>
    <w:rsid w:val="00321802"/>
    <w:rsid w:val="0032239B"/>
    <w:rsid w:val="003227DE"/>
    <w:rsid w:val="00322908"/>
    <w:rsid w:val="00322BDF"/>
    <w:rsid w:val="00322C1B"/>
    <w:rsid w:val="00323410"/>
    <w:rsid w:val="003235CA"/>
    <w:rsid w:val="00323EA6"/>
    <w:rsid w:val="00323F46"/>
    <w:rsid w:val="0032470A"/>
    <w:rsid w:val="0032547C"/>
    <w:rsid w:val="003255C2"/>
    <w:rsid w:val="00326245"/>
    <w:rsid w:val="0032666F"/>
    <w:rsid w:val="00326747"/>
    <w:rsid w:val="003270E8"/>
    <w:rsid w:val="00327370"/>
    <w:rsid w:val="003277E8"/>
    <w:rsid w:val="003278B6"/>
    <w:rsid w:val="00330164"/>
    <w:rsid w:val="00330BBF"/>
    <w:rsid w:val="00335E4A"/>
    <w:rsid w:val="00337CD9"/>
    <w:rsid w:val="0034057A"/>
    <w:rsid w:val="003406AD"/>
    <w:rsid w:val="0034071C"/>
    <w:rsid w:val="00340795"/>
    <w:rsid w:val="00340880"/>
    <w:rsid w:val="00340DFE"/>
    <w:rsid w:val="00340F06"/>
    <w:rsid w:val="003426A5"/>
    <w:rsid w:val="003437AF"/>
    <w:rsid w:val="00343F6B"/>
    <w:rsid w:val="00344189"/>
    <w:rsid w:val="0034532D"/>
    <w:rsid w:val="00346892"/>
    <w:rsid w:val="00346D40"/>
    <w:rsid w:val="0034752C"/>
    <w:rsid w:val="00347E36"/>
    <w:rsid w:val="00350566"/>
    <w:rsid w:val="003505CF"/>
    <w:rsid w:val="00350766"/>
    <w:rsid w:val="00351256"/>
    <w:rsid w:val="003524C0"/>
    <w:rsid w:val="003526E8"/>
    <w:rsid w:val="003527BD"/>
    <w:rsid w:val="00352845"/>
    <w:rsid w:val="00352A29"/>
    <w:rsid w:val="00353700"/>
    <w:rsid w:val="00353863"/>
    <w:rsid w:val="00354280"/>
    <w:rsid w:val="003542B6"/>
    <w:rsid w:val="00354796"/>
    <w:rsid w:val="00354FD2"/>
    <w:rsid w:val="00355C65"/>
    <w:rsid w:val="00355F5C"/>
    <w:rsid w:val="00356BAC"/>
    <w:rsid w:val="00356CF1"/>
    <w:rsid w:val="00356F96"/>
    <w:rsid w:val="00360BF9"/>
    <w:rsid w:val="00361376"/>
    <w:rsid w:val="00361596"/>
    <w:rsid w:val="00361618"/>
    <w:rsid w:val="00361CDB"/>
    <w:rsid w:val="00362CFB"/>
    <w:rsid w:val="00363302"/>
    <w:rsid w:val="003634A7"/>
    <w:rsid w:val="00363686"/>
    <w:rsid w:val="003639C9"/>
    <w:rsid w:val="00365018"/>
    <w:rsid w:val="0036521A"/>
    <w:rsid w:val="00365803"/>
    <w:rsid w:val="00366041"/>
    <w:rsid w:val="00367973"/>
    <w:rsid w:val="003700BA"/>
    <w:rsid w:val="00370585"/>
    <w:rsid w:val="0037123A"/>
    <w:rsid w:val="003713A1"/>
    <w:rsid w:val="003729C2"/>
    <w:rsid w:val="00372F8F"/>
    <w:rsid w:val="0037312B"/>
    <w:rsid w:val="00374853"/>
    <w:rsid w:val="00375291"/>
    <w:rsid w:val="00375E55"/>
    <w:rsid w:val="00376428"/>
    <w:rsid w:val="0037652B"/>
    <w:rsid w:val="003769F5"/>
    <w:rsid w:val="0037755C"/>
    <w:rsid w:val="003777D6"/>
    <w:rsid w:val="00380719"/>
    <w:rsid w:val="00380BC7"/>
    <w:rsid w:val="00381CED"/>
    <w:rsid w:val="00382564"/>
    <w:rsid w:val="0038280F"/>
    <w:rsid w:val="00382F4D"/>
    <w:rsid w:val="00383BAC"/>
    <w:rsid w:val="00384FDF"/>
    <w:rsid w:val="00385CBA"/>
    <w:rsid w:val="00385E4D"/>
    <w:rsid w:val="003862DC"/>
    <w:rsid w:val="00386424"/>
    <w:rsid w:val="00386CCC"/>
    <w:rsid w:val="00390C58"/>
    <w:rsid w:val="0039119E"/>
    <w:rsid w:val="003911C9"/>
    <w:rsid w:val="00391717"/>
    <w:rsid w:val="003917DB"/>
    <w:rsid w:val="00391975"/>
    <w:rsid w:val="00391CC2"/>
    <w:rsid w:val="00393F29"/>
    <w:rsid w:val="003950BA"/>
    <w:rsid w:val="00396777"/>
    <w:rsid w:val="00396E81"/>
    <w:rsid w:val="00397FCE"/>
    <w:rsid w:val="003A0D23"/>
    <w:rsid w:val="003A0FD3"/>
    <w:rsid w:val="003A1353"/>
    <w:rsid w:val="003A1CE7"/>
    <w:rsid w:val="003A207C"/>
    <w:rsid w:val="003A26A2"/>
    <w:rsid w:val="003A28A0"/>
    <w:rsid w:val="003A314A"/>
    <w:rsid w:val="003A367F"/>
    <w:rsid w:val="003A3F6B"/>
    <w:rsid w:val="003A580C"/>
    <w:rsid w:val="003A6659"/>
    <w:rsid w:val="003A796D"/>
    <w:rsid w:val="003A7E8D"/>
    <w:rsid w:val="003A7F4C"/>
    <w:rsid w:val="003B02D9"/>
    <w:rsid w:val="003B0BDD"/>
    <w:rsid w:val="003B0DE1"/>
    <w:rsid w:val="003B1E58"/>
    <w:rsid w:val="003B387C"/>
    <w:rsid w:val="003B3CE1"/>
    <w:rsid w:val="003B422E"/>
    <w:rsid w:val="003B4F35"/>
    <w:rsid w:val="003B5693"/>
    <w:rsid w:val="003B5848"/>
    <w:rsid w:val="003B6095"/>
    <w:rsid w:val="003B65F6"/>
    <w:rsid w:val="003B66BB"/>
    <w:rsid w:val="003B704B"/>
    <w:rsid w:val="003B7A36"/>
    <w:rsid w:val="003C003D"/>
    <w:rsid w:val="003C0226"/>
    <w:rsid w:val="003C05AD"/>
    <w:rsid w:val="003C0B36"/>
    <w:rsid w:val="003C135F"/>
    <w:rsid w:val="003C1F1A"/>
    <w:rsid w:val="003C2150"/>
    <w:rsid w:val="003C32E6"/>
    <w:rsid w:val="003C4FD9"/>
    <w:rsid w:val="003C6527"/>
    <w:rsid w:val="003C7F63"/>
    <w:rsid w:val="003D0FCA"/>
    <w:rsid w:val="003D24FD"/>
    <w:rsid w:val="003D2B74"/>
    <w:rsid w:val="003D48B4"/>
    <w:rsid w:val="003D5245"/>
    <w:rsid w:val="003D7712"/>
    <w:rsid w:val="003E0992"/>
    <w:rsid w:val="003E0C17"/>
    <w:rsid w:val="003E0D73"/>
    <w:rsid w:val="003E0D92"/>
    <w:rsid w:val="003E1C76"/>
    <w:rsid w:val="003E1F1C"/>
    <w:rsid w:val="003E47C6"/>
    <w:rsid w:val="003E4C54"/>
    <w:rsid w:val="003E5028"/>
    <w:rsid w:val="003E5930"/>
    <w:rsid w:val="003E64BC"/>
    <w:rsid w:val="003E65E4"/>
    <w:rsid w:val="003E797C"/>
    <w:rsid w:val="003F0004"/>
    <w:rsid w:val="003F021A"/>
    <w:rsid w:val="003F0832"/>
    <w:rsid w:val="003F08E5"/>
    <w:rsid w:val="003F0BFE"/>
    <w:rsid w:val="003F1602"/>
    <w:rsid w:val="003F1A1C"/>
    <w:rsid w:val="003F1AEE"/>
    <w:rsid w:val="003F3350"/>
    <w:rsid w:val="003F36B2"/>
    <w:rsid w:val="003F3D22"/>
    <w:rsid w:val="003F4E4E"/>
    <w:rsid w:val="003F620E"/>
    <w:rsid w:val="003F7EBC"/>
    <w:rsid w:val="00400390"/>
    <w:rsid w:val="0040090B"/>
    <w:rsid w:val="00401261"/>
    <w:rsid w:val="00401F34"/>
    <w:rsid w:val="00403C29"/>
    <w:rsid w:val="004045C6"/>
    <w:rsid w:val="004049CF"/>
    <w:rsid w:val="00404BA4"/>
    <w:rsid w:val="00404F94"/>
    <w:rsid w:val="00406020"/>
    <w:rsid w:val="004062E0"/>
    <w:rsid w:val="004069C9"/>
    <w:rsid w:val="00407030"/>
    <w:rsid w:val="004076E8"/>
    <w:rsid w:val="0040783A"/>
    <w:rsid w:val="00410545"/>
    <w:rsid w:val="00410D6A"/>
    <w:rsid w:val="004121E1"/>
    <w:rsid w:val="00415ABC"/>
    <w:rsid w:val="00415F9B"/>
    <w:rsid w:val="00416556"/>
    <w:rsid w:val="004166DB"/>
    <w:rsid w:val="004168D3"/>
    <w:rsid w:val="00420D96"/>
    <w:rsid w:val="004216B7"/>
    <w:rsid w:val="00421A9F"/>
    <w:rsid w:val="0042240D"/>
    <w:rsid w:val="00422AB0"/>
    <w:rsid w:val="00423884"/>
    <w:rsid w:val="004238EC"/>
    <w:rsid w:val="00425963"/>
    <w:rsid w:val="00425D32"/>
    <w:rsid w:val="0042709B"/>
    <w:rsid w:val="00427850"/>
    <w:rsid w:val="00427AA6"/>
    <w:rsid w:val="00427ECF"/>
    <w:rsid w:val="0043035C"/>
    <w:rsid w:val="00430569"/>
    <w:rsid w:val="00430C96"/>
    <w:rsid w:val="004310E6"/>
    <w:rsid w:val="00431191"/>
    <w:rsid w:val="00431340"/>
    <w:rsid w:val="00431B36"/>
    <w:rsid w:val="00431C19"/>
    <w:rsid w:val="004320A9"/>
    <w:rsid w:val="00432733"/>
    <w:rsid w:val="00432AE3"/>
    <w:rsid w:val="00432F6B"/>
    <w:rsid w:val="004334E7"/>
    <w:rsid w:val="004339EB"/>
    <w:rsid w:val="0043423D"/>
    <w:rsid w:val="00434600"/>
    <w:rsid w:val="00434A8D"/>
    <w:rsid w:val="004351A3"/>
    <w:rsid w:val="00436CB7"/>
    <w:rsid w:val="00437BB3"/>
    <w:rsid w:val="00437C1E"/>
    <w:rsid w:val="00437D1C"/>
    <w:rsid w:val="00440AFC"/>
    <w:rsid w:val="00440F57"/>
    <w:rsid w:val="00441B82"/>
    <w:rsid w:val="00441E81"/>
    <w:rsid w:val="00442680"/>
    <w:rsid w:val="004447AC"/>
    <w:rsid w:val="00444CCD"/>
    <w:rsid w:val="00444E16"/>
    <w:rsid w:val="00445CD0"/>
    <w:rsid w:val="00446887"/>
    <w:rsid w:val="00447608"/>
    <w:rsid w:val="004477DE"/>
    <w:rsid w:val="00451442"/>
    <w:rsid w:val="00453738"/>
    <w:rsid w:val="00455ABD"/>
    <w:rsid w:val="00455BDD"/>
    <w:rsid w:val="00455EBA"/>
    <w:rsid w:val="00455EDD"/>
    <w:rsid w:val="004561BD"/>
    <w:rsid w:val="004562A1"/>
    <w:rsid w:val="004566AD"/>
    <w:rsid w:val="00456D3F"/>
    <w:rsid w:val="00456D53"/>
    <w:rsid w:val="00457E35"/>
    <w:rsid w:val="00460391"/>
    <w:rsid w:val="0046400C"/>
    <w:rsid w:val="0046477A"/>
    <w:rsid w:val="00465360"/>
    <w:rsid w:val="0046751A"/>
    <w:rsid w:val="00470167"/>
    <w:rsid w:val="00471B09"/>
    <w:rsid w:val="0047230A"/>
    <w:rsid w:val="00472B38"/>
    <w:rsid w:val="00472C57"/>
    <w:rsid w:val="00473165"/>
    <w:rsid w:val="004732BB"/>
    <w:rsid w:val="00473872"/>
    <w:rsid w:val="00473D1F"/>
    <w:rsid w:val="00474F67"/>
    <w:rsid w:val="004752A0"/>
    <w:rsid w:val="00475838"/>
    <w:rsid w:val="004762EE"/>
    <w:rsid w:val="00476C56"/>
    <w:rsid w:val="004778C9"/>
    <w:rsid w:val="00477DB6"/>
    <w:rsid w:val="004802D4"/>
    <w:rsid w:val="0048094F"/>
    <w:rsid w:val="00481BA6"/>
    <w:rsid w:val="00481E96"/>
    <w:rsid w:val="004820A8"/>
    <w:rsid w:val="00482685"/>
    <w:rsid w:val="0048340F"/>
    <w:rsid w:val="00483A9E"/>
    <w:rsid w:val="004845B1"/>
    <w:rsid w:val="00484AA8"/>
    <w:rsid w:val="00485763"/>
    <w:rsid w:val="00487BE5"/>
    <w:rsid w:val="00487FFA"/>
    <w:rsid w:val="004910D7"/>
    <w:rsid w:val="00493366"/>
    <w:rsid w:val="00493A9D"/>
    <w:rsid w:val="004951B4"/>
    <w:rsid w:val="0049595A"/>
    <w:rsid w:val="004962D5"/>
    <w:rsid w:val="00496678"/>
    <w:rsid w:val="00497924"/>
    <w:rsid w:val="004A004B"/>
    <w:rsid w:val="004A141F"/>
    <w:rsid w:val="004A1C84"/>
    <w:rsid w:val="004A329D"/>
    <w:rsid w:val="004A3301"/>
    <w:rsid w:val="004A3416"/>
    <w:rsid w:val="004A3954"/>
    <w:rsid w:val="004A39F1"/>
    <w:rsid w:val="004A3D37"/>
    <w:rsid w:val="004A3F12"/>
    <w:rsid w:val="004A7195"/>
    <w:rsid w:val="004A72C8"/>
    <w:rsid w:val="004A7C9C"/>
    <w:rsid w:val="004B033A"/>
    <w:rsid w:val="004B09F6"/>
    <w:rsid w:val="004B16CD"/>
    <w:rsid w:val="004B2C4C"/>
    <w:rsid w:val="004B405C"/>
    <w:rsid w:val="004B42EF"/>
    <w:rsid w:val="004B4E29"/>
    <w:rsid w:val="004B50C6"/>
    <w:rsid w:val="004B5B3B"/>
    <w:rsid w:val="004B5ECD"/>
    <w:rsid w:val="004B640B"/>
    <w:rsid w:val="004B64AE"/>
    <w:rsid w:val="004B6A42"/>
    <w:rsid w:val="004B71EF"/>
    <w:rsid w:val="004C06A7"/>
    <w:rsid w:val="004C189E"/>
    <w:rsid w:val="004C2803"/>
    <w:rsid w:val="004C2A92"/>
    <w:rsid w:val="004C2C44"/>
    <w:rsid w:val="004C55BD"/>
    <w:rsid w:val="004C5810"/>
    <w:rsid w:val="004C602A"/>
    <w:rsid w:val="004C6250"/>
    <w:rsid w:val="004C6FD9"/>
    <w:rsid w:val="004C7337"/>
    <w:rsid w:val="004C7473"/>
    <w:rsid w:val="004C794A"/>
    <w:rsid w:val="004D0DB2"/>
    <w:rsid w:val="004D131A"/>
    <w:rsid w:val="004D37D8"/>
    <w:rsid w:val="004D4772"/>
    <w:rsid w:val="004D481A"/>
    <w:rsid w:val="004D4CB0"/>
    <w:rsid w:val="004D4D6C"/>
    <w:rsid w:val="004D6C68"/>
    <w:rsid w:val="004D7787"/>
    <w:rsid w:val="004D7E47"/>
    <w:rsid w:val="004E0D9C"/>
    <w:rsid w:val="004E0FBA"/>
    <w:rsid w:val="004E1973"/>
    <w:rsid w:val="004E2485"/>
    <w:rsid w:val="004E3125"/>
    <w:rsid w:val="004E4651"/>
    <w:rsid w:val="004E4728"/>
    <w:rsid w:val="004E49A4"/>
    <w:rsid w:val="004E4E0E"/>
    <w:rsid w:val="004E5FA7"/>
    <w:rsid w:val="004E5FE5"/>
    <w:rsid w:val="004F14D9"/>
    <w:rsid w:val="004F2866"/>
    <w:rsid w:val="004F7A47"/>
    <w:rsid w:val="005000D1"/>
    <w:rsid w:val="005004F6"/>
    <w:rsid w:val="005026F0"/>
    <w:rsid w:val="00503504"/>
    <w:rsid w:val="00504360"/>
    <w:rsid w:val="005061FB"/>
    <w:rsid w:val="00506CCB"/>
    <w:rsid w:val="0051022B"/>
    <w:rsid w:val="00510491"/>
    <w:rsid w:val="00510EEE"/>
    <w:rsid w:val="00511670"/>
    <w:rsid w:val="00511FE0"/>
    <w:rsid w:val="00512829"/>
    <w:rsid w:val="00512CA9"/>
    <w:rsid w:val="0051363A"/>
    <w:rsid w:val="00513780"/>
    <w:rsid w:val="00513E38"/>
    <w:rsid w:val="005153B4"/>
    <w:rsid w:val="005156F4"/>
    <w:rsid w:val="0051575F"/>
    <w:rsid w:val="00517256"/>
    <w:rsid w:val="00520113"/>
    <w:rsid w:val="0052181D"/>
    <w:rsid w:val="00523644"/>
    <w:rsid w:val="0052391A"/>
    <w:rsid w:val="00523990"/>
    <w:rsid w:val="00524562"/>
    <w:rsid w:val="005258B3"/>
    <w:rsid w:val="00525B09"/>
    <w:rsid w:val="00526435"/>
    <w:rsid w:val="005276EE"/>
    <w:rsid w:val="005305CB"/>
    <w:rsid w:val="0053067B"/>
    <w:rsid w:val="00532BE3"/>
    <w:rsid w:val="00532D09"/>
    <w:rsid w:val="00533709"/>
    <w:rsid w:val="00534487"/>
    <w:rsid w:val="00534555"/>
    <w:rsid w:val="00535063"/>
    <w:rsid w:val="0053514A"/>
    <w:rsid w:val="0053534F"/>
    <w:rsid w:val="00535944"/>
    <w:rsid w:val="00535B02"/>
    <w:rsid w:val="00536353"/>
    <w:rsid w:val="005414F2"/>
    <w:rsid w:val="005418E2"/>
    <w:rsid w:val="00542152"/>
    <w:rsid w:val="005424FD"/>
    <w:rsid w:val="005461D8"/>
    <w:rsid w:val="00547807"/>
    <w:rsid w:val="0055125A"/>
    <w:rsid w:val="005523C5"/>
    <w:rsid w:val="00552924"/>
    <w:rsid w:val="005535D6"/>
    <w:rsid w:val="005535EC"/>
    <w:rsid w:val="00553691"/>
    <w:rsid w:val="00554787"/>
    <w:rsid w:val="00554EB0"/>
    <w:rsid w:val="005556D7"/>
    <w:rsid w:val="005557DF"/>
    <w:rsid w:val="00555E28"/>
    <w:rsid w:val="00556594"/>
    <w:rsid w:val="00556E9F"/>
    <w:rsid w:val="00557399"/>
    <w:rsid w:val="005574B0"/>
    <w:rsid w:val="00557F52"/>
    <w:rsid w:val="00561BD7"/>
    <w:rsid w:val="00562693"/>
    <w:rsid w:val="00562D5C"/>
    <w:rsid w:val="00562F51"/>
    <w:rsid w:val="00563674"/>
    <w:rsid w:val="00563A89"/>
    <w:rsid w:val="005646A9"/>
    <w:rsid w:val="005646DC"/>
    <w:rsid w:val="00564AD8"/>
    <w:rsid w:val="00564F40"/>
    <w:rsid w:val="00565932"/>
    <w:rsid w:val="00567707"/>
    <w:rsid w:val="00567854"/>
    <w:rsid w:val="00567875"/>
    <w:rsid w:val="00567995"/>
    <w:rsid w:val="00567B99"/>
    <w:rsid w:val="005707F3"/>
    <w:rsid w:val="005712F8"/>
    <w:rsid w:val="0057133A"/>
    <w:rsid w:val="00571CB4"/>
    <w:rsid w:val="00572239"/>
    <w:rsid w:val="00572C1A"/>
    <w:rsid w:val="0057317D"/>
    <w:rsid w:val="005743D1"/>
    <w:rsid w:val="00574405"/>
    <w:rsid w:val="0057538C"/>
    <w:rsid w:val="005755A7"/>
    <w:rsid w:val="005758E1"/>
    <w:rsid w:val="00575C09"/>
    <w:rsid w:val="00575EA4"/>
    <w:rsid w:val="00576087"/>
    <w:rsid w:val="0057651B"/>
    <w:rsid w:val="00576C23"/>
    <w:rsid w:val="00577A7A"/>
    <w:rsid w:val="00580CC0"/>
    <w:rsid w:val="00580CFE"/>
    <w:rsid w:val="005816D9"/>
    <w:rsid w:val="005827DF"/>
    <w:rsid w:val="0058340D"/>
    <w:rsid w:val="00583DB2"/>
    <w:rsid w:val="00583EEA"/>
    <w:rsid w:val="005845B2"/>
    <w:rsid w:val="00584E14"/>
    <w:rsid w:val="005869CB"/>
    <w:rsid w:val="0059004C"/>
    <w:rsid w:val="00591941"/>
    <w:rsid w:val="00592194"/>
    <w:rsid w:val="00592DFA"/>
    <w:rsid w:val="00593982"/>
    <w:rsid w:val="005943CE"/>
    <w:rsid w:val="00594451"/>
    <w:rsid w:val="00595102"/>
    <w:rsid w:val="00595302"/>
    <w:rsid w:val="00596BD8"/>
    <w:rsid w:val="00596C05"/>
    <w:rsid w:val="00597EBA"/>
    <w:rsid w:val="005A03ED"/>
    <w:rsid w:val="005A05BE"/>
    <w:rsid w:val="005A09B1"/>
    <w:rsid w:val="005A20C3"/>
    <w:rsid w:val="005A21C8"/>
    <w:rsid w:val="005A23CA"/>
    <w:rsid w:val="005A26C3"/>
    <w:rsid w:val="005A2941"/>
    <w:rsid w:val="005A29ED"/>
    <w:rsid w:val="005A2AF3"/>
    <w:rsid w:val="005A347B"/>
    <w:rsid w:val="005A3484"/>
    <w:rsid w:val="005A4E4F"/>
    <w:rsid w:val="005A5572"/>
    <w:rsid w:val="005A59AC"/>
    <w:rsid w:val="005A636D"/>
    <w:rsid w:val="005A65B9"/>
    <w:rsid w:val="005A67EF"/>
    <w:rsid w:val="005A7848"/>
    <w:rsid w:val="005B0D92"/>
    <w:rsid w:val="005B118D"/>
    <w:rsid w:val="005B11EC"/>
    <w:rsid w:val="005B13AF"/>
    <w:rsid w:val="005B18A8"/>
    <w:rsid w:val="005B1D81"/>
    <w:rsid w:val="005B3D2A"/>
    <w:rsid w:val="005B41EA"/>
    <w:rsid w:val="005B46B1"/>
    <w:rsid w:val="005B5391"/>
    <w:rsid w:val="005B5607"/>
    <w:rsid w:val="005B6C59"/>
    <w:rsid w:val="005B6D03"/>
    <w:rsid w:val="005B71DE"/>
    <w:rsid w:val="005B7464"/>
    <w:rsid w:val="005B7C89"/>
    <w:rsid w:val="005C0037"/>
    <w:rsid w:val="005C02DA"/>
    <w:rsid w:val="005C039A"/>
    <w:rsid w:val="005C1651"/>
    <w:rsid w:val="005C26D8"/>
    <w:rsid w:val="005C33CE"/>
    <w:rsid w:val="005C4320"/>
    <w:rsid w:val="005C4A53"/>
    <w:rsid w:val="005C4C55"/>
    <w:rsid w:val="005C5214"/>
    <w:rsid w:val="005C5474"/>
    <w:rsid w:val="005C66A9"/>
    <w:rsid w:val="005C6766"/>
    <w:rsid w:val="005C6985"/>
    <w:rsid w:val="005C6B94"/>
    <w:rsid w:val="005C70F9"/>
    <w:rsid w:val="005C7717"/>
    <w:rsid w:val="005C7DDD"/>
    <w:rsid w:val="005D06CF"/>
    <w:rsid w:val="005D07C9"/>
    <w:rsid w:val="005D21EE"/>
    <w:rsid w:val="005D2EC3"/>
    <w:rsid w:val="005D352C"/>
    <w:rsid w:val="005D38FB"/>
    <w:rsid w:val="005D3DAC"/>
    <w:rsid w:val="005D4336"/>
    <w:rsid w:val="005D4814"/>
    <w:rsid w:val="005D4AFA"/>
    <w:rsid w:val="005D5697"/>
    <w:rsid w:val="005D5C73"/>
    <w:rsid w:val="005D6117"/>
    <w:rsid w:val="005D616D"/>
    <w:rsid w:val="005D6295"/>
    <w:rsid w:val="005D688B"/>
    <w:rsid w:val="005D6E73"/>
    <w:rsid w:val="005D78D5"/>
    <w:rsid w:val="005D7BDE"/>
    <w:rsid w:val="005E059B"/>
    <w:rsid w:val="005E08EE"/>
    <w:rsid w:val="005E0E95"/>
    <w:rsid w:val="005E1234"/>
    <w:rsid w:val="005E1D21"/>
    <w:rsid w:val="005E211D"/>
    <w:rsid w:val="005E22CF"/>
    <w:rsid w:val="005E2451"/>
    <w:rsid w:val="005E3294"/>
    <w:rsid w:val="005E384D"/>
    <w:rsid w:val="005E471A"/>
    <w:rsid w:val="005E50E5"/>
    <w:rsid w:val="005E5DA3"/>
    <w:rsid w:val="005E6307"/>
    <w:rsid w:val="005E640C"/>
    <w:rsid w:val="005F0286"/>
    <w:rsid w:val="005F02C6"/>
    <w:rsid w:val="005F07D2"/>
    <w:rsid w:val="005F0CB2"/>
    <w:rsid w:val="005F0CBD"/>
    <w:rsid w:val="005F0D53"/>
    <w:rsid w:val="005F1DB8"/>
    <w:rsid w:val="005F1EBE"/>
    <w:rsid w:val="005F29B0"/>
    <w:rsid w:val="005F2F44"/>
    <w:rsid w:val="005F2F7E"/>
    <w:rsid w:val="005F2FA0"/>
    <w:rsid w:val="005F3214"/>
    <w:rsid w:val="005F363A"/>
    <w:rsid w:val="005F458C"/>
    <w:rsid w:val="005F49E4"/>
    <w:rsid w:val="005F586F"/>
    <w:rsid w:val="005F6FC0"/>
    <w:rsid w:val="005F709D"/>
    <w:rsid w:val="005F71B2"/>
    <w:rsid w:val="005F71D9"/>
    <w:rsid w:val="005F7D5D"/>
    <w:rsid w:val="00600456"/>
    <w:rsid w:val="00600A39"/>
    <w:rsid w:val="006014D5"/>
    <w:rsid w:val="00601817"/>
    <w:rsid w:val="00602ACF"/>
    <w:rsid w:val="00604FDF"/>
    <w:rsid w:val="0060501F"/>
    <w:rsid w:val="00610178"/>
    <w:rsid w:val="00610E5C"/>
    <w:rsid w:val="00610EF3"/>
    <w:rsid w:val="00611069"/>
    <w:rsid w:val="0061120E"/>
    <w:rsid w:val="00611C6C"/>
    <w:rsid w:val="00613E1D"/>
    <w:rsid w:val="0061583D"/>
    <w:rsid w:val="006160A7"/>
    <w:rsid w:val="006161CE"/>
    <w:rsid w:val="00616EC9"/>
    <w:rsid w:val="0061727C"/>
    <w:rsid w:val="006175B4"/>
    <w:rsid w:val="006177AE"/>
    <w:rsid w:val="00620158"/>
    <w:rsid w:val="00620889"/>
    <w:rsid w:val="00621651"/>
    <w:rsid w:val="00621A9B"/>
    <w:rsid w:val="00621B9C"/>
    <w:rsid w:val="00621C07"/>
    <w:rsid w:val="0062216E"/>
    <w:rsid w:val="00622F31"/>
    <w:rsid w:val="00623826"/>
    <w:rsid w:val="006244F4"/>
    <w:rsid w:val="00624686"/>
    <w:rsid w:val="006247E3"/>
    <w:rsid w:val="00624CA5"/>
    <w:rsid w:val="0062503D"/>
    <w:rsid w:val="00625DDF"/>
    <w:rsid w:val="00627A8D"/>
    <w:rsid w:val="00627A9B"/>
    <w:rsid w:val="00630743"/>
    <w:rsid w:val="00631126"/>
    <w:rsid w:val="00632D8E"/>
    <w:rsid w:val="006338A1"/>
    <w:rsid w:val="006356E4"/>
    <w:rsid w:val="00637737"/>
    <w:rsid w:val="006378A2"/>
    <w:rsid w:val="00640033"/>
    <w:rsid w:val="006418C6"/>
    <w:rsid w:val="00642131"/>
    <w:rsid w:val="006449C4"/>
    <w:rsid w:val="00644B61"/>
    <w:rsid w:val="0064508B"/>
    <w:rsid w:val="0064515A"/>
    <w:rsid w:val="006464C7"/>
    <w:rsid w:val="0064664D"/>
    <w:rsid w:val="00646A56"/>
    <w:rsid w:val="00647B44"/>
    <w:rsid w:val="0065106E"/>
    <w:rsid w:val="00651882"/>
    <w:rsid w:val="00652503"/>
    <w:rsid w:val="00653156"/>
    <w:rsid w:val="00653759"/>
    <w:rsid w:val="00653B6B"/>
    <w:rsid w:val="00654331"/>
    <w:rsid w:val="006546A2"/>
    <w:rsid w:val="00654BC6"/>
    <w:rsid w:val="00655421"/>
    <w:rsid w:val="0065542C"/>
    <w:rsid w:val="006554B1"/>
    <w:rsid w:val="00655714"/>
    <w:rsid w:val="00655E7F"/>
    <w:rsid w:val="00656346"/>
    <w:rsid w:val="006563DC"/>
    <w:rsid w:val="00656444"/>
    <w:rsid w:val="00656529"/>
    <w:rsid w:val="0065740D"/>
    <w:rsid w:val="006574EC"/>
    <w:rsid w:val="006606AA"/>
    <w:rsid w:val="00660B33"/>
    <w:rsid w:val="00661923"/>
    <w:rsid w:val="0066196E"/>
    <w:rsid w:val="00661BEA"/>
    <w:rsid w:val="00661EA4"/>
    <w:rsid w:val="00662104"/>
    <w:rsid w:val="00662B68"/>
    <w:rsid w:val="00662D06"/>
    <w:rsid w:val="00663DE9"/>
    <w:rsid w:val="00664F01"/>
    <w:rsid w:val="006653EB"/>
    <w:rsid w:val="0066561A"/>
    <w:rsid w:val="00665AD4"/>
    <w:rsid w:val="006668B8"/>
    <w:rsid w:val="006671A4"/>
    <w:rsid w:val="00667546"/>
    <w:rsid w:val="006679DD"/>
    <w:rsid w:val="00670564"/>
    <w:rsid w:val="00670EF1"/>
    <w:rsid w:val="006711F2"/>
    <w:rsid w:val="00671E24"/>
    <w:rsid w:val="006733B7"/>
    <w:rsid w:val="006738C7"/>
    <w:rsid w:val="006744B4"/>
    <w:rsid w:val="0067451D"/>
    <w:rsid w:val="00676148"/>
    <w:rsid w:val="00676775"/>
    <w:rsid w:val="00676F25"/>
    <w:rsid w:val="00681AAF"/>
    <w:rsid w:val="0068207E"/>
    <w:rsid w:val="00682283"/>
    <w:rsid w:val="00682285"/>
    <w:rsid w:val="00682612"/>
    <w:rsid w:val="006827C9"/>
    <w:rsid w:val="00682BD1"/>
    <w:rsid w:val="006833E6"/>
    <w:rsid w:val="0068361B"/>
    <w:rsid w:val="00683BE4"/>
    <w:rsid w:val="006844DE"/>
    <w:rsid w:val="0068464C"/>
    <w:rsid w:val="00684860"/>
    <w:rsid w:val="00684B46"/>
    <w:rsid w:val="00684EBC"/>
    <w:rsid w:val="00685808"/>
    <w:rsid w:val="00685EAE"/>
    <w:rsid w:val="00686A15"/>
    <w:rsid w:val="0068710E"/>
    <w:rsid w:val="006878E3"/>
    <w:rsid w:val="006878FE"/>
    <w:rsid w:val="00687C26"/>
    <w:rsid w:val="0069056E"/>
    <w:rsid w:val="00691701"/>
    <w:rsid w:val="00692338"/>
    <w:rsid w:val="00692D6B"/>
    <w:rsid w:val="00693388"/>
    <w:rsid w:val="00693510"/>
    <w:rsid w:val="00693590"/>
    <w:rsid w:val="006943C8"/>
    <w:rsid w:val="006945ED"/>
    <w:rsid w:val="006945FC"/>
    <w:rsid w:val="0069495A"/>
    <w:rsid w:val="006953B3"/>
    <w:rsid w:val="006956FF"/>
    <w:rsid w:val="00696A9E"/>
    <w:rsid w:val="00697566"/>
    <w:rsid w:val="006A05DF"/>
    <w:rsid w:val="006A19AB"/>
    <w:rsid w:val="006A27C6"/>
    <w:rsid w:val="006A2B3A"/>
    <w:rsid w:val="006A300A"/>
    <w:rsid w:val="006A31EB"/>
    <w:rsid w:val="006A4B1F"/>
    <w:rsid w:val="006A4F9B"/>
    <w:rsid w:val="006A7944"/>
    <w:rsid w:val="006B03BE"/>
    <w:rsid w:val="006B25E2"/>
    <w:rsid w:val="006B3422"/>
    <w:rsid w:val="006B35F3"/>
    <w:rsid w:val="006B5212"/>
    <w:rsid w:val="006B53AC"/>
    <w:rsid w:val="006B5B7B"/>
    <w:rsid w:val="006B6113"/>
    <w:rsid w:val="006B69A5"/>
    <w:rsid w:val="006B742D"/>
    <w:rsid w:val="006B74C8"/>
    <w:rsid w:val="006B77DD"/>
    <w:rsid w:val="006C013A"/>
    <w:rsid w:val="006C067B"/>
    <w:rsid w:val="006C092E"/>
    <w:rsid w:val="006C1632"/>
    <w:rsid w:val="006C1E8E"/>
    <w:rsid w:val="006C2F92"/>
    <w:rsid w:val="006C3713"/>
    <w:rsid w:val="006C4616"/>
    <w:rsid w:val="006C4C72"/>
    <w:rsid w:val="006C5E98"/>
    <w:rsid w:val="006C6306"/>
    <w:rsid w:val="006C683A"/>
    <w:rsid w:val="006C6C5E"/>
    <w:rsid w:val="006C7455"/>
    <w:rsid w:val="006D16DC"/>
    <w:rsid w:val="006D1A5B"/>
    <w:rsid w:val="006D1CEC"/>
    <w:rsid w:val="006D1FB8"/>
    <w:rsid w:val="006D2D02"/>
    <w:rsid w:val="006D2E5C"/>
    <w:rsid w:val="006D3239"/>
    <w:rsid w:val="006D388F"/>
    <w:rsid w:val="006D3AAF"/>
    <w:rsid w:val="006D4333"/>
    <w:rsid w:val="006D4A1D"/>
    <w:rsid w:val="006D6438"/>
    <w:rsid w:val="006D6F01"/>
    <w:rsid w:val="006E007F"/>
    <w:rsid w:val="006E24AB"/>
    <w:rsid w:val="006E2A05"/>
    <w:rsid w:val="006E3638"/>
    <w:rsid w:val="006E380E"/>
    <w:rsid w:val="006E4205"/>
    <w:rsid w:val="006E43FE"/>
    <w:rsid w:val="006E46F7"/>
    <w:rsid w:val="006E5356"/>
    <w:rsid w:val="006E5583"/>
    <w:rsid w:val="006E572A"/>
    <w:rsid w:val="006E5D5B"/>
    <w:rsid w:val="006E6F1B"/>
    <w:rsid w:val="006E780C"/>
    <w:rsid w:val="006E7BD4"/>
    <w:rsid w:val="006F1C8C"/>
    <w:rsid w:val="006F2EFB"/>
    <w:rsid w:val="006F3B25"/>
    <w:rsid w:val="006F4672"/>
    <w:rsid w:val="006F572A"/>
    <w:rsid w:val="006F62BC"/>
    <w:rsid w:val="006F6454"/>
    <w:rsid w:val="006F675C"/>
    <w:rsid w:val="006F6B18"/>
    <w:rsid w:val="007000B3"/>
    <w:rsid w:val="007002B8"/>
    <w:rsid w:val="00700843"/>
    <w:rsid w:val="00700B77"/>
    <w:rsid w:val="00701594"/>
    <w:rsid w:val="00702312"/>
    <w:rsid w:val="00702756"/>
    <w:rsid w:val="00702F8E"/>
    <w:rsid w:val="00703DFD"/>
    <w:rsid w:val="00704445"/>
    <w:rsid w:val="00704CAD"/>
    <w:rsid w:val="00705B9E"/>
    <w:rsid w:val="00707028"/>
    <w:rsid w:val="007078C2"/>
    <w:rsid w:val="0070791A"/>
    <w:rsid w:val="0071220F"/>
    <w:rsid w:val="00714B7B"/>
    <w:rsid w:val="0071503E"/>
    <w:rsid w:val="00715D27"/>
    <w:rsid w:val="00716648"/>
    <w:rsid w:val="007166C0"/>
    <w:rsid w:val="00716C94"/>
    <w:rsid w:val="00716FA0"/>
    <w:rsid w:val="00717CB9"/>
    <w:rsid w:val="00717D8C"/>
    <w:rsid w:val="007202C3"/>
    <w:rsid w:val="00721756"/>
    <w:rsid w:val="00721E7D"/>
    <w:rsid w:val="0072201B"/>
    <w:rsid w:val="00722608"/>
    <w:rsid w:val="00722EF8"/>
    <w:rsid w:val="00724148"/>
    <w:rsid w:val="0072443C"/>
    <w:rsid w:val="007247BA"/>
    <w:rsid w:val="00724F65"/>
    <w:rsid w:val="007254CF"/>
    <w:rsid w:val="00725B60"/>
    <w:rsid w:val="00726849"/>
    <w:rsid w:val="007309B0"/>
    <w:rsid w:val="00730B65"/>
    <w:rsid w:val="00730EBD"/>
    <w:rsid w:val="007312AA"/>
    <w:rsid w:val="00731C76"/>
    <w:rsid w:val="00731EAB"/>
    <w:rsid w:val="00732A21"/>
    <w:rsid w:val="00733474"/>
    <w:rsid w:val="00733927"/>
    <w:rsid w:val="00733F42"/>
    <w:rsid w:val="00734332"/>
    <w:rsid w:val="0073448F"/>
    <w:rsid w:val="007348AB"/>
    <w:rsid w:val="00735222"/>
    <w:rsid w:val="0073527B"/>
    <w:rsid w:val="00735C89"/>
    <w:rsid w:val="007364B9"/>
    <w:rsid w:val="00737078"/>
    <w:rsid w:val="0073731A"/>
    <w:rsid w:val="00740BE3"/>
    <w:rsid w:val="00741685"/>
    <w:rsid w:val="00741E12"/>
    <w:rsid w:val="00742208"/>
    <w:rsid w:val="007424E5"/>
    <w:rsid w:val="00742A52"/>
    <w:rsid w:val="00742B92"/>
    <w:rsid w:val="00743353"/>
    <w:rsid w:val="00743F40"/>
    <w:rsid w:val="00743FA5"/>
    <w:rsid w:val="007446C8"/>
    <w:rsid w:val="007447BF"/>
    <w:rsid w:val="00744A00"/>
    <w:rsid w:val="00744E6B"/>
    <w:rsid w:val="00746D17"/>
    <w:rsid w:val="0074743E"/>
    <w:rsid w:val="0074748E"/>
    <w:rsid w:val="00747D1C"/>
    <w:rsid w:val="0075016F"/>
    <w:rsid w:val="0075035D"/>
    <w:rsid w:val="007506E8"/>
    <w:rsid w:val="00750D33"/>
    <w:rsid w:val="0075220A"/>
    <w:rsid w:val="00753FE2"/>
    <w:rsid w:val="00754027"/>
    <w:rsid w:val="00754263"/>
    <w:rsid w:val="0075572B"/>
    <w:rsid w:val="00756239"/>
    <w:rsid w:val="00756B4C"/>
    <w:rsid w:val="007578E2"/>
    <w:rsid w:val="00757DA4"/>
    <w:rsid w:val="0076054B"/>
    <w:rsid w:val="00760A98"/>
    <w:rsid w:val="00760FCC"/>
    <w:rsid w:val="00761F8E"/>
    <w:rsid w:val="007634E1"/>
    <w:rsid w:val="00763F3B"/>
    <w:rsid w:val="007641D6"/>
    <w:rsid w:val="00764A7A"/>
    <w:rsid w:val="007660C0"/>
    <w:rsid w:val="00766979"/>
    <w:rsid w:val="00767191"/>
    <w:rsid w:val="00767BFA"/>
    <w:rsid w:val="00770992"/>
    <w:rsid w:val="00771543"/>
    <w:rsid w:val="0077173C"/>
    <w:rsid w:val="00771BCB"/>
    <w:rsid w:val="00771DCF"/>
    <w:rsid w:val="007722F3"/>
    <w:rsid w:val="00775139"/>
    <w:rsid w:val="00775268"/>
    <w:rsid w:val="00776CC5"/>
    <w:rsid w:val="00776CCC"/>
    <w:rsid w:val="00777795"/>
    <w:rsid w:val="00777821"/>
    <w:rsid w:val="00777C03"/>
    <w:rsid w:val="00777E98"/>
    <w:rsid w:val="00780A98"/>
    <w:rsid w:val="00781755"/>
    <w:rsid w:val="007826CE"/>
    <w:rsid w:val="00783281"/>
    <w:rsid w:val="007834C9"/>
    <w:rsid w:val="00783D9A"/>
    <w:rsid w:val="007843DE"/>
    <w:rsid w:val="00786213"/>
    <w:rsid w:val="00786448"/>
    <w:rsid w:val="007864AB"/>
    <w:rsid w:val="0078712B"/>
    <w:rsid w:val="007871A5"/>
    <w:rsid w:val="00787230"/>
    <w:rsid w:val="00787E5E"/>
    <w:rsid w:val="00787F43"/>
    <w:rsid w:val="007909DE"/>
    <w:rsid w:val="00790A8A"/>
    <w:rsid w:val="00790C02"/>
    <w:rsid w:val="00791CDF"/>
    <w:rsid w:val="0079553B"/>
    <w:rsid w:val="00795B27"/>
    <w:rsid w:val="00796A46"/>
    <w:rsid w:val="0079711B"/>
    <w:rsid w:val="007A03D6"/>
    <w:rsid w:val="007A0AC9"/>
    <w:rsid w:val="007A0B37"/>
    <w:rsid w:val="007A105A"/>
    <w:rsid w:val="007A1085"/>
    <w:rsid w:val="007A1E8F"/>
    <w:rsid w:val="007A2347"/>
    <w:rsid w:val="007A253C"/>
    <w:rsid w:val="007A2A8F"/>
    <w:rsid w:val="007A3808"/>
    <w:rsid w:val="007A58CE"/>
    <w:rsid w:val="007A5BCA"/>
    <w:rsid w:val="007A5E41"/>
    <w:rsid w:val="007A7433"/>
    <w:rsid w:val="007B0405"/>
    <w:rsid w:val="007B1C62"/>
    <w:rsid w:val="007B1E5E"/>
    <w:rsid w:val="007B21D3"/>
    <w:rsid w:val="007B24F3"/>
    <w:rsid w:val="007B269E"/>
    <w:rsid w:val="007B3474"/>
    <w:rsid w:val="007B3B3D"/>
    <w:rsid w:val="007B3D1F"/>
    <w:rsid w:val="007B4090"/>
    <w:rsid w:val="007B41BB"/>
    <w:rsid w:val="007B462D"/>
    <w:rsid w:val="007B495B"/>
    <w:rsid w:val="007B4CA5"/>
    <w:rsid w:val="007B5717"/>
    <w:rsid w:val="007B5BFC"/>
    <w:rsid w:val="007B5CB2"/>
    <w:rsid w:val="007B6695"/>
    <w:rsid w:val="007B692E"/>
    <w:rsid w:val="007B6A33"/>
    <w:rsid w:val="007B6EC5"/>
    <w:rsid w:val="007B718C"/>
    <w:rsid w:val="007B72C4"/>
    <w:rsid w:val="007B72C9"/>
    <w:rsid w:val="007B72FB"/>
    <w:rsid w:val="007B774C"/>
    <w:rsid w:val="007B7A0C"/>
    <w:rsid w:val="007C0EF4"/>
    <w:rsid w:val="007C22D9"/>
    <w:rsid w:val="007C2B32"/>
    <w:rsid w:val="007C2B71"/>
    <w:rsid w:val="007C2CDB"/>
    <w:rsid w:val="007C3750"/>
    <w:rsid w:val="007C5131"/>
    <w:rsid w:val="007C56A6"/>
    <w:rsid w:val="007C5702"/>
    <w:rsid w:val="007C61A2"/>
    <w:rsid w:val="007C7E45"/>
    <w:rsid w:val="007D011C"/>
    <w:rsid w:val="007D02DC"/>
    <w:rsid w:val="007D2C20"/>
    <w:rsid w:val="007D3D7C"/>
    <w:rsid w:val="007D423A"/>
    <w:rsid w:val="007D425E"/>
    <w:rsid w:val="007D4954"/>
    <w:rsid w:val="007D51F1"/>
    <w:rsid w:val="007D6132"/>
    <w:rsid w:val="007D66D4"/>
    <w:rsid w:val="007D6B7F"/>
    <w:rsid w:val="007D78A3"/>
    <w:rsid w:val="007D7C0E"/>
    <w:rsid w:val="007E06C3"/>
    <w:rsid w:val="007E0A25"/>
    <w:rsid w:val="007E13E8"/>
    <w:rsid w:val="007E1826"/>
    <w:rsid w:val="007E1ACD"/>
    <w:rsid w:val="007E20E8"/>
    <w:rsid w:val="007E3BA7"/>
    <w:rsid w:val="007E3CDB"/>
    <w:rsid w:val="007E3F0E"/>
    <w:rsid w:val="007E4BE5"/>
    <w:rsid w:val="007E4EDA"/>
    <w:rsid w:val="007E4FD5"/>
    <w:rsid w:val="007E55A6"/>
    <w:rsid w:val="007E6256"/>
    <w:rsid w:val="007E6C98"/>
    <w:rsid w:val="007E7044"/>
    <w:rsid w:val="007E7C95"/>
    <w:rsid w:val="007F05EB"/>
    <w:rsid w:val="007F0714"/>
    <w:rsid w:val="007F1460"/>
    <w:rsid w:val="007F22E5"/>
    <w:rsid w:val="007F3596"/>
    <w:rsid w:val="007F36E9"/>
    <w:rsid w:val="007F4080"/>
    <w:rsid w:val="007F43F9"/>
    <w:rsid w:val="007F57D2"/>
    <w:rsid w:val="007F652A"/>
    <w:rsid w:val="007F732D"/>
    <w:rsid w:val="007F779E"/>
    <w:rsid w:val="007F7A65"/>
    <w:rsid w:val="007F7BE6"/>
    <w:rsid w:val="008000F3"/>
    <w:rsid w:val="00800592"/>
    <w:rsid w:val="008008DC"/>
    <w:rsid w:val="00800FB5"/>
    <w:rsid w:val="0080116E"/>
    <w:rsid w:val="008022BE"/>
    <w:rsid w:val="00802A68"/>
    <w:rsid w:val="008037F7"/>
    <w:rsid w:val="00803874"/>
    <w:rsid w:val="008059B2"/>
    <w:rsid w:val="008059E3"/>
    <w:rsid w:val="00806C4F"/>
    <w:rsid w:val="00810F90"/>
    <w:rsid w:val="008124BA"/>
    <w:rsid w:val="008129BE"/>
    <w:rsid w:val="008131E6"/>
    <w:rsid w:val="0081480D"/>
    <w:rsid w:val="00814F38"/>
    <w:rsid w:val="008160B9"/>
    <w:rsid w:val="00816846"/>
    <w:rsid w:val="00816CCA"/>
    <w:rsid w:val="0081702C"/>
    <w:rsid w:val="00817E25"/>
    <w:rsid w:val="00820774"/>
    <w:rsid w:val="00820C17"/>
    <w:rsid w:val="0082146C"/>
    <w:rsid w:val="00821A9F"/>
    <w:rsid w:val="008223D4"/>
    <w:rsid w:val="00822462"/>
    <w:rsid w:val="00823DA2"/>
    <w:rsid w:val="00823DDD"/>
    <w:rsid w:val="00825567"/>
    <w:rsid w:val="00825ABC"/>
    <w:rsid w:val="00826480"/>
    <w:rsid w:val="008278F8"/>
    <w:rsid w:val="00830649"/>
    <w:rsid w:val="00830694"/>
    <w:rsid w:val="00831C01"/>
    <w:rsid w:val="008325CF"/>
    <w:rsid w:val="00832963"/>
    <w:rsid w:val="008329BC"/>
    <w:rsid w:val="00833000"/>
    <w:rsid w:val="00833ADA"/>
    <w:rsid w:val="00835152"/>
    <w:rsid w:val="0083529B"/>
    <w:rsid w:val="0083612F"/>
    <w:rsid w:val="0083693D"/>
    <w:rsid w:val="008369CB"/>
    <w:rsid w:val="00836CF7"/>
    <w:rsid w:val="00837309"/>
    <w:rsid w:val="00837594"/>
    <w:rsid w:val="00837703"/>
    <w:rsid w:val="008403CC"/>
    <w:rsid w:val="00840A35"/>
    <w:rsid w:val="00841AC3"/>
    <w:rsid w:val="00841C07"/>
    <w:rsid w:val="00842927"/>
    <w:rsid w:val="0084399B"/>
    <w:rsid w:val="00843D9B"/>
    <w:rsid w:val="00844756"/>
    <w:rsid w:val="008452CF"/>
    <w:rsid w:val="00845E68"/>
    <w:rsid w:val="00846068"/>
    <w:rsid w:val="008464C3"/>
    <w:rsid w:val="00846B44"/>
    <w:rsid w:val="00846B7A"/>
    <w:rsid w:val="00847266"/>
    <w:rsid w:val="00850066"/>
    <w:rsid w:val="00850F1C"/>
    <w:rsid w:val="00850F42"/>
    <w:rsid w:val="00850F60"/>
    <w:rsid w:val="008513F4"/>
    <w:rsid w:val="0085175F"/>
    <w:rsid w:val="00852013"/>
    <w:rsid w:val="00852526"/>
    <w:rsid w:val="0085279A"/>
    <w:rsid w:val="0085430F"/>
    <w:rsid w:val="008544DF"/>
    <w:rsid w:val="008553C3"/>
    <w:rsid w:val="0085561B"/>
    <w:rsid w:val="008558B2"/>
    <w:rsid w:val="00855C4C"/>
    <w:rsid w:val="008603D0"/>
    <w:rsid w:val="008605BF"/>
    <w:rsid w:val="008609CE"/>
    <w:rsid w:val="00860D6B"/>
    <w:rsid w:val="00860FD3"/>
    <w:rsid w:val="00861283"/>
    <w:rsid w:val="0086153C"/>
    <w:rsid w:val="0086197F"/>
    <w:rsid w:val="00861B88"/>
    <w:rsid w:val="008626BA"/>
    <w:rsid w:val="0086381F"/>
    <w:rsid w:val="00863D25"/>
    <w:rsid w:val="0086428B"/>
    <w:rsid w:val="00865E46"/>
    <w:rsid w:val="00866AD2"/>
    <w:rsid w:val="00870BBE"/>
    <w:rsid w:val="00870BE7"/>
    <w:rsid w:val="00870D11"/>
    <w:rsid w:val="00870FBE"/>
    <w:rsid w:val="0087494E"/>
    <w:rsid w:val="00874A39"/>
    <w:rsid w:val="00875199"/>
    <w:rsid w:val="008752A5"/>
    <w:rsid w:val="00875A28"/>
    <w:rsid w:val="00875CFD"/>
    <w:rsid w:val="00875F52"/>
    <w:rsid w:val="00876A04"/>
    <w:rsid w:val="00876B9C"/>
    <w:rsid w:val="00877071"/>
    <w:rsid w:val="00877179"/>
    <w:rsid w:val="008771E1"/>
    <w:rsid w:val="00880EA9"/>
    <w:rsid w:val="00880F7D"/>
    <w:rsid w:val="00881490"/>
    <w:rsid w:val="008815F6"/>
    <w:rsid w:val="008834DC"/>
    <w:rsid w:val="00883838"/>
    <w:rsid w:val="0088386C"/>
    <w:rsid w:val="0088387E"/>
    <w:rsid w:val="00883ACC"/>
    <w:rsid w:val="00884833"/>
    <w:rsid w:val="00884D13"/>
    <w:rsid w:val="00886109"/>
    <w:rsid w:val="0088682C"/>
    <w:rsid w:val="00886839"/>
    <w:rsid w:val="00886ED6"/>
    <w:rsid w:val="00887630"/>
    <w:rsid w:val="00887803"/>
    <w:rsid w:val="00887A61"/>
    <w:rsid w:val="00890EEB"/>
    <w:rsid w:val="008914B8"/>
    <w:rsid w:val="0089380F"/>
    <w:rsid w:val="00893992"/>
    <w:rsid w:val="00893F0F"/>
    <w:rsid w:val="00894B50"/>
    <w:rsid w:val="00894B5A"/>
    <w:rsid w:val="00894D75"/>
    <w:rsid w:val="00894E5F"/>
    <w:rsid w:val="00895833"/>
    <w:rsid w:val="008961E9"/>
    <w:rsid w:val="0089652F"/>
    <w:rsid w:val="00896810"/>
    <w:rsid w:val="008969B0"/>
    <w:rsid w:val="00897ED5"/>
    <w:rsid w:val="008A0FC5"/>
    <w:rsid w:val="008A190B"/>
    <w:rsid w:val="008A26AA"/>
    <w:rsid w:val="008A2704"/>
    <w:rsid w:val="008A29F9"/>
    <w:rsid w:val="008A354E"/>
    <w:rsid w:val="008A3A82"/>
    <w:rsid w:val="008A5189"/>
    <w:rsid w:val="008A541A"/>
    <w:rsid w:val="008A6A13"/>
    <w:rsid w:val="008A6C79"/>
    <w:rsid w:val="008A7642"/>
    <w:rsid w:val="008A76B9"/>
    <w:rsid w:val="008B578F"/>
    <w:rsid w:val="008B60BF"/>
    <w:rsid w:val="008B6F0B"/>
    <w:rsid w:val="008B735D"/>
    <w:rsid w:val="008B79E1"/>
    <w:rsid w:val="008C027E"/>
    <w:rsid w:val="008C1452"/>
    <w:rsid w:val="008C1A63"/>
    <w:rsid w:val="008C2780"/>
    <w:rsid w:val="008C2D1E"/>
    <w:rsid w:val="008C37CD"/>
    <w:rsid w:val="008C3D05"/>
    <w:rsid w:val="008C4FC7"/>
    <w:rsid w:val="008C546A"/>
    <w:rsid w:val="008C65AB"/>
    <w:rsid w:val="008C6643"/>
    <w:rsid w:val="008C6EF0"/>
    <w:rsid w:val="008C7F15"/>
    <w:rsid w:val="008D0619"/>
    <w:rsid w:val="008D1C67"/>
    <w:rsid w:val="008D22A2"/>
    <w:rsid w:val="008D3587"/>
    <w:rsid w:val="008D377E"/>
    <w:rsid w:val="008D4348"/>
    <w:rsid w:val="008D4687"/>
    <w:rsid w:val="008D4FB5"/>
    <w:rsid w:val="008D56B5"/>
    <w:rsid w:val="008D67BB"/>
    <w:rsid w:val="008D68A7"/>
    <w:rsid w:val="008D6A1A"/>
    <w:rsid w:val="008D6AE1"/>
    <w:rsid w:val="008D71F9"/>
    <w:rsid w:val="008E017E"/>
    <w:rsid w:val="008E0DB8"/>
    <w:rsid w:val="008E1927"/>
    <w:rsid w:val="008E1C5F"/>
    <w:rsid w:val="008E2179"/>
    <w:rsid w:val="008E2604"/>
    <w:rsid w:val="008E3044"/>
    <w:rsid w:val="008E354E"/>
    <w:rsid w:val="008E451E"/>
    <w:rsid w:val="008E4892"/>
    <w:rsid w:val="008E4B3A"/>
    <w:rsid w:val="008E5459"/>
    <w:rsid w:val="008E7E62"/>
    <w:rsid w:val="008E7E75"/>
    <w:rsid w:val="008F0427"/>
    <w:rsid w:val="008F0619"/>
    <w:rsid w:val="008F0F75"/>
    <w:rsid w:val="008F1083"/>
    <w:rsid w:val="008F170B"/>
    <w:rsid w:val="008F1B49"/>
    <w:rsid w:val="008F1E98"/>
    <w:rsid w:val="008F2F1C"/>
    <w:rsid w:val="008F33C5"/>
    <w:rsid w:val="008F5A04"/>
    <w:rsid w:val="008F68FA"/>
    <w:rsid w:val="008F69E0"/>
    <w:rsid w:val="008F69EB"/>
    <w:rsid w:val="008F6A79"/>
    <w:rsid w:val="008F7101"/>
    <w:rsid w:val="008F71A7"/>
    <w:rsid w:val="00900868"/>
    <w:rsid w:val="009008C1"/>
    <w:rsid w:val="00900A06"/>
    <w:rsid w:val="0090179C"/>
    <w:rsid w:val="0090319A"/>
    <w:rsid w:val="009038C6"/>
    <w:rsid w:val="00903B6A"/>
    <w:rsid w:val="00903BBB"/>
    <w:rsid w:val="0090534E"/>
    <w:rsid w:val="009059ED"/>
    <w:rsid w:val="00906A91"/>
    <w:rsid w:val="00907122"/>
    <w:rsid w:val="009072EE"/>
    <w:rsid w:val="00907535"/>
    <w:rsid w:val="00907760"/>
    <w:rsid w:val="00911F01"/>
    <w:rsid w:val="00912003"/>
    <w:rsid w:val="00912944"/>
    <w:rsid w:val="00913222"/>
    <w:rsid w:val="009140CD"/>
    <w:rsid w:val="009148B0"/>
    <w:rsid w:val="0091559F"/>
    <w:rsid w:val="00915ADC"/>
    <w:rsid w:val="0091609B"/>
    <w:rsid w:val="009170B2"/>
    <w:rsid w:val="00917A6D"/>
    <w:rsid w:val="00920E7E"/>
    <w:rsid w:val="00922898"/>
    <w:rsid w:val="00922FDF"/>
    <w:rsid w:val="00924018"/>
    <w:rsid w:val="009247D4"/>
    <w:rsid w:val="009249EA"/>
    <w:rsid w:val="0092532E"/>
    <w:rsid w:val="009256D0"/>
    <w:rsid w:val="00925D00"/>
    <w:rsid w:val="00925E81"/>
    <w:rsid w:val="00926112"/>
    <w:rsid w:val="00926537"/>
    <w:rsid w:val="00926B11"/>
    <w:rsid w:val="00926D76"/>
    <w:rsid w:val="00927C15"/>
    <w:rsid w:val="0093007B"/>
    <w:rsid w:val="00930999"/>
    <w:rsid w:val="00930CB0"/>
    <w:rsid w:val="00931235"/>
    <w:rsid w:val="00932B7E"/>
    <w:rsid w:val="00932E6F"/>
    <w:rsid w:val="00933137"/>
    <w:rsid w:val="0093346B"/>
    <w:rsid w:val="00933600"/>
    <w:rsid w:val="00933BC6"/>
    <w:rsid w:val="00934D43"/>
    <w:rsid w:val="00934E4A"/>
    <w:rsid w:val="00935887"/>
    <w:rsid w:val="00935BD9"/>
    <w:rsid w:val="00935E00"/>
    <w:rsid w:val="009360DA"/>
    <w:rsid w:val="00936D2E"/>
    <w:rsid w:val="009370F9"/>
    <w:rsid w:val="00937735"/>
    <w:rsid w:val="00937DB3"/>
    <w:rsid w:val="00940266"/>
    <w:rsid w:val="00940335"/>
    <w:rsid w:val="0094064C"/>
    <w:rsid w:val="00941E4F"/>
    <w:rsid w:val="00942FB5"/>
    <w:rsid w:val="009436D9"/>
    <w:rsid w:val="00943E70"/>
    <w:rsid w:val="00943F03"/>
    <w:rsid w:val="00943FD4"/>
    <w:rsid w:val="00945006"/>
    <w:rsid w:val="00947B12"/>
    <w:rsid w:val="00950189"/>
    <w:rsid w:val="00950A1A"/>
    <w:rsid w:val="00950F2B"/>
    <w:rsid w:val="009517F6"/>
    <w:rsid w:val="00951B6D"/>
    <w:rsid w:val="009526DC"/>
    <w:rsid w:val="00953B3D"/>
    <w:rsid w:val="009542E9"/>
    <w:rsid w:val="009546C1"/>
    <w:rsid w:val="0095574F"/>
    <w:rsid w:val="009564AB"/>
    <w:rsid w:val="009570EE"/>
    <w:rsid w:val="0096002A"/>
    <w:rsid w:val="009602FD"/>
    <w:rsid w:val="00960508"/>
    <w:rsid w:val="0096116C"/>
    <w:rsid w:val="00961475"/>
    <w:rsid w:val="009636A2"/>
    <w:rsid w:val="00963DCD"/>
    <w:rsid w:val="00964FEB"/>
    <w:rsid w:val="00964FF1"/>
    <w:rsid w:val="00965386"/>
    <w:rsid w:val="00965C45"/>
    <w:rsid w:val="009665DA"/>
    <w:rsid w:val="0097010F"/>
    <w:rsid w:val="00971398"/>
    <w:rsid w:val="00971ADF"/>
    <w:rsid w:val="00971BAC"/>
    <w:rsid w:val="00971E07"/>
    <w:rsid w:val="009725DE"/>
    <w:rsid w:val="009727A7"/>
    <w:rsid w:val="00973C54"/>
    <w:rsid w:val="00974CF6"/>
    <w:rsid w:val="0097584F"/>
    <w:rsid w:val="00975BAE"/>
    <w:rsid w:val="00975CA3"/>
    <w:rsid w:val="00975EC5"/>
    <w:rsid w:val="00976272"/>
    <w:rsid w:val="00976653"/>
    <w:rsid w:val="00976CE4"/>
    <w:rsid w:val="009770B7"/>
    <w:rsid w:val="009774A4"/>
    <w:rsid w:val="009826DA"/>
    <w:rsid w:val="00982B8F"/>
    <w:rsid w:val="00982C56"/>
    <w:rsid w:val="00983274"/>
    <w:rsid w:val="009835A9"/>
    <w:rsid w:val="00983B5B"/>
    <w:rsid w:val="00983BC9"/>
    <w:rsid w:val="00985576"/>
    <w:rsid w:val="00985860"/>
    <w:rsid w:val="009865BA"/>
    <w:rsid w:val="00986C98"/>
    <w:rsid w:val="009924FD"/>
    <w:rsid w:val="0099261B"/>
    <w:rsid w:val="009935F9"/>
    <w:rsid w:val="00994124"/>
    <w:rsid w:val="009949B5"/>
    <w:rsid w:val="0099508C"/>
    <w:rsid w:val="009951FD"/>
    <w:rsid w:val="00995670"/>
    <w:rsid w:val="009978AA"/>
    <w:rsid w:val="009978AF"/>
    <w:rsid w:val="0099798E"/>
    <w:rsid w:val="00997A68"/>
    <w:rsid w:val="009A0007"/>
    <w:rsid w:val="009A03AC"/>
    <w:rsid w:val="009A0DFE"/>
    <w:rsid w:val="009A1016"/>
    <w:rsid w:val="009A1F33"/>
    <w:rsid w:val="009A2665"/>
    <w:rsid w:val="009A26B0"/>
    <w:rsid w:val="009A2B08"/>
    <w:rsid w:val="009A2B6B"/>
    <w:rsid w:val="009A2BBB"/>
    <w:rsid w:val="009A2DBA"/>
    <w:rsid w:val="009A3F91"/>
    <w:rsid w:val="009A45FD"/>
    <w:rsid w:val="009A681A"/>
    <w:rsid w:val="009A7586"/>
    <w:rsid w:val="009A7B55"/>
    <w:rsid w:val="009A7EAC"/>
    <w:rsid w:val="009B043C"/>
    <w:rsid w:val="009B14C9"/>
    <w:rsid w:val="009B2D61"/>
    <w:rsid w:val="009B347B"/>
    <w:rsid w:val="009B4627"/>
    <w:rsid w:val="009B543D"/>
    <w:rsid w:val="009B639B"/>
    <w:rsid w:val="009B7586"/>
    <w:rsid w:val="009C1415"/>
    <w:rsid w:val="009C1520"/>
    <w:rsid w:val="009C1CC1"/>
    <w:rsid w:val="009C1FCF"/>
    <w:rsid w:val="009C289A"/>
    <w:rsid w:val="009C2B44"/>
    <w:rsid w:val="009C38DD"/>
    <w:rsid w:val="009C4CB8"/>
    <w:rsid w:val="009C50DE"/>
    <w:rsid w:val="009C60A2"/>
    <w:rsid w:val="009C647C"/>
    <w:rsid w:val="009C67C5"/>
    <w:rsid w:val="009C6B5F"/>
    <w:rsid w:val="009C6B64"/>
    <w:rsid w:val="009C6C6C"/>
    <w:rsid w:val="009C6D99"/>
    <w:rsid w:val="009C6F77"/>
    <w:rsid w:val="009C7734"/>
    <w:rsid w:val="009D0CDF"/>
    <w:rsid w:val="009D238E"/>
    <w:rsid w:val="009D3796"/>
    <w:rsid w:val="009D39C6"/>
    <w:rsid w:val="009D3B91"/>
    <w:rsid w:val="009D404B"/>
    <w:rsid w:val="009D50E4"/>
    <w:rsid w:val="009D6AE1"/>
    <w:rsid w:val="009D6C9A"/>
    <w:rsid w:val="009D6E80"/>
    <w:rsid w:val="009D70E5"/>
    <w:rsid w:val="009D72AB"/>
    <w:rsid w:val="009D75AE"/>
    <w:rsid w:val="009D7883"/>
    <w:rsid w:val="009E18C4"/>
    <w:rsid w:val="009E198E"/>
    <w:rsid w:val="009E2CE0"/>
    <w:rsid w:val="009E3853"/>
    <w:rsid w:val="009E3BE3"/>
    <w:rsid w:val="009E456B"/>
    <w:rsid w:val="009E5860"/>
    <w:rsid w:val="009E59CF"/>
    <w:rsid w:val="009E5EA5"/>
    <w:rsid w:val="009E6C16"/>
    <w:rsid w:val="009E6F40"/>
    <w:rsid w:val="009E724D"/>
    <w:rsid w:val="009F214E"/>
    <w:rsid w:val="009F2728"/>
    <w:rsid w:val="009F309A"/>
    <w:rsid w:val="009F3A10"/>
    <w:rsid w:val="009F3DF3"/>
    <w:rsid w:val="009F4038"/>
    <w:rsid w:val="009F4385"/>
    <w:rsid w:val="009F4F2A"/>
    <w:rsid w:val="009F5907"/>
    <w:rsid w:val="009F5A5D"/>
    <w:rsid w:val="009F5D80"/>
    <w:rsid w:val="009F691D"/>
    <w:rsid w:val="009F7263"/>
    <w:rsid w:val="009F7D3A"/>
    <w:rsid w:val="00A001D6"/>
    <w:rsid w:val="00A011E1"/>
    <w:rsid w:val="00A016E7"/>
    <w:rsid w:val="00A01A2F"/>
    <w:rsid w:val="00A0217C"/>
    <w:rsid w:val="00A0244D"/>
    <w:rsid w:val="00A02E11"/>
    <w:rsid w:val="00A03735"/>
    <w:rsid w:val="00A04D5C"/>
    <w:rsid w:val="00A104FC"/>
    <w:rsid w:val="00A10518"/>
    <w:rsid w:val="00A13346"/>
    <w:rsid w:val="00A13CAA"/>
    <w:rsid w:val="00A14396"/>
    <w:rsid w:val="00A1487F"/>
    <w:rsid w:val="00A14FCE"/>
    <w:rsid w:val="00A15243"/>
    <w:rsid w:val="00A15A5E"/>
    <w:rsid w:val="00A21E9B"/>
    <w:rsid w:val="00A21FB4"/>
    <w:rsid w:val="00A24C84"/>
    <w:rsid w:val="00A24CD9"/>
    <w:rsid w:val="00A26CAC"/>
    <w:rsid w:val="00A26D8A"/>
    <w:rsid w:val="00A26FC2"/>
    <w:rsid w:val="00A30492"/>
    <w:rsid w:val="00A30B44"/>
    <w:rsid w:val="00A3187D"/>
    <w:rsid w:val="00A32DEC"/>
    <w:rsid w:val="00A36C0D"/>
    <w:rsid w:val="00A37929"/>
    <w:rsid w:val="00A402F9"/>
    <w:rsid w:val="00A412A1"/>
    <w:rsid w:val="00A42CF1"/>
    <w:rsid w:val="00A4388F"/>
    <w:rsid w:val="00A438F4"/>
    <w:rsid w:val="00A43DA1"/>
    <w:rsid w:val="00A44123"/>
    <w:rsid w:val="00A44408"/>
    <w:rsid w:val="00A444BA"/>
    <w:rsid w:val="00A447D2"/>
    <w:rsid w:val="00A45CB1"/>
    <w:rsid w:val="00A4613B"/>
    <w:rsid w:val="00A46777"/>
    <w:rsid w:val="00A46A47"/>
    <w:rsid w:val="00A47D0D"/>
    <w:rsid w:val="00A5076D"/>
    <w:rsid w:val="00A51033"/>
    <w:rsid w:val="00A51D4C"/>
    <w:rsid w:val="00A52D44"/>
    <w:rsid w:val="00A53C8D"/>
    <w:rsid w:val="00A53C8E"/>
    <w:rsid w:val="00A53FCC"/>
    <w:rsid w:val="00A54598"/>
    <w:rsid w:val="00A54D78"/>
    <w:rsid w:val="00A551F4"/>
    <w:rsid w:val="00A5607A"/>
    <w:rsid w:val="00A5630F"/>
    <w:rsid w:val="00A56785"/>
    <w:rsid w:val="00A57924"/>
    <w:rsid w:val="00A602FB"/>
    <w:rsid w:val="00A60507"/>
    <w:rsid w:val="00A610B6"/>
    <w:rsid w:val="00A6215B"/>
    <w:rsid w:val="00A62392"/>
    <w:rsid w:val="00A628E5"/>
    <w:rsid w:val="00A62C2D"/>
    <w:rsid w:val="00A635BB"/>
    <w:rsid w:val="00A63C73"/>
    <w:rsid w:val="00A6452F"/>
    <w:rsid w:val="00A645C5"/>
    <w:rsid w:val="00A665B3"/>
    <w:rsid w:val="00A66E20"/>
    <w:rsid w:val="00A66FFF"/>
    <w:rsid w:val="00A67604"/>
    <w:rsid w:val="00A6761C"/>
    <w:rsid w:val="00A67DE1"/>
    <w:rsid w:val="00A67F68"/>
    <w:rsid w:val="00A70047"/>
    <w:rsid w:val="00A7189E"/>
    <w:rsid w:val="00A719B4"/>
    <w:rsid w:val="00A71DE6"/>
    <w:rsid w:val="00A71E04"/>
    <w:rsid w:val="00A71E70"/>
    <w:rsid w:val="00A73146"/>
    <w:rsid w:val="00A74138"/>
    <w:rsid w:val="00A75451"/>
    <w:rsid w:val="00A76659"/>
    <w:rsid w:val="00A7726A"/>
    <w:rsid w:val="00A77364"/>
    <w:rsid w:val="00A77924"/>
    <w:rsid w:val="00A80207"/>
    <w:rsid w:val="00A80505"/>
    <w:rsid w:val="00A81B32"/>
    <w:rsid w:val="00A81DAE"/>
    <w:rsid w:val="00A82C55"/>
    <w:rsid w:val="00A837A2"/>
    <w:rsid w:val="00A83F24"/>
    <w:rsid w:val="00A8441F"/>
    <w:rsid w:val="00A84FCE"/>
    <w:rsid w:val="00A85FBB"/>
    <w:rsid w:val="00A865C2"/>
    <w:rsid w:val="00A872A2"/>
    <w:rsid w:val="00A87C16"/>
    <w:rsid w:val="00A87D52"/>
    <w:rsid w:val="00A900AD"/>
    <w:rsid w:val="00A90621"/>
    <w:rsid w:val="00A90829"/>
    <w:rsid w:val="00A91508"/>
    <w:rsid w:val="00A91C2B"/>
    <w:rsid w:val="00A92A4A"/>
    <w:rsid w:val="00A92F11"/>
    <w:rsid w:val="00A948A0"/>
    <w:rsid w:val="00A94BBA"/>
    <w:rsid w:val="00A94FAA"/>
    <w:rsid w:val="00A9607B"/>
    <w:rsid w:val="00A9625D"/>
    <w:rsid w:val="00A9689E"/>
    <w:rsid w:val="00A9745B"/>
    <w:rsid w:val="00A97CA3"/>
    <w:rsid w:val="00AA075B"/>
    <w:rsid w:val="00AA135C"/>
    <w:rsid w:val="00AA3BCC"/>
    <w:rsid w:val="00AA3F42"/>
    <w:rsid w:val="00AA5205"/>
    <w:rsid w:val="00AA5642"/>
    <w:rsid w:val="00AA570B"/>
    <w:rsid w:val="00AA76F0"/>
    <w:rsid w:val="00AB02A8"/>
    <w:rsid w:val="00AB03DC"/>
    <w:rsid w:val="00AB091E"/>
    <w:rsid w:val="00AB111F"/>
    <w:rsid w:val="00AB1A84"/>
    <w:rsid w:val="00AB34DF"/>
    <w:rsid w:val="00AB49CE"/>
    <w:rsid w:val="00AB54E2"/>
    <w:rsid w:val="00AB5801"/>
    <w:rsid w:val="00AB618F"/>
    <w:rsid w:val="00AB67E5"/>
    <w:rsid w:val="00AB6932"/>
    <w:rsid w:val="00AB69A5"/>
    <w:rsid w:val="00AB6D8D"/>
    <w:rsid w:val="00AB6EB9"/>
    <w:rsid w:val="00AB7B2A"/>
    <w:rsid w:val="00AB7D3D"/>
    <w:rsid w:val="00AC0282"/>
    <w:rsid w:val="00AC08EF"/>
    <w:rsid w:val="00AC1290"/>
    <w:rsid w:val="00AC2779"/>
    <w:rsid w:val="00AC33A4"/>
    <w:rsid w:val="00AC37FA"/>
    <w:rsid w:val="00AC436B"/>
    <w:rsid w:val="00AC4A07"/>
    <w:rsid w:val="00AC4B67"/>
    <w:rsid w:val="00AC5354"/>
    <w:rsid w:val="00AC6AA2"/>
    <w:rsid w:val="00AC7DD3"/>
    <w:rsid w:val="00AD117B"/>
    <w:rsid w:val="00AD1D3F"/>
    <w:rsid w:val="00AD2449"/>
    <w:rsid w:val="00AD34FE"/>
    <w:rsid w:val="00AD4223"/>
    <w:rsid w:val="00AD449A"/>
    <w:rsid w:val="00AD451F"/>
    <w:rsid w:val="00AD5013"/>
    <w:rsid w:val="00AD6647"/>
    <w:rsid w:val="00AD6AE6"/>
    <w:rsid w:val="00AD7499"/>
    <w:rsid w:val="00AD78B9"/>
    <w:rsid w:val="00AE0C89"/>
    <w:rsid w:val="00AE1235"/>
    <w:rsid w:val="00AE1A8A"/>
    <w:rsid w:val="00AE269F"/>
    <w:rsid w:val="00AE3484"/>
    <w:rsid w:val="00AE385E"/>
    <w:rsid w:val="00AE4D1C"/>
    <w:rsid w:val="00AE5305"/>
    <w:rsid w:val="00AE7179"/>
    <w:rsid w:val="00AF03D2"/>
    <w:rsid w:val="00AF0517"/>
    <w:rsid w:val="00AF0522"/>
    <w:rsid w:val="00AF09C3"/>
    <w:rsid w:val="00AF1B03"/>
    <w:rsid w:val="00AF1BC7"/>
    <w:rsid w:val="00AF2135"/>
    <w:rsid w:val="00AF2E86"/>
    <w:rsid w:val="00AF3472"/>
    <w:rsid w:val="00AF4872"/>
    <w:rsid w:val="00AF4DAD"/>
    <w:rsid w:val="00AF6947"/>
    <w:rsid w:val="00AF695C"/>
    <w:rsid w:val="00AF6F8D"/>
    <w:rsid w:val="00AF7B82"/>
    <w:rsid w:val="00B00171"/>
    <w:rsid w:val="00B005F6"/>
    <w:rsid w:val="00B00927"/>
    <w:rsid w:val="00B022EB"/>
    <w:rsid w:val="00B02927"/>
    <w:rsid w:val="00B030E8"/>
    <w:rsid w:val="00B0317A"/>
    <w:rsid w:val="00B03527"/>
    <w:rsid w:val="00B04705"/>
    <w:rsid w:val="00B047FA"/>
    <w:rsid w:val="00B05BBF"/>
    <w:rsid w:val="00B060D4"/>
    <w:rsid w:val="00B06525"/>
    <w:rsid w:val="00B107F4"/>
    <w:rsid w:val="00B10A63"/>
    <w:rsid w:val="00B10AA5"/>
    <w:rsid w:val="00B10CFF"/>
    <w:rsid w:val="00B1175E"/>
    <w:rsid w:val="00B119AA"/>
    <w:rsid w:val="00B11AD1"/>
    <w:rsid w:val="00B12171"/>
    <w:rsid w:val="00B1277E"/>
    <w:rsid w:val="00B1618B"/>
    <w:rsid w:val="00B166A0"/>
    <w:rsid w:val="00B16811"/>
    <w:rsid w:val="00B16B9E"/>
    <w:rsid w:val="00B1721D"/>
    <w:rsid w:val="00B17584"/>
    <w:rsid w:val="00B176CE"/>
    <w:rsid w:val="00B17EB2"/>
    <w:rsid w:val="00B2232F"/>
    <w:rsid w:val="00B22831"/>
    <w:rsid w:val="00B23C40"/>
    <w:rsid w:val="00B2418D"/>
    <w:rsid w:val="00B25522"/>
    <w:rsid w:val="00B260FA"/>
    <w:rsid w:val="00B2693F"/>
    <w:rsid w:val="00B274BD"/>
    <w:rsid w:val="00B30A69"/>
    <w:rsid w:val="00B3234A"/>
    <w:rsid w:val="00B337E1"/>
    <w:rsid w:val="00B33DA7"/>
    <w:rsid w:val="00B33EA9"/>
    <w:rsid w:val="00B3409D"/>
    <w:rsid w:val="00B34B55"/>
    <w:rsid w:val="00B35277"/>
    <w:rsid w:val="00B37C58"/>
    <w:rsid w:val="00B42033"/>
    <w:rsid w:val="00B425BA"/>
    <w:rsid w:val="00B43BE8"/>
    <w:rsid w:val="00B44856"/>
    <w:rsid w:val="00B45827"/>
    <w:rsid w:val="00B4641B"/>
    <w:rsid w:val="00B46A1E"/>
    <w:rsid w:val="00B46DA5"/>
    <w:rsid w:val="00B47438"/>
    <w:rsid w:val="00B50003"/>
    <w:rsid w:val="00B50544"/>
    <w:rsid w:val="00B512AF"/>
    <w:rsid w:val="00B51B6C"/>
    <w:rsid w:val="00B51C92"/>
    <w:rsid w:val="00B52086"/>
    <w:rsid w:val="00B52744"/>
    <w:rsid w:val="00B534CE"/>
    <w:rsid w:val="00B54362"/>
    <w:rsid w:val="00B5548B"/>
    <w:rsid w:val="00B55DA6"/>
    <w:rsid w:val="00B60F4E"/>
    <w:rsid w:val="00B61B2D"/>
    <w:rsid w:val="00B61F90"/>
    <w:rsid w:val="00B6202D"/>
    <w:rsid w:val="00B62336"/>
    <w:rsid w:val="00B648C7"/>
    <w:rsid w:val="00B65CB4"/>
    <w:rsid w:val="00B65CEA"/>
    <w:rsid w:val="00B67388"/>
    <w:rsid w:val="00B7057B"/>
    <w:rsid w:val="00B70755"/>
    <w:rsid w:val="00B70763"/>
    <w:rsid w:val="00B70D2C"/>
    <w:rsid w:val="00B70E69"/>
    <w:rsid w:val="00B727AF"/>
    <w:rsid w:val="00B72EA0"/>
    <w:rsid w:val="00B73031"/>
    <w:rsid w:val="00B73199"/>
    <w:rsid w:val="00B73F07"/>
    <w:rsid w:val="00B7557F"/>
    <w:rsid w:val="00B75FB9"/>
    <w:rsid w:val="00B7637C"/>
    <w:rsid w:val="00B7676C"/>
    <w:rsid w:val="00B76BF6"/>
    <w:rsid w:val="00B76D3A"/>
    <w:rsid w:val="00B77A81"/>
    <w:rsid w:val="00B77FC4"/>
    <w:rsid w:val="00B805AA"/>
    <w:rsid w:val="00B8118B"/>
    <w:rsid w:val="00B835BD"/>
    <w:rsid w:val="00B83DAA"/>
    <w:rsid w:val="00B83EF4"/>
    <w:rsid w:val="00B84241"/>
    <w:rsid w:val="00B8495A"/>
    <w:rsid w:val="00B849FC"/>
    <w:rsid w:val="00B85EF2"/>
    <w:rsid w:val="00B871CF"/>
    <w:rsid w:val="00B87483"/>
    <w:rsid w:val="00B87AFC"/>
    <w:rsid w:val="00B87BF7"/>
    <w:rsid w:val="00B90F27"/>
    <w:rsid w:val="00B91173"/>
    <w:rsid w:val="00B91215"/>
    <w:rsid w:val="00B91A7F"/>
    <w:rsid w:val="00B91D30"/>
    <w:rsid w:val="00B92C9C"/>
    <w:rsid w:val="00B935C2"/>
    <w:rsid w:val="00B939DD"/>
    <w:rsid w:val="00B93A62"/>
    <w:rsid w:val="00B94724"/>
    <w:rsid w:val="00B94C62"/>
    <w:rsid w:val="00B94D14"/>
    <w:rsid w:val="00B9565F"/>
    <w:rsid w:val="00B95839"/>
    <w:rsid w:val="00B962F2"/>
    <w:rsid w:val="00B96B38"/>
    <w:rsid w:val="00B9796F"/>
    <w:rsid w:val="00B97A0B"/>
    <w:rsid w:val="00B97B0B"/>
    <w:rsid w:val="00B97F4D"/>
    <w:rsid w:val="00BA035E"/>
    <w:rsid w:val="00BA06FC"/>
    <w:rsid w:val="00BA0E9C"/>
    <w:rsid w:val="00BA116B"/>
    <w:rsid w:val="00BA1210"/>
    <w:rsid w:val="00BA15B2"/>
    <w:rsid w:val="00BA2563"/>
    <w:rsid w:val="00BA3E8A"/>
    <w:rsid w:val="00BA5ADC"/>
    <w:rsid w:val="00BA6221"/>
    <w:rsid w:val="00BA6693"/>
    <w:rsid w:val="00BA6F50"/>
    <w:rsid w:val="00BA7118"/>
    <w:rsid w:val="00BB0336"/>
    <w:rsid w:val="00BB0AB9"/>
    <w:rsid w:val="00BB0BF4"/>
    <w:rsid w:val="00BB2F01"/>
    <w:rsid w:val="00BB3553"/>
    <w:rsid w:val="00BB3638"/>
    <w:rsid w:val="00BB38DB"/>
    <w:rsid w:val="00BB4B51"/>
    <w:rsid w:val="00BB57A1"/>
    <w:rsid w:val="00BB6735"/>
    <w:rsid w:val="00BC2C32"/>
    <w:rsid w:val="00BC3462"/>
    <w:rsid w:val="00BC38FE"/>
    <w:rsid w:val="00BC3E00"/>
    <w:rsid w:val="00BC4705"/>
    <w:rsid w:val="00BC6D8F"/>
    <w:rsid w:val="00BC6E28"/>
    <w:rsid w:val="00BD0645"/>
    <w:rsid w:val="00BD2C70"/>
    <w:rsid w:val="00BD354F"/>
    <w:rsid w:val="00BD49B6"/>
    <w:rsid w:val="00BD51BE"/>
    <w:rsid w:val="00BD5B05"/>
    <w:rsid w:val="00BD62A9"/>
    <w:rsid w:val="00BD6528"/>
    <w:rsid w:val="00BD735E"/>
    <w:rsid w:val="00BD73E3"/>
    <w:rsid w:val="00BE1AA5"/>
    <w:rsid w:val="00BE1D3C"/>
    <w:rsid w:val="00BE2854"/>
    <w:rsid w:val="00BE391B"/>
    <w:rsid w:val="00BE3FFE"/>
    <w:rsid w:val="00BE43D9"/>
    <w:rsid w:val="00BE5144"/>
    <w:rsid w:val="00BE52B1"/>
    <w:rsid w:val="00BE5938"/>
    <w:rsid w:val="00BE5A7B"/>
    <w:rsid w:val="00BE5B9A"/>
    <w:rsid w:val="00BE6B81"/>
    <w:rsid w:val="00BF0516"/>
    <w:rsid w:val="00BF0AA1"/>
    <w:rsid w:val="00BF0C5E"/>
    <w:rsid w:val="00BF1240"/>
    <w:rsid w:val="00BF1816"/>
    <w:rsid w:val="00BF47B8"/>
    <w:rsid w:val="00BF49CC"/>
    <w:rsid w:val="00BF6BA6"/>
    <w:rsid w:val="00C00130"/>
    <w:rsid w:val="00C00DDC"/>
    <w:rsid w:val="00C01A65"/>
    <w:rsid w:val="00C0229F"/>
    <w:rsid w:val="00C02B88"/>
    <w:rsid w:val="00C03498"/>
    <w:rsid w:val="00C04AC6"/>
    <w:rsid w:val="00C05146"/>
    <w:rsid w:val="00C0528D"/>
    <w:rsid w:val="00C055B2"/>
    <w:rsid w:val="00C05BF2"/>
    <w:rsid w:val="00C060B4"/>
    <w:rsid w:val="00C062FE"/>
    <w:rsid w:val="00C070A7"/>
    <w:rsid w:val="00C10886"/>
    <w:rsid w:val="00C1121F"/>
    <w:rsid w:val="00C1170B"/>
    <w:rsid w:val="00C12B89"/>
    <w:rsid w:val="00C12C57"/>
    <w:rsid w:val="00C1307C"/>
    <w:rsid w:val="00C149EC"/>
    <w:rsid w:val="00C1609F"/>
    <w:rsid w:val="00C1727F"/>
    <w:rsid w:val="00C1781E"/>
    <w:rsid w:val="00C200B4"/>
    <w:rsid w:val="00C20698"/>
    <w:rsid w:val="00C2169B"/>
    <w:rsid w:val="00C21E10"/>
    <w:rsid w:val="00C22158"/>
    <w:rsid w:val="00C224C2"/>
    <w:rsid w:val="00C22FAC"/>
    <w:rsid w:val="00C23681"/>
    <w:rsid w:val="00C23C1E"/>
    <w:rsid w:val="00C23C20"/>
    <w:rsid w:val="00C24709"/>
    <w:rsid w:val="00C247FF"/>
    <w:rsid w:val="00C24934"/>
    <w:rsid w:val="00C25BAC"/>
    <w:rsid w:val="00C267DF"/>
    <w:rsid w:val="00C27195"/>
    <w:rsid w:val="00C27837"/>
    <w:rsid w:val="00C302D8"/>
    <w:rsid w:val="00C31685"/>
    <w:rsid w:val="00C317D6"/>
    <w:rsid w:val="00C318F8"/>
    <w:rsid w:val="00C3198E"/>
    <w:rsid w:val="00C31E32"/>
    <w:rsid w:val="00C330EC"/>
    <w:rsid w:val="00C3310D"/>
    <w:rsid w:val="00C331E1"/>
    <w:rsid w:val="00C3347A"/>
    <w:rsid w:val="00C33A32"/>
    <w:rsid w:val="00C341A4"/>
    <w:rsid w:val="00C34C19"/>
    <w:rsid w:val="00C34C7B"/>
    <w:rsid w:val="00C3715B"/>
    <w:rsid w:val="00C40052"/>
    <w:rsid w:val="00C40B90"/>
    <w:rsid w:val="00C415A1"/>
    <w:rsid w:val="00C41A81"/>
    <w:rsid w:val="00C4399C"/>
    <w:rsid w:val="00C44351"/>
    <w:rsid w:val="00C4483F"/>
    <w:rsid w:val="00C4501E"/>
    <w:rsid w:val="00C45591"/>
    <w:rsid w:val="00C45FDF"/>
    <w:rsid w:val="00C47104"/>
    <w:rsid w:val="00C4730A"/>
    <w:rsid w:val="00C474D0"/>
    <w:rsid w:val="00C5177F"/>
    <w:rsid w:val="00C51D0B"/>
    <w:rsid w:val="00C52F42"/>
    <w:rsid w:val="00C53209"/>
    <w:rsid w:val="00C5528E"/>
    <w:rsid w:val="00C55A0F"/>
    <w:rsid w:val="00C55FCD"/>
    <w:rsid w:val="00C56DB0"/>
    <w:rsid w:val="00C57050"/>
    <w:rsid w:val="00C57354"/>
    <w:rsid w:val="00C60203"/>
    <w:rsid w:val="00C60D1A"/>
    <w:rsid w:val="00C61A6F"/>
    <w:rsid w:val="00C61CAB"/>
    <w:rsid w:val="00C638B5"/>
    <w:rsid w:val="00C63C1A"/>
    <w:rsid w:val="00C63F5F"/>
    <w:rsid w:val="00C6618F"/>
    <w:rsid w:val="00C663C4"/>
    <w:rsid w:val="00C70030"/>
    <w:rsid w:val="00C707F6"/>
    <w:rsid w:val="00C71324"/>
    <w:rsid w:val="00C72518"/>
    <w:rsid w:val="00C72C08"/>
    <w:rsid w:val="00C7434A"/>
    <w:rsid w:val="00C765C5"/>
    <w:rsid w:val="00C76E9E"/>
    <w:rsid w:val="00C77DA0"/>
    <w:rsid w:val="00C80780"/>
    <w:rsid w:val="00C81173"/>
    <w:rsid w:val="00C819BB"/>
    <w:rsid w:val="00C8201F"/>
    <w:rsid w:val="00C828C3"/>
    <w:rsid w:val="00C828C8"/>
    <w:rsid w:val="00C85823"/>
    <w:rsid w:val="00C85BF8"/>
    <w:rsid w:val="00C85CAA"/>
    <w:rsid w:val="00C85EE3"/>
    <w:rsid w:val="00C8645E"/>
    <w:rsid w:val="00C86634"/>
    <w:rsid w:val="00C87105"/>
    <w:rsid w:val="00C874E4"/>
    <w:rsid w:val="00C87EF9"/>
    <w:rsid w:val="00C87F60"/>
    <w:rsid w:val="00C90AE9"/>
    <w:rsid w:val="00C90B90"/>
    <w:rsid w:val="00C90F0F"/>
    <w:rsid w:val="00C918EC"/>
    <w:rsid w:val="00C91E32"/>
    <w:rsid w:val="00C934AD"/>
    <w:rsid w:val="00C94A57"/>
    <w:rsid w:val="00C94CBB"/>
    <w:rsid w:val="00C94DB6"/>
    <w:rsid w:val="00C95D41"/>
    <w:rsid w:val="00C95D57"/>
    <w:rsid w:val="00C96365"/>
    <w:rsid w:val="00C96EC4"/>
    <w:rsid w:val="00C97050"/>
    <w:rsid w:val="00C97EAC"/>
    <w:rsid w:val="00C97FAA"/>
    <w:rsid w:val="00CA0A54"/>
    <w:rsid w:val="00CA12B2"/>
    <w:rsid w:val="00CA1C39"/>
    <w:rsid w:val="00CA3268"/>
    <w:rsid w:val="00CA382D"/>
    <w:rsid w:val="00CA3901"/>
    <w:rsid w:val="00CA3FC1"/>
    <w:rsid w:val="00CA436F"/>
    <w:rsid w:val="00CA4BCD"/>
    <w:rsid w:val="00CA76E8"/>
    <w:rsid w:val="00CA7B42"/>
    <w:rsid w:val="00CA7B7E"/>
    <w:rsid w:val="00CA7CBE"/>
    <w:rsid w:val="00CB029C"/>
    <w:rsid w:val="00CB05CE"/>
    <w:rsid w:val="00CB0618"/>
    <w:rsid w:val="00CB147F"/>
    <w:rsid w:val="00CB14F1"/>
    <w:rsid w:val="00CB276F"/>
    <w:rsid w:val="00CB4495"/>
    <w:rsid w:val="00CB46B6"/>
    <w:rsid w:val="00CB5164"/>
    <w:rsid w:val="00CB566E"/>
    <w:rsid w:val="00CB7435"/>
    <w:rsid w:val="00CB7E1B"/>
    <w:rsid w:val="00CC06ED"/>
    <w:rsid w:val="00CC107E"/>
    <w:rsid w:val="00CC1423"/>
    <w:rsid w:val="00CC2126"/>
    <w:rsid w:val="00CC3CA4"/>
    <w:rsid w:val="00CC48C1"/>
    <w:rsid w:val="00CC4934"/>
    <w:rsid w:val="00CC4DC9"/>
    <w:rsid w:val="00CC536D"/>
    <w:rsid w:val="00CC6506"/>
    <w:rsid w:val="00CC6CCC"/>
    <w:rsid w:val="00CC76C9"/>
    <w:rsid w:val="00CD14E8"/>
    <w:rsid w:val="00CD288D"/>
    <w:rsid w:val="00CD3264"/>
    <w:rsid w:val="00CD366C"/>
    <w:rsid w:val="00CD3726"/>
    <w:rsid w:val="00CD38B6"/>
    <w:rsid w:val="00CD61F3"/>
    <w:rsid w:val="00CD6575"/>
    <w:rsid w:val="00CD707D"/>
    <w:rsid w:val="00CD74CF"/>
    <w:rsid w:val="00CD7F51"/>
    <w:rsid w:val="00CE15D2"/>
    <w:rsid w:val="00CE178F"/>
    <w:rsid w:val="00CE1FE0"/>
    <w:rsid w:val="00CE251B"/>
    <w:rsid w:val="00CE2E73"/>
    <w:rsid w:val="00CE3A9C"/>
    <w:rsid w:val="00CE3C7A"/>
    <w:rsid w:val="00CE420A"/>
    <w:rsid w:val="00CE50D2"/>
    <w:rsid w:val="00CE54ED"/>
    <w:rsid w:val="00CE6398"/>
    <w:rsid w:val="00CE6845"/>
    <w:rsid w:val="00CE73EA"/>
    <w:rsid w:val="00CE7CA0"/>
    <w:rsid w:val="00CF0B28"/>
    <w:rsid w:val="00CF1474"/>
    <w:rsid w:val="00CF20C5"/>
    <w:rsid w:val="00CF299C"/>
    <w:rsid w:val="00CF3624"/>
    <w:rsid w:val="00CF3E88"/>
    <w:rsid w:val="00CF3EB9"/>
    <w:rsid w:val="00CF43EA"/>
    <w:rsid w:val="00CF50A8"/>
    <w:rsid w:val="00CF5A41"/>
    <w:rsid w:val="00CF5BBF"/>
    <w:rsid w:val="00CF6296"/>
    <w:rsid w:val="00CF6903"/>
    <w:rsid w:val="00CF6BDB"/>
    <w:rsid w:val="00CF6C13"/>
    <w:rsid w:val="00D00577"/>
    <w:rsid w:val="00D02653"/>
    <w:rsid w:val="00D027E5"/>
    <w:rsid w:val="00D02F19"/>
    <w:rsid w:val="00D03A99"/>
    <w:rsid w:val="00D04D12"/>
    <w:rsid w:val="00D05446"/>
    <w:rsid w:val="00D05BE8"/>
    <w:rsid w:val="00D06006"/>
    <w:rsid w:val="00D06109"/>
    <w:rsid w:val="00D074D0"/>
    <w:rsid w:val="00D079D3"/>
    <w:rsid w:val="00D1042E"/>
    <w:rsid w:val="00D10585"/>
    <w:rsid w:val="00D10824"/>
    <w:rsid w:val="00D11179"/>
    <w:rsid w:val="00D11610"/>
    <w:rsid w:val="00D1197F"/>
    <w:rsid w:val="00D1250B"/>
    <w:rsid w:val="00D13145"/>
    <w:rsid w:val="00D13546"/>
    <w:rsid w:val="00D13855"/>
    <w:rsid w:val="00D13F32"/>
    <w:rsid w:val="00D1438A"/>
    <w:rsid w:val="00D152A2"/>
    <w:rsid w:val="00D15C5A"/>
    <w:rsid w:val="00D164CE"/>
    <w:rsid w:val="00D166A1"/>
    <w:rsid w:val="00D16A13"/>
    <w:rsid w:val="00D16AD9"/>
    <w:rsid w:val="00D16FD0"/>
    <w:rsid w:val="00D179A8"/>
    <w:rsid w:val="00D201B5"/>
    <w:rsid w:val="00D21D2A"/>
    <w:rsid w:val="00D2274C"/>
    <w:rsid w:val="00D22B84"/>
    <w:rsid w:val="00D22C8B"/>
    <w:rsid w:val="00D23020"/>
    <w:rsid w:val="00D23C49"/>
    <w:rsid w:val="00D23DE3"/>
    <w:rsid w:val="00D247DF"/>
    <w:rsid w:val="00D25EC7"/>
    <w:rsid w:val="00D26A93"/>
    <w:rsid w:val="00D275E2"/>
    <w:rsid w:val="00D30B7E"/>
    <w:rsid w:val="00D318C6"/>
    <w:rsid w:val="00D31C45"/>
    <w:rsid w:val="00D31D71"/>
    <w:rsid w:val="00D329AF"/>
    <w:rsid w:val="00D32C57"/>
    <w:rsid w:val="00D335BC"/>
    <w:rsid w:val="00D33A74"/>
    <w:rsid w:val="00D33BDC"/>
    <w:rsid w:val="00D3483D"/>
    <w:rsid w:val="00D34C96"/>
    <w:rsid w:val="00D360A4"/>
    <w:rsid w:val="00D37956"/>
    <w:rsid w:val="00D37B79"/>
    <w:rsid w:val="00D4080A"/>
    <w:rsid w:val="00D40DA5"/>
    <w:rsid w:val="00D42100"/>
    <w:rsid w:val="00D43371"/>
    <w:rsid w:val="00D4373D"/>
    <w:rsid w:val="00D43930"/>
    <w:rsid w:val="00D440FD"/>
    <w:rsid w:val="00D4492C"/>
    <w:rsid w:val="00D4495A"/>
    <w:rsid w:val="00D456F6"/>
    <w:rsid w:val="00D45701"/>
    <w:rsid w:val="00D4579B"/>
    <w:rsid w:val="00D4644A"/>
    <w:rsid w:val="00D4646D"/>
    <w:rsid w:val="00D472E4"/>
    <w:rsid w:val="00D47352"/>
    <w:rsid w:val="00D47606"/>
    <w:rsid w:val="00D47701"/>
    <w:rsid w:val="00D47FDF"/>
    <w:rsid w:val="00D523D3"/>
    <w:rsid w:val="00D524C9"/>
    <w:rsid w:val="00D528D9"/>
    <w:rsid w:val="00D52C8B"/>
    <w:rsid w:val="00D52DFC"/>
    <w:rsid w:val="00D53209"/>
    <w:rsid w:val="00D53437"/>
    <w:rsid w:val="00D547E7"/>
    <w:rsid w:val="00D55A7A"/>
    <w:rsid w:val="00D55AE5"/>
    <w:rsid w:val="00D56703"/>
    <w:rsid w:val="00D571EA"/>
    <w:rsid w:val="00D572A5"/>
    <w:rsid w:val="00D60BC9"/>
    <w:rsid w:val="00D60D59"/>
    <w:rsid w:val="00D6220F"/>
    <w:rsid w:val="00D622BF"/>
    <w:rsid w:val="00D62FE6"/>
    <w:rsid w:val="00D63961"/>
    <w:rsid w:val="00D640B0"/>
    <w:rsid w:val="00D64FF8"/>
    <w:rsid w:val="00D65563"/>
    <w:rsid w:val="00D65996"/>
    <w:rsid w:val="00D663CD"/>
    <w:rsid w:val="00D6674B"/>
    <w:rsid w:val="00D67BAC"/>
    <w:rsid w:val="00D67BFD"/>
    <w:rsid w:val="00D70099"/>
    <w:rsid w:val="00D7032A"/>
    <w:rsid w:val="00D71951"/>
    <w:rsid w:val="00D71F0A"/>
    <w:rsid w:val="00D730D2"/>
    <w:rsid w:val="00D73114"/>
    <w:rsid w:val="00D74D6A"/>
    <w:rsid w:val="00D75183"/>
    <w:rsid w:val="00D75594"/>
    <w:rsid w:val="00D75AE9"/>
    <w:rsid w:val="00D76343"/>
    <w:rsid w:val="00D76539"/>
    <w:rsid w:val="00D77674"/>
    <w:rsid w:val="00D80F5B"/>
    <w:rsid w:val="00D82233"/>
    <w:rsid w:val="00D823BC"/>
    <w:rsid w:val="00D828D1"/>
    <w:rsid w:val="00D82E82"/>
    <w:rsid w:val="00D83002"/>
    <w:rsid w:val="00D834E5"/>
    <w:rsid w:val="00D83C69"/>
    <w:rsid w:val="00D84581"/>
    <w:rsid w:val="00D8543E"/>
    <w:rsid w:val="00D86036"/>
    <w:rsid w:val="00D861FB"/>
    <w:rsid w:val="00D86750"/>
    <w:rsid w:val="00D86B3B"/>
    <w:rsid w:val="00D906F5"/>
    <w:rsid w:val="00D90BAD"/>
    <w:rsid w:val="00D912FA"/>
    <w:rsid w:val="00D9136E"/>
    <w:rsid w:val="00D91978"/>
    <w:rsid w:val="00D91C2D"/>
    <w:rsid w:val="00D91C68"/>
    <w:rsid w:val="00D92B09"/>
    <w:rsid w:val="00D9343E"/>
    <w:rsid w:val="00D9514E"/>
    <w:rsid w:val="00D95A8A"/>
    <w:rsid w:val="00D96026"/>
    <w:rsid w:val="00D9625F"/>
    <w:rsid w:val="00D9685C"/>
    <w:rsid w:val="00D97C6F"/>
    <w:rsid w:val="00D97E8C"/>
    <w:rsid w:val="00DA0112"/>
    <w:rsid w:val="00DA02F3"/>
    <w:rsid w:val="00DA1045"/>
    <w:rsid w:val="00DA2035"/>
    <w:rsid w:val="00DA24A5"/>
    <w:rsid w:val="00DA30CD"/>
    <w:rsid w:val="00DA31E4"/>
    <w:rsid w:val="00DA3505"/>
    <w:rsid w:val="00DA388F"/>
    <w:rsid w:val="00DA3CF7"/>
    <w:rsid w:val="00DA5C60"/>
    <w:rsid w:val="00DA6C08"/>
    <w:rsid w:val="00DA71FB"/>
    <w:rsid w:val="00DA7958"/>
    <w:rsid w:val="00DB02E1"/>
    <w:rsid w:val="00DB044A"/>
    <w:rsid w:val="00DB151E"/>
    <w:rsid w:val="00DB1585"/>
    <w:rsid w:val="00DB19E0"/>
    <w:rsid w:val="00DB1E8E"/>
    <w:rsid w:val="00DB2A63"/>
    <w:rsid w:val="00DB2B88"/>
    <w:rsid w:val="00DB2E4B"/>
    <w:rsid w:val="00DB36E5"/>
    <w:rsid w:val="00DB3750"/>
    <w:rsid w:val="00DB387E"/>
    <w:rsid w:val="00DB46C0"/>
    <w:rsid w:val="00DB4943"/>
    <w:rsid w:val="00DB5A9F"/>
    <w:rsid w:val="00DB6403"/>
    <w:rsid w:val="00DB6582"/>
    <w:rsid w:val="00DB6B32"/>
    <w:rsid w:val="00DB7790"/>
    <w:rsid w:val="00DB788F"/>
    <w:rsid w:val="00DB7DF5"/>
    <w:rsid w:val="00DC0513"/>
    <w:rsid w:val="00DC0F17"/>
    <w:rsid w:val="00DC0F1D"/>
    <w:rsid w:val="00DC1796"/>
    <w:rsid w:val="00DC1C9D"/>
    <w:rsid w:val="00DC1D1F"/>
    <w:rsid w:val="00DC2003"/>
    <w:rsid w:val="00DC3991"/>
    <w:rsid w:val="00DC488F"/>
    <w:rsid w:val="00DC61BB"/>
    <w:rsid w:val="00DC6CB3"/>
    <w:rsid w:val="00DC6F73"/>
    <w:rsid w:val="00DD01F4"/>
    <w:rsid w:val="00DD0A27"/>
    <w:rsid w:val="00DD0C67"/>
    <w:rsid w:val="00DD0EE0"/>
    <w:rsid w:val="00DD16B1"/>
    <w:rsid w:val="00DD1BF1"/>
    <w:rsid w:val="00DD1F18"/>
    <w:rsid w:val="00DD28FF"/>
    <w:rsid w:val="00DD3292"/>
    <w:rsid w:val="00DD348D"/>
    <w:rsid w:val="00DD3567"/>
    <w:rsid w:val="00DD35F5"/>
    <w:rsid w:val="00DD3AFB"/>
    <w:rsid w:val="00DD4051"/>
    <w:rsid w:val="00DD4903"/>
    <w:rsid w:val="00DD4ACF"/>
    <w:rsid w:val="00DD6EA9"/>
    <w:rsid w:val="00DD719C"/>
    <w:rsid w:val="00DD7335"/>
    <w:rsid w:val="00DD745A"/>
    <w:rsid w:val="00DD7630"/>
    <w:rsid w:val="00DD7B85"/>
    <w:rsid w:val="00DE13D3"/>
    <w:rsid w:val="00DE22F1"/>
    <w:rsid w:val="00DE25E1"/>
    <w:rsid w:val="00DE3C0C"/>
    <w:rsid w:val="00DE5C32"/>
    <w:rsid w:val="00DE678E"/>
    <w:rsid w:val="00DE7EF8"/>
    <w:rsid w:val="00DF0B21"/>
    <w:rsid w:val="00DF0E5A"/>
    <w:rsid w:val="00DF1C09"/>
    <w:rsid w:val="00DF2CAF"/>
    <w:rsid w:val="00DF4A96"/>
    <w:rsid w:val="00DF4ACA"/>
    <w:rsid w:val="00DF4DAD"/>
    <w:rsid w:val="00DF4E8B"/>
    <w:rsid w:val="00DF625A"/>
    <w:rsid w:val="00DF6740"/>
    <w:rsid w:val="00DF6CA0"/>
    <w:rsid w:val="00DF71A6"/>
    <w:rsid w:val="00DF75AB"/>
    <w:rsid w:val="00DF7921"/>
    <w:rsid w:val="00E008F4"/>
    <w:rsid w:val="00E00D50"/>
    <w:rsid w:val="00E017AC"/>
    <w:rsid w:val="00E01C7A"/>
    <w:rsid w:val="00E039FA"/>
    <w:rsid w:val="00E03A67"/>
    <w:rsid w:val="00E03A6F"/>
    <w:rsid w:val="00E040FE"/>
    <w:rsid w:val="00E04AD2"/>
    <w:rsid w:val="00E054EA"/>
    <w:rsid w:val="00E05659"/>
    <w:rsid w:val="00E07452"/>
    <w:rsid w:val="00E0759D"/>
    <w:rsid w:val="00E10125"/>
    <w:rsid w:val="00E10B1F"/>
    <w:rsid w:val="00E10C0C"/>
    <w:rsid w:val="00E112DD"/>
    <w:rsid w:val="00E1146A"/>
    <w:rsid w:val="00E12C56"/>
    <w:rsid w:val="00E139D3"/>
    <w:rsid w:val="00E1463D"/>
    <w:rsid w:val="00E148F2"/>
    <w:rsid w:val="00E14F1E"/>
    <w:rsid w:val="00E15836"/>
    <w:rsid w:val="00E173A3"/>
    <w:rsid w:val="00E17BB4"/>
    <w:rsid w:val="00E2154D"/>
    <w:rsid w:val="00E22622"/>
    <w:rsid w:val="00E22AE9"/>
    <w:rsid w:val="00E2339B"/>
    <w:rsid w:val="00E24AAC"/>
    <w:rsid w:val="00E24C5A"/>
    <w:rsid w:val="00E25626"/>
    <w:rsid w:val="00E2633F"/>
    <w:rsid w:val="00E30046"/>
    <w:rsid w:val="00E30DF3"/>
    <w:rsid w:val="00E30E38"/>
    <w:rsid w:val="00E30E5B"/>
    <w:rsid w:val="00E324EC"/>
    <w:rsid w:val="00E32819"/>
    <w:rsid w:val="00E32ACF"/>
    <w:rsid w:val="00E33277"/>
    <w:rsid w:val="00E3420E"/>
    <w:rsid w:val="00E34608"/>
    <w:rsid w:val="00E347C3"/>
    <w:rsid w:val="00E34AF5"/>
    <w:rsid w:val="00E34B83"/>
    <w:rsid w:val="00E34C87"/>
    <w:rsid w:val="00E34F46"/>
    <w:rsid w:val="00E35947"/>
    <w:rsid w:val="00E35A57"/>
    <w:rsid w:val="00E36038"/>
    <w:rsid w:val="00E368C3"/>
    <w:rsid w:val="00E371D7"/>
    <w:rsid w:val="00E408C9"/>
    <w:rsid w:val="00E414CF"/>
    <w:rsid w:val="00E43726"/>
    <w:rsid w:val="00E4423D"/>
    <w:rsid w:val="00E45746"/>
    <w:rsid w:val="00E45B51"/>
    <w:rsid w:val="00E45DBB"/>
    <w:rsid w:val="00E45F1A"/>
    <w:rsid w:val="00E46226"/>
    <w:rsid w:val="00E467FD"/>
    <w:rsid w:val="00E46B11"/>
    <w:rsid w:val="00E472BB"/>
    <w:rsid w:val="00E47771"/>
    <w:rsid w:val="00E50F73"/>
    <w:rsid w:val="00E53CCD"/>
    <w:rsid w:val="00E53D08"/>
    <w:rsid w:val="00E54604"/>
    <w:rsid w:val="00E54BDE"/>
    <w:rsid w:val="00E5501F"/>
    <w:rsid w:val="00E5547A"/>
    <w:rsid w:val="00E5558F"/>
    <w:rsid w:val="00E561E1"/>
    <w:rsid w:val="00E56D04"/>
    <w:rsid w:val="00E570C2"/>
    <w:rsid w:val="00E57B0A"/>
    <w:rsid w:val="00E606D7"/>
    <w:rsid w:val="00E60B07"/>
    <w:rsid w:val="00E60C67"/>
    <w:rsid w:val="00E61B84"/>
    <w:rsid w:val="00E624D0"/>
    <w:rsid w:val="00E64996"/>
    <w:rsid w:val="00E64E1A"/>
    <w:rsid w:val="00E64EE3"/>
    <w:rsid w:val="00E6565D"/>
    <w:rsid w:val="00E65AE0"/>
    <w:rsid w:val="00E6617F"/>
    <w:rsid w:val="00E6765E"/>
    <w:rsid w:val="00E70FF0"/>
    <w:rsid w:val="00E711BE"/>
    <w:rsid w:val="00E71DBD"/>
    <w:rsid w:val="00E7290D"/>
    <w:rsid w:val="00E72941"/>
    <w:rsid w:val="00E729E0"/>
    <w:rsid w:val="00E746E2"/>
    <w:rsid w:val="00E74AF2"/>
    <w:rsid w:val="00E7645E"/>
    <w:rsid w:val="00E76703"/>
    <w:rsid w:val="00E81120"/>
    <w:rsid w:val="00E814B8"/>
    <w:rsid w:val="00E8183C"/>
    <w:rsid w:val="00E8300F"/>
    <w:rsid w:val="00E83219"/>
    <w:rsid w:val="00E839A0"/>
    <w:rsid w:val="00E84707"/>
    <w:rsid w:val="00E85A58"/>
    <w:rsid w:val="00E85C91"/>
    <w:rsid w:val="00E861FC"/>
    <w:rsid w:val="00E86337"/>
    <w:rsid w:val="00E86B2F"/>
    <w:rsid w:val="00E87215"/>
    <w:rsid w:val="00E87F66"/>
    <w:rsid w:val="00E90232"/>
    <w:rsid w:val="00E906A4"/>
    <w:rsid w:val="00E908E6"/>
    <w:rsid w:val="00E9092C"/>
    <w:rsid w:val="00E90E8E"/>
    <w:rsid w:val="00E91F4E"/>
    <w:rsid w:val="00E922BD"/>
    <w:rsid w:val="00E929A5"/>
    <w:rsid w:val="00E929AD"/>
    <w:rsid w:val="00E94176"/>
    <w:rsid w:val="00E94504"/>
    <w:rsid w:val="00E95118"/>
    <w:rsid w:val="00E95422"/>
    <w:rsid w:val="00E95D6F"/>
    <w:rsid w:val="00E9639B"/>
    <w:rsid w:val="00E96B92"/>
    <w:rsid w:val="00E96D73"/>
    <w:rsid w:val="00E97B1B"/>
    <w:rsid w:val="00E97BE5"/>
    <w:rsid w:val="00EA0B08"/>
    <w:rsid w:val="00EA1548"/>
    <w:rsid w:val="00EA16A2"/>
    <w:rsid w:val="00EA23FC"/>
    <w:rsid w:val="00EA24FF"/>
    <w:rsid w:val="00EA38C7"/>
    <w:rsid w:val="00EA470C"/>
    <w:rsid w:val="00EA4E32"/>
    <w:rsid w:val="00EA5188"/>
    <w:rsid w:val="00EA546C"/>
    <w:rsid w:val="00EA556F"/>
    <w:rsid w:val="00EA5FF0"/>
    <w:rsid w:val="00EA678D"/>
    <w:rsid w:val="00EA7296"/>
    <w:rsid w:val="00EA77DE"/>
    <w:rsid w:val="00EA7CA8"/>
    <w:rsid w:val="00EB0054"/>
    <w:rsid w:val="00EB0600"/>
    <w:rsid w:val="00EB1154"/>
    <w:rsid w:val="00EB11E5"/>
    <w:rsid w:val="00EB1829"/>
    <w:rsid w:val="00EB2928"/>
    <w:rsid w:val="00EB389A"/>
    <w:rsid w:val="00EB4E62"/>
    <w:rsid w:val="00EB50D8"/>
    <w:rsid w:val="00EB55C7"/>
    <w:rsid w:val="00EB60A5"/>
    <w:rsid w:val="00EB6E0C"/>
    <w:rsid w:val="00EB7014"/>
    <w:rsid w:val="00EB7032"/>
    <w:rsid w:val="00EB7A69"/>
    <w:rsid w:val="00EC1121"/>
    <w:rsid w:val="00EC11FE"/>
    <w:rsid w:val="00EC1866"/>
    <w:rsid w:val="00EC2460"/>
    <w:rsid w:val="00EC34C3"/>
    <w:rsid w:val="00EC4920"/>
    <w:rsid w:val="00EC4E85"/>
    <w:rsid w:val="00EC5342"/>
    <w:rsid w:val="00EC586A"/>
    <w:rsid w:val="00EC60BB"/>
    <w:rsid w:val="00EC624A"/>
    <w:rsid w:val="00EC659F"/>
    <w:rsid w:val="00EC6BDD"/>
    <w:rsid w:val="00EC77BC"/>
    <w:rsid w:val="00EC7A36"/>
    <w:rsid w:val="00ED0FAF"/>
    <w:rsid w:val="00ED12E0"/>
    <w:rsid w:val="00ED1DE8"/>
    <w:rsid w:val="00ED21DD"/>
    <w:rsid w:val="00ED25E7"/>
    <w:rsid w:val="00ED2929"/>
    <w:rsid w:val="00ED3061"/>
    <w:rsid w:val="00ED32F8"/>
    <w:rsid w:val="00ED3395"/>
    <w:rsid w:val="00ED3672"/>
    <w:rsid w:val="00ED37C8"/>
    <w:rsid w:val="00ED3A50"/>
    <w:rsid w:val="00ED3EBB"/>
    <w:rsid w:val="00ED4C60"/>
    <w:rsid w:val="00ED56F1"/>
    <w:rsid w:val="00ED578F"/>
    <w:rsid w:val="00EE0C5D"/>
    <w:rsid w:val="00EE2064"/>
    <w:rsid w:val="00EE218C"/>
    <w:rsid w:val="00EE2DD1"/>
    <w:rsid w:val="00EE380C"/>
    <w:rsid w:val="00EE3D2D"/>
    <w:rsid w:val="00EE4037"/>
    <w:rsid w:val="00EE41D5"/>
    <w:rsid w:val="00EE57B8"/>
    <w:rsid w:val="00EE5C38"/>
    <w:rsid w:val="00EE5D19"/>
    <w:rsid w:val="00EE61E1"/>
    <w:rsid w:val="00EE6F8B"/>
    <w:rsid w:val="00EE6FEF"/>
    <w:rsid w:val="00EE7660"/>
    <w:rsid w:val="00EF03D0"/>
    <w:rsid w:val="00EF1B32"/>
    <w:rsid w:val="00EF209E"/>
    <w:rsid w:val="00EF2A44"/>
    <w:rsid w:val="00EF41B5"/>
    <w:rsid w:val="00EF4351"/>
    <w:rsid w:val="00EF60DD"/>
    <w:rsid w:val="00EF683A"/>
    <w:rsid w:val="00F0057B"/>
    <w:rsid w:val="00F00B84"/>
    <w:rsid w:val="00F00EB4"/>
    <w:rsid w:val="00F020FE"/>
    <w:rsid w:val="00F0281F"/>
    <w:rsid w:val="00F033F7"/>
    <w:rsid w:val="00F05594"/>
    <w:rsid w:val="00F1022D"/>
    <w:rsid w:val="00F10A4D"/>
    <w:rsid w:val="00F10A9B"/>
    <w:rsid w:val="00F11564"/>
    <w:rsid w:val="00F1235B"/>
    <w:rsid w:val="00F13848"/>
    <w:rsid w:val="00F1436E"/>
    <w:rsid w:val="00F145FC"/>
    <w:rsid w:val="00F15007"/>
    <w:rsid w:val="00F1506A"/>
    <w:rsid w:val="00F1561B"/>
    <w:rsid w:val="00F165BA"/>
    <w:rsid w:val="00F16D5A"/>
    <w:rsid w:val="00F17679"/>
    <w:rsid w:val="00F17988"/>
    <w:rsid w:val="00F20A4E"/>
    <w:rsid w:val="00F233A4"/>
    <w:rsid w:val="00F233CE"/>
    <w:rsid w:val="00F23B17"/>
    <w:rsid w:val="00F2661A"/>
    <w:rsid w:val="00F266BE"/>
    <w:rsid w:val="00F27110"/>
    <w:rsid w:val="00F27EBB"/>
    <w:rsid w:val="00F301C0"/>
    <w:rsid w:val="00F31612"/>
    <w:rsid w:val="00F3173A"/>
    <w:rsid w:val="00F31DB2"/>
    <w:rsid w:val="00F31F34"/>
    <w:rsid w:val="00F32A41"/>
    <w:rsid w:val="00F333EF"/>
    <w:rsid w:val="00F3409C"/>
    <w:rsid w:val="00F344FC"/>
    <w:rsid w:val="00F346C6"/>
    <w:rsid w:val="00F36444"/>
    <w:rsid w:val="00F36B64"/>
    <w:rsid w:val="00F37A57"/>
    <w:rsid w:val="00F410D2"/>
    <w:rsid w:val="00F42275"/>
    <w:rsid w:val="00F432B5"/>
    <w:rsid w:val="00F436C3"/>
    <w:rsid w:val="00F44C41"/>
    <w:rsid w:val="00F44DF7"/>
    <w:rsid w:val="00F457EC"/>
    <w:rsid w:val="00F46189"/>
    <w:rsid w:val="00F46632"/>
    <w:rsid w:val="00F473FF"/>
    <w:rsid w:val="00F476E1"/>
    <w:rsid w:val="00F4788D"/>
    <w:rsid w:val="00F50D90"/>
    <w:rsid w:val="00F53A06"/>
    <w:rsid w:val="00F544B6"/>
    <w:rsid w:val="00F546A5"/>
    <w:rsid w:val="00F54C03"/>
    <w:rsid w:val="00F56865"/>
    <w:rsid w:val="00F6060B"/>
    <w:rsid w:val="00F6177E"/>
    <w:rsid w:val="00F619BD"/>
    <w:rsid w:val="00F61DFC"/>
    <w:rsid w:val="00F62F25"/>
    <w:rsid w:val="00F638A5"/>
    <w:rsid w:val="00F64A87"/>
    <w:rsid w:val="00F6614D"/>
    <w:rsid w:val="00F663F5"/>
    <w:rsid w:val="00F664B0"/>
    <w:rsid w:val="00F70213"/>
    <w:rsid w:val="00F71176"/>
    <w:rsid w:val="00F725C7"/>
    <w:rsid w:val="00F72766"/>
    <w:rsid w:val="00F72DDB"/>
    <w:rsid w:val="00F7338E"/>
    <w:rsid w:val="00F73940"/>
    <w:rsid w:val="00F73F86"/>
    <w:rsid w:val="00F750BC"/>
    <w:rsid w:val="00F75BFF"/>
    <w:rsid w:val="00F75DE1"/>
    <w:rsid w:val="00F763BD"/>
    <w:rsid w:val="00F76454"/>
    <w:rsid w:val="00F7745A"/>
    <w:rsid w:val="00F77F39"/>
    <w:rsid w:val="00F801D4"/>
    <w:rsid w:val="00F81329"/>
    <w:rsid w:val="00F817BF"/>
    <w:rsid w:val="00F8240D"/>
    <w:rsid w:val="00F8251E"/>
    <w:rsid w:val="00F82762"/>
    <w:rsid w:val="00F82995"/>
    <w:rsid w:val="00F84882"/>
    <w:rsid w:val="00F849BC"/>
    <w:rsid w:val="00F857DF"/>
    <w:rsid w:val="00F86B7F"/>
    <w:rsid w:val="00F87367"/>
    <w:rsid w:val="00F93F88"/>
    <w:rsid w:val="00F943F6"/>
    <w:rsid w:val="00F9494A"/>
    <w:rsid w:val="00F94BFD"/>
    <w:rsid w:val="00F962F5"/>
    <w:rsid w:val="00F9641D"/>
    <w:rsid w:val="00F968D5"/>
    <w:rsid w:val="00F9776E"/>
    <w:rsid w:val="00F977BA"/>
    <w:rsid w:val="00F97CE9"/>
    <w:rsid w:val="00FA01FA"/>
    <w:rsid w:val="00FA05F1"/>
    <w:rsid w:val="00FA08D6"/>
    <w:rsid w:val="00FA0DE3"/>
    <w:rsid w:val="00FA2AB6"/>
    <w:rsid w:val="00FA31B3"/>
    <w:rsid w:val="00FA33DD"/>
    <w:rsid w:val="00FA3695"/>
    <w:rsid w:val="00FA42BE"/>
    <w:rsid w:val="00FA49ED"/>
    <w:rsid w:val="00FA4EE4"/>
    <w:rsid w:val="00FA51D9"/>
    <w:rsid w:val="00FA6839"/>
    <w:rsid w:val="00FA6EB2"/>
    <w:rsid w:val="00FA7E9E"/>
    <w:rsid w:val="00FB0228"/>
    <w:rsid w:val="00FB1544"/>
    <w:rsid w:val="00FB4B3F"/>
    <w:rsid w:val="00FB4DF3"/>
    <w:rsid w:val="00FB5C63"/>
    <w:rsid w:val="00FB62BF"/>
    <w:rsid w:val="00FB67C8"/>
    <w:rsid w:val="00FB693B"/>
    <w:rsid w:val="00FB7073"/>
    <w:rsid w:val="00FC05A8"/>
    <w:rsid w:val="00FC1727"/>
    <w:rsid w:val="00FC27BB"/>
    <w:rsid w:val="00FC2ED7"/>
    <w:rsid w:val="00FC2FAF"/>
    <w:rsid w:val="00FC3552"/>
    <w:rsid w:val="00FC5385"/>
    <w:rsid w:val="00FC622F"/>
    <w:rsid w:val="00FC7999"/>
    <w:rsid w:val="00FD09CE"/>
    <w:rsid w:val="00FD1599"/>
    <w:rsid w:val="00FD1EFC"/>
    <w:rsid w:val="00FD2077"/>
    <w:rsid w:val="00FD31FA"/>
    <w:rsid w:val="00FD3305"/>
    <w:rsid w:val="00FD3557"/>
    <w:rsid w:val="00FD3ABF"/>
    <w:rsid w:val="00FD3CA2"/>
    <w:rsid w:val="00FD416C"/>
    <w:rsid w:val="00FD4A1B"/>
    <w:rsid w:val="00FD5278"/>
    <w:rsid w:val="00FD5485"/>
    <w:rsid w:val="00FD589B"/>
    <w:rsid w:val="00FD5A07"/>
    <w:rsid w:val="00FE1324"/>
    <w:rsid w:val="00FE2106"/>
    <w:rsid w:val="00FE2889"/>
    <w:rsid w:val="00FE2E70"/>
    <w:rsid w:val="00FE3095"/>
    <w:rsid w:val="00FE43DB"/>
    <w:rsid w:val="00FE496C"/>
    <w:rsid w:val="00FE4A07"/>
    <w:rsid w:val="00FE5796"/>
    <w:rsid w:val="00FE5DF2"/>
    <w:rsid w:val="00FE5EBE"/>
    <w:rsid w:val="00FE6618"/>
    <w:rsid w:val="00FE7601"/>
    <w:rsid w:val="00FE76B4"/>
    <w:rsid w:val="00FF061D"/>
    <w:rsid w:val="00FF129D"/>
    <w:rsid w:val="00FF1F48"/>
    <w:rsid w:val="00FF26BC"/>
    <w:rsid w:val="00FF37AC"/>
    <w:rsid w:val="00FF3D06"/>
    <w:rsid w:val="00FF3D9C"/>
    <w:rsid w:val="00FF4499"/>
    <w:rsid w:val="00FF57B0"/>
    <w:rsid w:val="00FF59D2"/>
    <w:rsid w:val="00FF5E0C"/>
    <w:rsid w:val="00FF6F53"/>
    <w:rsid w:val="00FF77C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4B5A"/>
    <w:pPr>
      <w:jc w:val="both"/>
    </w:pPr>
    <w:rPr>
      <w:noProof/>
      <w:sz w:val="26"/>
      <w:lang w:eastAsia="ru-RU"/>
    </w:rPr>
  </w:style>
  <w:style w:type="paragraph" w:styleId="1">
    <w:name w:val="heading 1"/>
    <w:basedOn w:val="a"/>
    <w:next w:val="a"/>
    <w:qFormat/>
    <w:rsid w:val="00B2418D"/>
    <w:pPr>
      <w:keepNext/>
      <w:spacing w:before="240" w:after="60"/>
      <w:ind w:left="720"/>
      <w:jc w:val="left"/>
      <w:outlineLvl w:val="0"/>
    </w:pPr>
    <w:rPr>
      <w:rFonts w:ascii="Arial" w:hAnsi="Arial"/>
      <w:b/>
      <w:caps/>
      <w:kern w:val="28"/>
      <w:sz w:val="32"/>
    </w:rPr>
  </w:style>
  <w:style w:type="paragraph" w:styleId="2">
    <w:name w:val="heading 2"/>
    <w:basedOn w:val="a"/>
    <w:next w:val="a"/>
    <w:qFormat/>
    <w:rsid w:val="00B2418D"/>
    <w:pPr>
      <w:keepNext/>
      <w:spacing w:before="240" w:after="60"/>
      <w:ind w:left="720"/>
      <w:jc w:val="left"/>
      <w:outlineLvl w:val="1"/>
    </w:pPr>
    <w:rPr>
      <w:rFonts w:ascii="Arial" w:hAnsi="Arial"/>
      <w:b/>
      <w:i/>
      <w:smallCaps/>
      <w:sz w:val="28"/>
    </w:rPr>
  </w:style>
  <w:style w:type="paragraph" w:styleId="3">
    <w:name w:val="heading 3"/>
    <w:basedOn w:val="a"/>
    <w:next w:val="a"/>
    <w:qFormat/>
    <w:rsid w:val="00B2418D"/>
    <w:pPr>
      <w:keepNext/>
      <w:spacing w:before="240" w:after="60"/>
      <w:ind w:left="720"/>
      <w:jc w:val="left"/>
      <w:outlineLvl w:val="2"/>
    </w:pPr>
    <w:rPr>
      <w:b/>
      <w:smallCaps/>
      <w:sz w:val="32"/>
    </w:rPr>
  </w:style>
  <w:style w:type="paragraph" w:styleId="4">
    <w:name w:val="heading 4"/>
    <w:basedOn w:val="a"/>
    <w:next w:val="a"/>
    <w:qFormat/>
    <w:rsid w:val="00B2418D"/>
    <w:pPr>
      <w:keepNext/>
      <w:spacing w:before="240" w:after="60"/>
      <w:ind w:left="720"/>
      <w:jc w:val="left"/>
      <w:outlineLvl w:val="3"/>
    </w:pPr>
    <w:rPr>
      <w:b/>
      <w:i/>
      <w:smallCaps/>
      <w:sz w:val="32"/>
    </w:rPr>
  </w:style>
  <w:style w:type="paragraph" w:styleId="5">
    <w:name w:val="heading 5"/>
    <w:basedOn w:val="a"/>
    <w:next w:val="a"/>
    <w:qFormat/>
    <w:rsid w:val="00B2418D"/>
    <w:pPr>
      <w:keepNext/>
      <w:spacing w:before="240" w:after="60"/>
      <w:ind w:left="720"/>
      <w:jc w:val="left"/>
      <w:outlineLvl w:val="4"/>
    </w:pPr>
    <w:rPr>
      <w:b/>
      <w:smallCaps/>
      <w:sz w:val="28"/>
    </w:rPr>
  </w:style>
  <w:style w:type="paragraph" w:styleId="6">
    <w:name w:val="heading 6"/>
    <w:basedOn w:val="a"/>
    <w:next w:val="a"/>
    <w:qFormat/>
    <w:rsid w:val="00B2418D"/>
    <w:pPr>
      <w:keepNext/>
      <w:spacing w:before="240" w:after="60"/>
      <w:ind w:left="720"/>
      <w:jc w:val="left"/>
      <w:outlineLvl w:val="5"/>
    </w:pPr>
    <w:rPr>
      <w:b/>
      <w:i/>
      <w:smallCaps/>
      <w:sz w:val="28"/>
    </w:rPr>
  </w:style>
  <w:style w:type="paragraph" w:styleId="7">
    <w:name w:val="heading 7"/>
    <w:basedOn w:val="a"/>
    <w:next w:val="a"/>
    <w:qFormat/>
    <w:rsid w:val="00B2418D"/>
    <w:pPr>
      <w:keepNext/>
      <w:spacing w:before="240" w:after="60"/>
      <w:ind w:left="720"/>
      <w:jc w:val="left"/>
      <w:outlineLvl w:val="6"/>
    </w:pPr>
    <w:rPr>
      <w:rFonts w:ascii="Arial" w:hAnsi="Arial"/>
      <w:b/>
      <w:smallCaps/>
      <w:sz w:val="22"/>
    </w:rPr>
  </w:style>
  <w:style w:type="paragraph" w:styleId="8">
    <w:name w:val="heading 8"/>
    <w:basedOn w:val="a"/>
    <w:next w:val="a"/>
    <w:qFormat/>
    <w:rsid w:val="00B2418D"/>
    <w:pPr>
      <w:keepNext/>
      <w:spacing w:before="240" w:after="60"/>
      <w:ind w:left="720"/>
      <w:jc w:val="left"/>
      <w:outlineLvl w:val="7"/>
    </w:pPr>
    <w:rPr>
      <w:rFonts w:ascii="Arial" w:hAnsi="Arial"/>
      <w:b/>
      <w:i/>
      <w:smallCaps/>
      <w:sz w:val="22"/>
    </w:rPr>
  </w:style>
  <w:style w:type="paragraph" w:styleId="9">
    <w:name w:val="heading 9"/>
    <w:basedOn w:val="a"/>
    <w:next w:val="a"/>
    <w:qFormat/>
    <w:rsid w:val="00B2418D"/>
    <w:pPr>
      <w:keepNext/>
      <w:spacing w:before="240" w:after="60"/>
      <w:ind w:left="720"/>
      <w:jc w:val="left"/>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 Знак1,Верхний колонтитул Знак Знак,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
    <w:basedOn w:val="a"/>
    <w:link w:val="a4"/>
    <w:rsid w:val="00B2418D"/>
    <w:pPr>
      <w:tabs>
        <w:tab w:val="center" w:pos="4320"/>
        <w:tab w:val="right" w:pos="8640"/>
      </w:tabs>
    </w:pPr>
  </w:style>
  <w:style w:type="paragraph" w:styleId="a5">
    <w:name w:val="footer"/>
    <w:basedOn w:val="a"/>
    <w:rsid w:val="00B2418D"/>
    <w:pPr>
      <w:tabs>
        <w:tab w:val="left" w:pos="86"/>
        <w:tab w:val="center" w:pos="4680"/>
        <w:tab w:val="decimal" w:pos="7200"/>
        <w:tab w:val="right" w:pos="9360"/>
      </w:tabs>
    </w:pPr>
    <w:rPr>
      <w:rFonts w:ascii="Arial" w:hAnsi="Arial"/>
      <w:sz w:val="10"/>
    </w:rPr>
  </w:style>
  <w:style w:type="character" w:styleId="a6">
    <w:name w:val="page number"/>
    <w:basedOn w:val="a0"/>
    <w:rsid w:val="00B2418D"/>
    <w:rPr>
      <w:rFonts w:ascii="Times New Roman" w:hAnsi="Times New Roman"/>
      <w:b/>
      <w:sz w:val="26"/>
    </w:rPr>
  </w:style>
  <w:style w:type="paragraph" w:styleId="a7">
    <w:name w:val="toa heading"/>
    <w:basedOn w:val="a"/>
    <w:next w:val="a"/>
    <w:semiHidden/>
    <w:rsid w:val="00B2418D"/>
    <w:pPr>
      <w:spacing w:before="120"/>
    </w:pPr>
    <w:rPr>
      <w:rFonts w:ascii="Arial" w:hAnsi="Arial"/>
      <w:b/>
      <w:sz w:val="24"/>
    </w:rPr>
  </w:style>
  <w:style w:type="paragraph" w:styleId="a8">
    <w:name w:val="Title"/>
    <w:basedOn w:val="a"/>
    <w:qFormat/>
    <w:rsid w:val="00B2418D"/>
    <w:pPr>
      <w:spacing w:before="240" w:after="60"/>
      <w:jc w:val="center"/>
    </w:pPr>
    <w:rPr>
      <w:rFonts w:ascii="Arial" w:hAnsi="Arial"/>
      <w:b/>
      <w:kern w:val="28"/>
      <w:sz w:val="32"/>
    </w:rPr>
  </w:style>
  <w:style w:type="paragraph" w:styleId="a9">
    <w:name w:val="Subtitle"/>
    <w:basedOn w:val="a"/>
    <w:qFormat/>
    <w:rsid w:val="00B2418D"/>
    <w:pPr>
      <w:spacing w:after="60"/>
      <w:jc w:val="center"/>
    </w:pPr>
    <w:rPr>
      <w:rFonts w:ascii="Arial" w:hAnsi="Arial"/>
      <w:i/>
      <w:sz w:val="24"/>
    </w:rPr>
  </w:style>
  <w:style w:type="paragraph" w:styleId="aa">
    <w:name w:val="Signature"/>
    <w:basedOn w:val="a"/>
    <w:rsid w:val="00B2418D"/>
    <w:pPr>
      <w:ind w:left="5040"/>
      <w:jc w:val="left"/>
    </w:pPr>
  </w:style>
  <w:style w:type="paragraph" w:styleId="ab">
    <w:name w:val="Message Header"/>
    <w:basedOn w:val="a"/>
    <w:rsid w:val="00B2418D"/>
    <w:pPr>
      <w:ind w:left="1080" w:hanging="1080"/>
    </w:pPr>
    <w:rPr>
      <w:rFonts w:ascii="Arial" w:hAnsi="Arial"/>
      <w:sz w:val="24"/>
    </w:rPr>
  </w:style>
  <w:style w:type="paragraph" w:styleId="10">
    <w:name w:val="toc 1"/>
    <w:basedOn w:val="a"/>
    <w:next w:val="a"/>
    <w:semiHidden/>
    <w:rsid w:val="00B2418D"/>
    <w:pPr>
      <w:keepNext/>
      <w:tabs>
        <w:tab w:val="right" w:leader="dot" w:pos="9461"/>
      </w:tabs>
    </w:pPr>
    <w:rPr>
      <w:b/>
      <w:caps/>
      <w:sz w:val="32"/>
    </w:rPr>
  </w:style>
  <w:style w:type="paragraph" w:styleId="20">
    <w:name w:val="toc 2"/>
    <w:basedOn w:val="a"/>
    <w:next w:val="a"/>
    <w:semiHidden/>
    <w:rsid w:val="00B2418D"/>
    <w:pPr>
      <w:tabs>
        <w:tab w:val="right" w:leader="dot" w:pos="9461"/>
      </w:tabs>
      <w:ind w:left="260"/>
    </w:pPr>
    <w:rPr>
      <w:b/>
      <w:smallCaps/>
      <w:sz w:val="28"/>
    </w:rPr>
  </w:style>
  <w:style w:type="paragraph" w:styleId="30">
    <w:name w:val="toc 3"/>
    <w:basedOn w:val="a"/>
    <w:next w:val="a"/>
    <w:semiHidden/>
    <w:rsid w:val="00B2418D"/>
    <w:pPr>
      <w:tabs>
        <w:tab w:val="right" w:leader="dot" w:pos="9461"/>
      </w:tabs>
      <w:ind w:left="520"/>
    </w:pPr>
    <w:rPr>
      <w:i/>
      <w:smallCaps/>
      <w:sz w:val="28"/>
    </w:rPr>
  </w:style>
  <w:style w:type="paragraph" w:styleId="40">
    <w:name w:val="toc 4"/>
    <w:basedOn w:val="a"/>
    <w:next w:val="a"/>
    <w:semiHidden/>
    <w:rsid w:val="00B2418D"/>
    <w:pPr>
      <w:tabs>
        <w:tab w:val="right" w:leader="dot" w:pos="9461"/>
      </w:tabs>
      <w:ind w:left="780"/>
    </w:pPr>
  </w:style>
  <w:style w:type="paragraph" w:styleId="ac">
    <w:name w:val="Body Text Indent"/>
    <w:basedOn w:val="a"/>
    <w:rsid w:val="00B2418D"/>
    <w:pPr>
      <w:spacing w:before="60"/>
      <w:ind w:firstLine="720"/>
    </w:pPr>
  </w:style>
  <w:style w:type="paragraph" w:styleId="ad">
    <w:name w:val="Body Text"/>
    <w:basedOn w:val="a"/>
    <w:rsid w:val="00B2418D"/>
    <w:pPr>
      <w:spacing w:before="60"/>
    </w:pPr>
  </w:style>
  <w:style w:type="paragraph" w:styleId="ae">
    <w:name w:val="macro"/>
    <w:semiHidden/>
    <w:rsid w:val="00B2418D"/>
    <w:pPr>
      <w:tabs>
        <w:tab w:val="left" w:pos="480"/>
        <w:tab w:val="left" w:pos="960"/>
        <w:tab w:val="left" w:pos="1440"/>
        <w:tab w:val="left" w:pos="1920"/>
        <w:tab w:val="left" w:pos="2400"/>
        <w:tab w:val="left" w:pos="2880"/>
        <w:tab w:val="left" w:pos="3360"/>
        <w:tab w:val="left" w:pos="3840"/>
        <w:tab w:val="left" w:pos="4320"/>
      </w:tabs>
      <w:jc w:val="both"/>
    </w:pPr>
    <w:rPr>
      <w:rFonts w:ascii="Courier New CYR" w:hAnsi="Courier New CYR"/>
      <w:lang w:eastAsia="ru-RU"/>
    </w:rPr>
  </w:style>
  <w:style w:type="paragraph" w:customStyle="1" w:styleId="-">
    <w:name w:val="Доручення -Кому"/>
    <w:basedOn w:val="a"/>
    <w:rsid w:val="00B2418D"/>
    <w:pPr>
      <w:keepNext/>
      <w:ind w:left="4320"/>
      <w:jc w:val="left"/>
    </w:pPr>
    <w:rPr>
      <w:b/>
    </w:rPr>
  </w:style>
  <w:style w:type="paragraph" w:customStyle="1" w:styleId="-0">
    <w:name w:val="Доручення -Термін"/>
    <w:basedOn w:val="a"/>
    <w:rsid w:val="00B2418D"/>
    <w:pPr>
      <w:spacing w:before="120" w:after="360"/>
      <w:ind w:left="4680"/>
      <w:jc w:val="left"/>
    </w:pPr>
  </w:style>
  <w:style w:type="paragraph" w:customStyle="1" w:styleId="-1">
    <w:name w:val="Доручення -Зміст"/>
    <w:basedOn w:val="a"/>
    <w:rsid w:val="00B2418D"/>
    <w:pPr>
      <w:keepNext/>
      <w:spacing w:before="120"/>
    </w:pPr>
  </w:style>
  <w:style w:type="paragraph" w:styleId="11">
    <w:name w:val="index 1"/>
    <w:basedOn w:val="a"/>
    <w:next w:val="a"/>
    <w:semiHidden/>
    <w:rsid w:val="00B2418D"/>
    <w:pPr>
      <w:tabs>
        <w:tab w:val="right" w:leader="dot" w:pos="9461"/>
      </w:tabs>
      <w:ind w:left="260" w:hanging="260"/>
    </w:pPr>
  </w:style>
  <w:style w:type="paragraph" w:styleId="af">
    <w:name w:val="index heading"/>
    <w:basedOn w:val="a"/>
    <w:next w:val="11"/>
    <w:semiHidden/>
    <w:rsid w:val="00B2418D"/>
    <w:rPr>
      <w:rFonts w:ascii="Arial" w:hAnsi="Arial"/>
      <w:b/>
    </w:rPr>
  </w:style>
  <w:style w:type="character" w:styleId="af0">
    <w:name w:val="footnote reference"/>
    <w:basedOn w:val="a0"/>
    <w:semiHidden/>
    <w:rsid w:val="00B2418D"/>
    <w:rPr>
      <w:rFonts w:ascii="Times New Roman" w:hAnsi="Times New Roman"/>
      <w:vertAlign w:val="superscript"/>
    </w:rPr>
  </w:style>
  <w:style w:type="character" w:styleId="af1">
    <w:name w:val="endnote reference"/>
    <w:basedOn w:val="a0"/>
    <w:semiHidden/>
    <w:rsid w:val="00B2418D"/>
    <w:rPr>
      <w:rFonts w:ascii="Times New Roman" w:hAnsi="Times New Roman"/>
      <w:vertAlign w:val="superscript"/>
    </w:rPr>
  </w:style>
  <w:style w:type="character" w:styleId="af2">
    <w:name w:val="annotation reference"/>
    <w:basedOn w:val="a0"/>
    <w:semiHidden/>
    <w:rsid w:val="00B2418D"/>
    <w:rPr>
      <w:rFonts w:ascii="Times New Roman" w:hAnsi="Times New Roman"/>
      <w:sz w:val="16"/>
    </w:rPr>
  </w:style>
  <w:style w:type="paragraph" w:styleId="af3">
    <w:name w:val="Balloon Text"/>
    <w:basedOn w:val="a"/>
    <w:semiHidden/>
    <w:rsid w:val="00B2418D"/>
    <w:rPr>
      <w:rFonts w:ascii="Tahoma" w:hAnsi="Tahoma" w:cs="Tahoma"/>
      <w:sz w:val="16"/>
      <w:szCs w:val="16"/>
    </w:rPr>
  </w:style>
  <w:style w:type="table" w:styleId="af4">
    <w:name w:val="Table Grid"/>
    <w:basedOn w:val="a1"/>
    <w:rsid w:val="00FE760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Верхній колонтитул Знак"/>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Верхний колонтитул Знак1 Знак Знак Знак Знак Знак"/>
    <w:basedOn w:val="a0"/>
    <w:link w:val="a3"/>
    <w:rsid w:val="00A5630F"/>
    <w:rPr>
      <w:noProof/>
      <w:sz w:val="26"/>
      <w:lang w:val="uk-UA" w:eastAsia="ru-RU" w:bidi="ar-SA"/>
    </w:rPr>
  </w:style>
  <w:style w:type="character" w:customStyle="1" w:styleId="21">
    <w:name w:val="Верхний колонтитул Знак Знак2"/>
    <w:aliases w:val="Верхний колонтитул Знак1 Знак Знак2,Верхний колонтитул Знак Знак Знак Знак2,Верхний колонтитул Знак1 Знак Знак Знак2 Знак1,Верхний колонтитул Знак Знак Знак Знак Знак Знак1,Верхний колонтитул Знак Знак1"/>
    <w:basedOn w:val="a0"/>
    <w:rsid w:val="00983B5B"/>
    <w:rPr>
      <w:sz w:val="26"/>
      <w:lang w:val="ru-RU" w:eastAsia="uk-UA" w:bidi="ar-SA"/>
    </w:rPr>
  </w:style>
  <w:style w:type="character" w:customStyle="1" w:styleId="af5">
    <w:name w:val="Верхний колонтитул Знак Знак Знак Знак Знак Знак Знак"/>
    <w:basedOn w:val="a0"/>
    <w:rsid w:val="002D2770"/>
    <w:rPr>
      <w:noProof/>
      <w:sz w:val="26"/>
      <w:lang w:val="uk-UA" w:eastAsia="ru-RU" w:bidi="ar-SA"/>
    </w:rPr>
  </w:style>
  <w:style w:type="character" w:customStyle="1" w:styleId="12">
    <w:name w:val="Верхний колонтитул Знак1 Знак2"/>
    <w:aliases w:val="Верхний колонтитул Знак Знак Знак2,Верхний колонтитул Знак1 Знак2 Знак Знак,Верхний колонтитул Знак Знак Знак2 Знак Знак,Верхний колонтитул Знак2 Знак Знак Знак Знак Знак"/>
    <w:basedOn w:val="a0"/>
    <w:rsid w:val="00BE5938"/>
    <w:rPr>
      <w:sz w:val="26"/>
      <w:lang w:val="ru-RU" w:eastAsia="uk-UA" w:bidi="ar-SA"/>
    </w:rPr>
  </w:style>
  <w:style w:type="character" w:customStyle="1" w:styleId="13">
    <w:name w:val="Верхний колонтитул Знак1 Знак Знак Знак Знак Знак Знак"/>
    <w:basedOn w:val="a0"/>
    <w:rsid w:val="004A329D"/>
    <w:rPr>
      <w:noProof/>
      <w:sz w:val="26"/>
      <w:lang w:val="uk-UA" w:eastAsia="ru-RU" w:bidi="ar-SA"/>
    </w:rPr>
  </w:style>
  <w:style w:type="paragraph" w:customStyle="1" w:styleId="af6">
    <w:name w:val="Знак Знак Знак Знак Знак Знак"/>
    <w:basedOn w:val="a"/>
    <w:rsid w:val="005C26D8"/>
    <w:pPr>
      <w:jc w:val="left"/>
    </w:pPr>
    <w:rPr>
      <w:rFonts w:ascii="Verdana" w:hAnsi="Verdana" w:cs="Verdana"/>
      <w:noProof w:val="0"/>
      <w:sz w:val="20"/>
      <w:lang w:val="en-US" w:eastAsia="en-US"/>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2961"/>
    <w:pPr>
      <w:jc w:val="left"/>
    </w:pPr>
    <w:rPr>
      <w:rFonts w:ascii="Verdana" w:hAnsi="Verdana" w:cs="Verdana"/>
      <w:noProof w:val="0"/>
      <w:sz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D31C45"/>
    <w:pPr>
      <w:jc w:val="left"/>
    </w:pPr>
    <w:rPr>
      <w:rFonts w:ascii="Verdana" w:hAnsi="Verdana" w:cs="Verdana"/>
      <w:noProof w:val="0"/>
      <w:sz w:val="20"/>
      <w:lang w:val="en-US" w:eastAsia="en-US"/>
    </w:rPr>
  </w:style>
  <w:style w:type="paragraph" w:customStyle="1" w:styleId="110">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w:basedOn w:val="a"/>
    <w:rsid w:val="00A63C73"/>
    <w:pPr>
      <w:jc w:val="left"/>
    </w:pPr>
    <w:rPr>
      <w:rFonts w:ascii="Verdana" w:hAnsi="Verdana" w:cs="Verdana"/>
      <w:noProof w:val="0"/>
      <w:sz w:val="20"/>
      <w:lang w:val="en-US" w:eastAsia="en-US"/>
    </w:rPr>
  </w:style>
  <w:style w:type="paragraph" w:customStyle="1" w:styleId="16">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C2779"/>
    <w:pPr>
      <w:jc w:val="left"/>
    </w:pPr>
    <w:rPr>
      <w:rFonts w:ascii="Verdana" w:hAnsi="Verdana" w:cs="Verdana"/>
      <w:noProof w:val="0"/>
      <w:sz w:val="20"/>
      <w:lang w:val="en-US" w:eastAsia="en-US"/>
    </w:rPr>
  </w:style>
  <w:style w:type="paragraph" w:customStyle="1" w:styleId="af7">
    <w:name w:val="Знак Знак Знак Знак Знак Знак Знак"/>
    <w:basedOn w:val="a"/>
    <w:rsid w:val="00BC6E28"/>
    <w:pPr>
      <w:jc w:val="left"/>
    </w:pPr>
    <w:rPr>
      <w:rFonts w:ascii="Verdana" w:hAnsi="Verdana" w:cs="Verdana"/>
      <w:noProof w:val="0"/>
      <w:sz w:val="20"/>
      <w:lang w:val="en-US" w:eastAsia="en-US"/>
    </w:rPr>
  </w:style>
  <w:style w:type="paragraph" w:customStyle="1" w:styleId="111">
    <w:name w:val="Знак Знак1 Знак1"/>
    <w:basedOn w:val="a"/>
    <w:rsid w:val="0007168E"/>
    <w:pPr>
      <w:jc w:val="left"/>
    </w:pPr>
    <w:rPr>
      <w:rFonts w:ascii="Verdana" w:hAnsi="Verdana" w:cs="Verdana"/>
      <w:noProof w:val="0"/>
      <w:sz w:val="20"/>
      <w:lang w:val="en-US" w:eastAsia="en-US"/>
    </w:rPr>
  </w:style>
  <w:style w:type="paragraph" w:customStyle="1" w:styleId="112">
    <w:name w:val="Знак Знак1 Знак1 Знак Знак Знак Знак Знак Знак Знак Знак Знак Знак Знак Знак Знак Знак Знак Знак Знак Знак"/>
    <w:basedOn w:val="a"/>
    <w:rsid w:val="008A5189"/>
    <w:pPr>
      <w:jc w:val="left"/>
    </w:pPr>
    <w:rPr>
      <w:rFonts w:ascii="Verdana" w:hAnsi="Verdana" w:cs="Verdana"/>
      <w:noProof w:val="0"/>
      <w:sz w:val="20"/>
      <w:lang w:val="en-US" w:eastAsia="en-US"/>
    </w:rPr>
  </w:style>
  <w:style w:type="paragraph" w:customStyle="1" w:styleId="113">
    <w:name w:val="Знак Знак1 Знак1 Знак Знак Знак Знак Знак Знак Знак Знак Знак Знак Знак Знак Знак Знак Знак"/>
    <w:basedOn w:val="a"/>
    <w:rsid w:val="0025012D"/>
    <w:pPr>
      <w:jc w:val="left"/>
    </w:pPr>
    <w:rPr>
      <w:rFonts w:ascii="Verdana" w:hAnsi="Verdana" w:cs="Verdana"/>
      <w:noProof w:val="0"/>
      <w:sz w:val="20"/>
      <w:lang w:val="en-US" w:eastAsia="en-US"/>
    </w:rPr>
  </w:style>
  <w:style w:type="paragraph" w:customStyle="1" w:styleId="17">
    <w:name w:val="Звичайний1"/>
    <w:rsid w:val="00894B5A"/>
    <w:rPr>
      <w:sz w:val="26"/>
      <w:lang w:eastAsia="ru-RU"/>
    </w:rPr>
  </w:style>
  <w:style w:type="paragraph" w:customStyle="1" w:styleId="18">
    <w:name w:val="Знак Знак Знак Знак Знак Знак1 Знак Знак Знак"/>
    <w:basedOn w:val="a"/>
    <w:rsid w:val="00DD7630"/>
    <w:pPr>
      <w:jc w:val="left"/>
    </w:pPr>
    <w:rPr>
      <w:rFonts w:ascii="Verdana" w:hAnsi="Verdana" w:cs="Verdana"/>
      <w:noProof w:val="0"/>
      <w:sz w:val="20"/>
      <w:lang w:val="en-US" w:eastAsia="en-US"/>
    </w:rPr>
  </w:style>
  <w:style w:type="character" w:customStyle="1" w:styleId="19">
    <w:name w:val="Верхний колонтитул Знак Знак Знак Знак Знак Знак Знак1"/>
    <w:basedOn w:val="a0"/>
    <w:rsid w:val="00935887"/>
    <w:rPr>
      <w:noProof/>
      <w:sz w:val="26"/>
      <w:lang w:val="uk-UA" w:eastAsia="ru-RU" w:bidi="ar-SA"/>
    </w:rPr>
  </w:style>
  <w:style w:type="paragraph" w:customStyle="1" w:styleId="114">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5C5214"/>
    <w:pPr>
      <w:jc w:val="left"/>
    </w:pPr>
    <w:rPr>
      <w:rFonts w:ascii="Verdana" w:hAnsi="Verdana" w:cs="Verdana"/>
      <w:noProof w:val="0"/>
      <w:sz w:val="20"/>
      <w:lang w:val="en-US" w:eastAsia="en-US"/>
    </w:rPr>
  </w:style>
  <w:style w:type="character" w:customStyle="1" w:styleId="115">
    <w:name w:val="Верхний колонтитул Знак1 Знак Знак Знак Знак Знак Знак1"/>
    <w:basedOn w:val="a0"/>
    <w:rsid w:val="00861283"/>
    <w:rPr>
      <w:noProof/>
      <w:sz w:val="26"/>
      <w:lang w:val="uk-UA" w:eastAsia="ru-RU" w:bidi="ar-SA"/>
    </w:rPr>
  </w:style>
  <w:style w:type="paragraph" w:customStyle="1" w:styleId="22">
    <w:name w:val="Знак Знак2"/>
    <w:basedOn w:val="a"/>
    <w:rsid w:val="00861283"/>
    <w:pPr>
      <w:jc w:val="left"/>
    </w:pPr>
    <w:rPr>
      <w:rFonts w:ascii="Verdana" w:hAnsi="Verdana" w:cs="Verdana"/>
      <w:noProof w:val="0"/>
      <w:sz w:val="20"/>
      <w:lang w:val="en-US" w:eastAsia="en-US"/>
    </w:rPr>
  </w:style>
  <w:style w:type="paragraph" w:customStyle="1" w:styleId="af8">
    <w:name w:val="Знак Знак Знак Знак Знак"/>
    <w:basedOn w:val="a"/>
    <w:rsid w:val="00933600"/>
    <w:pPr>
      <w:jc w:val="left"/>
    </w:pPr>
    <w:rPr>
      <w:rFonts w:ascii="Verdana" w:hAnsi="Verdana" w:cs="Verdana"/>
      <w:noProof w:val="0"/>
      <w:sz w:val="20"/>
      <w:lang w:val="en-US" w:eastAsia="en-US"/>
    </w:rPr>
  </w:style>
  <w:style w:type="character" w:customStyle="1" w:styleId="1a">
    <w:name w:val="Знак1"/>
    <w:basedOn w:val="a0"/>
    <w:rsid w:val="00557F52"/>
    <w:rPr>
      <w:lang w:eastAsia="ru-RU"/>
    </w:rPr>
  </w:style>
  <w:style w:type="paragraph" w:customStyle="1" w:styleId="1b">
    <w:name w:val="Знак Знак Знак Знак Знак Знак1 Знак Знак Знак Знак Знак"/>
    <w:basedOn w:val="a"/>
    <w:rsid w:val="00557F52"/>
    <w:pPr>
      <w:jc w:val="left"/>
    </w:pPr>
    <w:rPr>
      <w:rFonts w:ascii="Verdana" w:hAnsi="Verdana" w:cs="Verdana"/>
      <w:noProof w:val="0"/>
      <w:sz w:val="20"/>
      <w:lang w:val="en-US" w:eastAsia="en-US"/>
    </w:rPr>
  </w:style>
  <w:style w:type="character" w:customStyle="1" w:styleId="120">
    <w:name w:val="Верхний колонтитул Знак1 Знак Знак Знак Знак Знак Знак2"/>
    <w:basedOn w:val="a0"/>
    <w:rsid w:val="00C22158"/>
    <w:rPr>
      <w:noProof/>
      <w:sz w:val="26"/>
      <w:lang w:val="uk-UA" w:eastAsia="ru-RU" w:bidi="ar-SA"/>
    </w:rPr>
  </w:style>
  <w:style w:type="paragraph" w:customStyle="1" w:styleId="1c">
    <w:name w:val="Знак Знак Знак Знак Знак Знак1"/>
    <w:basedOn w:val="a"/>
    <w:rsid w:val="00300AFF"/>
    <w:pPr>
      <w:jc w:val="left"/>
    </w:pPr>
    <w:rPr>
      <w:rFonts w:ascii="Verdana" w:hAnsi="Verdana" w:cs="Verdana"/>
      <w:noProof w:val="0"/>
      <w:sz w:val="20"/>
      <w:lang w:val="en-US" w:eastAsia="en-US"/>
    </w:rPr>
  </w:style>
  <w:style w:type="paragraph" w:customStyle="1" w:styleId="116">
    <w:name w:val="Знак Знак Знак Знак Знак Знак1 Знак Знак Знак1"/>
    <w:basedOn w:val="a"/>
    <w:rsid w:val="0037312B"/>
    <w:pPr>
      <w:jc w:val="left"/>
    </w:pPr>
    <w:rPr>
      <w:rFonts w:ascii="Verdana" w:hAnsi="Verdana" w:cs="Verdana"/>
      <w:noProof w:val="0"/>
      <w:sz w:val="20"/>
      <w:lang w:val="en-US" w:eastAsia="en-US"/>
    </w:rPr>
  </w:style>
  <w:style w:type="paragraph" w:customStyle="1" w:styleId="af9">
    <w:name w:val="Знак Знак Знак Знак Знак Знак Знак Знак"/>
    <w:basedOn w:val="a"/>
    <w:rsid w:val="005E22CF"/>
    <w:pPr>
      <w:jc w:val="left"/>
    </w:pPr>
    <w:rPr>
      <w:rFonts w:ascii="Verdana" w:hAnsi="Verdana" w:cs="Verdana"/>
      <w:noProof w:val="0"/>
      <w:sz w:val="20"/>
      <w:lang w:val="en-US" w:eastAsia="en-US"/>
    </w:rPr>
  </w:style>
  <w:style w:type="paragraph" w:customStyle="1" w:styleId="117">
    <w:name w:val="Знак Знак Знак Знак Знак Знак1 Знак Знак Знак1 Знак Знак"/>
    <w:basedOn w:val="a"/>
    <w:rsid w:val="000D6648"/>
    <w:pPr>
      <w:jc w:val="left"/>
    </w:pPr>
    <w:rPr>
      <w:rFonts w:ascii="Verdana" w:hAnsi="Verdana" w:cs="Verdana"/>
      <w:noProof w:val="0"/>
      <w:sz w:val="20"/>
      <w:lang w:val="en-US" w:eastAsia="en-US"/>
    </w:rPr>
  </w:style>
  <w:style w:type="character" w:customStyle="1" w:styleId="118">
    <w:name w:val="Верхний колонтитул Знак1 Знак1"/>
    <w:aliases w:val="Верхний колонтитул Знак Знак Знак1,Верхний колонтитул Знак1 Знак Знак Знак1,Верхний колонтитул Знак Знак Знак Знак Знак1,Верхний колонтитул Знак1 Знак Знак Знак Знак Знак1"/>
    <w:basedOn w:val="a0"/>
    <w:rsid w:val="00253715"/>
    <w:rPr>
      <w:noProof/>
      <w:sz w:val="26"/>
      <w:lang w:val="uk-UA" w:eastAsia="ru-RU" w:bidi="ar-SA"/>
    </w:rPr>
  </w:style>
  <w:style w:type="character" w:customStyle="1" w:styleId="31">
    <w:name w:val="Верхний колонтитул Знак Знак3"/>
    <w:aliases w:val="Верхний колонтитул Знак1 Знак Знак1,Верхний колонтитул Знак Знак Знак Знак1,Верхний колонтитул Знак1 Знак Знак Знак Знак1,Верхний колонтитул Знак Знак Знак Знак Знак Знак2"/>
    <w:basedOn w:val="a0"/>
    <w:rsid w:val="00253715"/>
    <w:rPr>
      <w:noProof/>
      <w:sz w:val="26"/>
      <w:lang w:val="uk-UA" w:eastAsia="ru-RU" w:bidi="ar-SA"/>
    </w:rPr>
  </w:style>
  <w:style w:type="paragraph" w:customStyle="1" w:styleId="1d">
    <w:name w:val="Знак1 Знак Знак Знак Знак Знак Знак Знак Знак Знак"/>
    <w:basedOn w:val="a"/>
    <w:rsid w:val="0061727C"/>
    <w:pPr>
      <w:jc w:val="left"/>
    </w:pPr>
    <w:rPr>
      <w:rFonts w:ascii="Verdana" w:hAnsi="Verdana" w:cs="Verdana"/>
      <w:noProof w:val="0"/>
      <w:sz w:val="20"/>
      <w:lang w:val="en-US" w:eastAsia="en-US"/>
    </w:rPr>
  </w:style>
  <w:style w:type="character" w:styleId="afa">
    <w:name w:val="Strong"/>
    <w:basedOn w:val="a0"/>
    <w:uiPriority w:val="22"/>
    <w:qFormat/>
    <w:rsid w:val="00D22B84"/>
    <w:rPr>
      <w:b/>
      <w:bCs/>
    </w:rPr>
  </w:style>
  <w:style w:type="paragraph" w:customStyle="1" w:styleId="normal">
    <w:name w:val="normal"/>
    <w:rsid w:val="00F56865"/>
    <w:rPr>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348021420">
      <w:bodyDiv w:val="1"/>
      <w:marLeft w:val="0"/>
      <w:marRight w:val="0"/>
      <w:marTop w:val="0"/>
      <w:marBottom w:val="0"/>
      <w:divBdr>
        <w:top w:val="none" w:sz="0" w:space="0" w:color="auto"/>
        <w:left w:val="none" w:sz="0" w:space="0" w:color="auto"/>
        <w:bottom w:val="none" w:sz="0" w:space="0" w:color="auto"/>
        <w:right w:val="none" w:sz="0" w:space="0" w:color="auto"/>
      </w:divBdr>
    </w:div>
    <w:div w:id="379550374">
      <w:bodyDiv w:val="1"/>
      <w:marLeft w:val="0"/>
      <w:marRight w:val="0"/>
      <w:marTop w:val="0"/>
      <w:marBottom w:val="0"/>
      <w:divBdr>
        <w:top w:val="none" w:sz="0" w:space="0" w:color="auto"/>
        <w:left w:val="none" w:sz="0" w:space="0" w:color="auto"/>
        <w:bottom w:val="none" w:sz="0" w:space="0" w:color="auto"/>
        <w:right w:val="none" w:sz="0" w:space="0" w:color="auto"/>
      </w:divBdr>
    </w:div>
    <w:div w:id="436601509">
      <w:bodyDiv w:val="1"/>
      <w:marLeft w:val="0"/>
      <w:marRight w:val="0"/>
      <w:marTop w:val="0"/>
      <w:marBottom w:val="0"/>
      <w:divBdr>
        <w:top w:val="none" w:sz="0" w:space="0" w:color="auto"/>
        <w:left w:val="none" w:sz="0" w:space="0" w:color="auto"/>
        <w:bottom w:val="none" w:sz="0" w:space="0" w:color="auto"/>
        <w:right w:val="none" w:sz="0" w:space="0" w:color="auto"/>
      </w:divBdr>
    </w:div>
    <w:div w:id="532113853">
      <w:bodyDiv w:val="1"/>
      <w:marLeft w:val="0"/>
      <w:marRight w:val="0"/>
      <w:marTop w:val="0"/>
      <w:marBottom w:val="0"/>
      <w:divBdr>
        <w:top w:val="none" w:sz="0" w:space="0" w:color="auto"/>
        <w:left w:val="none" w:sz="0" w:space="0" w:color="auto"/>
        <w:bottom w:val="none" w:sz="0" w:space="0" w:color="auto"/>
        <w:right w:val="none" w:sz="0" w:space="0" w:color="auto"/>
      </w:divBdr>
    </w:div>
    <w:div w:id="791823304">
      <w:bodyDiv w:val="1"/>
      <w:marLeft w:val="0"/>
      <w:marRight w:val="0"/>
      <w:marTop w:val="0"/>
      <w:marBottom w:val="0"/>
      <w:divBdr>
        <w:top w:val="none" w:sz="0" w:space="0" w:color="auto"/>
        <w:left w:val="none" w:sz="0" w:space="0" w:color="auto"/>
        <w:bottom w:val="none" w:sz="0" w:space="0" w:color="auto"/>
        <w:right w:val="none" w:sz="0" w:space="0" w:color="auto"/>
      </w:divBdr>
    </w:div>
    <w:div w:id="1032074498">
      <w:bodyDiv w:val="1"/>
      <w:marLeft w:val="0"/>
      <w:marRight w:val="0"/>
      <w:marTop w:val="0"/>
      <w:marBottom w:val="0"/>
      <w:divBdr>
        <w:top w:val="none" w:sz="0" w:space="0" w:color="auto"/>
        <w:left w:val="none" w:sz="0" w:space="0" w:color="auto"/>
        <w:bottom w:val="none" w:sz="0" w:space="0" w:color="auto"/>
        <w:right w:val="none" w:sz="0" w:space="0" w:color="auto"/>
      </w:divBdr>
    </w:div>
    <w:div w:id="1386181662">
      <w:bodyDiv w:val="1"/>
      <w:marLeft w:val="0"/>
      <w:marRight w:val="0"/>
      <w:marTop w:val="0"/>
      <w:marBottom w:val="0"/>
      <w:divBdr>
        <w:top w:val="none" w:sz="0" w:space="0" w:color="auto"/>
        <w:left w:val="none" w:sz="0" w:space="0" w:color="auto"/>
        <w:bottom w:val="none" w:sz="0" w:space="0" w:color="auto"/>
        <w:right w:val="none" w:sz="0" w:space="0" w:color="auto"/>
      </w:divBdr>
    </w:div>
    <w:div w:id="1630936798">
      <w:bodyDiv w:val="1"/>
      <w:marLeft w:val="0"/>
      <w:marRight w:val="0"/>
      <w:marTop w:val="0"/>
      <w:marBottom w:val="0"/>
      <w:divBdr>
        <w:top w:val="none" w:sz="0" w:space="0" w:color="auto"/>
        <w:left w:val="none" w:sz="0" w:space="0" w:color="auto"/>
        <w:bottom w:val="none" w:sz="0" w:space="0" w:color="auto"/>
        <w:right w:val="none" w:sz="0" w:space="0" w:color="auto"/>
      </w:divBdr>
    </w:div>
    <w:div w:id="210903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Blanky\bl-rozpor.dot"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bl-rozpor</Template>
  <TotalTime>2</TotalTime>
  <Pages>1</Pages>
  <Words>552</Words>
  <Characters>315</Characters>
  <Application>Microsoft Office Word</Application>
  <DocSecurity>0</DocSecurity>
  <Lines>2</Lines>
  <Paragraphs>1</Paragraphs>
  <ScaleCrop>false</ScaleCrop>
  <HeadingPairs>
    <vt:vector size="2" baseType="variant">
      <vt:variant>
        <vt:lpstr>Назва</vt:lpstr>
      </vt:variant>
      <vt:variant>
        <vt:i4>1</vt:i4>
      </vt:variant>
    </vt:vector>
  </HeadingPairs>
  <TitlesOfParts>
    <vt:vector size="1" baseType="lpstr">
      <vt:lpstr>Про нагородження Почесною Грамотою облдержадміністрації</vt:lpstr>
    </vt:vector>
  </TitlesOfParts>
  <Company>LSA</Company>
  <LinksUpToDate>false</LinksUpToDate>
  <CharactersWithSpaces>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нагородження Почесною Грамотою облдержадміністрації</dc:title>
  <dc:creator>info2</dc:creator>
  <cp:lastModifiedBy>Галина Жуковська</cp:lastModifiedBy>
  <cp:revision>3</cp:revision>
  <cp:lastPrinted>2016-12-16T13:33:00Z</cp:lastPrinted>
  <dcterms:created xsi:type="dcterms:W3CDTF">2016-12-19T10:10:00Z</dcterms:created>
  <dcterms:modified xsi:type="dcterms:W3CDTF">2016-12-19T10:13:00Z</dcterms:modified>
</cp:coreProperties>
</file>