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883" w:rsidRDefault="00AD5883" w:rsidP="00AD5883">
      <w:pPr>
        <w:pStyle w:val="normal0"/>
        <w:tabs>
          <w:tab w:val="num" w:pos="432"/>
          <w:tab w:val="left" w:pos="1350"/>
        </w:tabs>
        <w:ind w:left="432" w:right="-185" w:hanging="432"/>
        <w:rPr>
          <w:b/>
          <w:bCs/>
          <w:caps/>
          <w:color w:val="2F6FFF"/>
          <w:spacing w:val="-10"/>
          <w:sz w:val="28"/>
          <w:szCs w:val="28"/>
        </w:rPr>
      </w:pPr>
      <w:r>
        <w:rPr>
          <w:noProof/>
          <w:color w:val="6EA8FE"/>
          <w:sz w:val="28"/>
          <w:szCs w:val="28"/>
          <w:lang w:eastAsia="uk-UA"/>
        </w:rPr>
        <w:t xml:space="preserve">                                                               </w:t>
      </w:r>
      <w:r>
        <w:rPr>
          <w:noProof/>
          <w:color w:val="6EA8FE"/>
          <w:sz w:val="28"/>
          <w:szCs w:val="28"/>
          <w:lang w:eastAsia="uk-UA"/>
        </w:rPr>
        <w:drawing>
          <wp:inline distT="0" distB="0" distL="0" distR="0">
            <wp:extent cx="466090" cy="55181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090" cy="551815"/>
                    </a:xfrm>
                    <a:prstGeom prst="rect">
                      <a:avLst/>
                    </a:prstGeom>
                    <a:solidFill>
                      <a:srgbClr val="FFFFFF"/>
                    </a:solidFill>
                    <a:ln w="9525">
                      <a:noFill/>
                      <a:miter lim="800000"/>
                      <a:headEnd/>
                      <a:tailEnd/>
                    </a:ln>
                  </pic:spPr>
                </pic:pic>
              </a:graphicData>
            </a:graphic>
          </wp:inline>
        </w:drawing>
      </w:r>
    </w:p>
    <w:p w:rsidR="00AD5883" w:rsidRDefault="00AD5883" w:rsidP="00AD5883">
      <w:pPr>
        <w:tabs>
          <w:tab w:val="num" w:pos="432"/>
        </w:tabs>
        <w:spacing w:before="120"/>
        <w:ind w:left="432" w:hanging="432"/>
        <w:jc w:val="center"/>
        <w:rPr>
          <w:b/>
          <w:bCs/>
          <w:caps/>
          <w:color w:val="2F6FFF"/>
          <w:spacing w:val="90"/>
          <w:sz w:val="28"/>
          <w:szCs w:val="28"/>
        </w:rPr>
      </w:pPr>
      <w:r>
        <w:rPr>
          <w:b/>
          <w:bCs/>
          <w:caps/>
          <w:color w:val="2F6FFF"/>
          <w:spacing w:val="-10"/>
          <w:sz w:val="28"/>
        </w:rPr>
        <w:t>ЛЬВІВСЬКА ОБЛАСНА ДЕРЖАВНА АДМІНІСТРАЦІЯ</w:t>
      </w:r>
    </w:p>
    <w:p w:rsidR="00AD5883" w:rsidRDefault="00AD5883" w:rsidP="00AD5883">
      <w:pPr>
        <w:tabs>
          <w:tab w:val="num" w:pos="432"/>
        </w:tabs>
        <w:spacing w:before="120"/>
        <w:ind w:left="432" w:hanging="432"/>
        <w:jc w:val="center"/>
        <w:rPr>
          <w:color w:val="2F6FFF"/>
          <w:sz w:val="28"/>
          <w:szCs w:val="22"/>
        </w:rPr>
      </w:pPr>
      <w:r>
        <w:rPr>
          <w:b/>
          <w:bCs/>
          <w:caps/>
          <w:color w:val="2F6FFF"/>
          <w:spacing w:val="90"/>
          <w:sz w:val="28"/>
        </w:rPr>
        <w:t xml:space="preserve">  РоЗПОРЯДЖЕННЯ</w:t>
      </w:r>
    </w:p>
    <w:p w:rsidR="00AD5883" w:rsidRDefault="00AD5883" w:rsidP="00AD5883">
      <w:pPr>
        <w:tabs>
          <w:tab w:val="num" w:pos="432"/>
        </w:tabs>
        <w:spacing w:before="120"/>
        <w:ind w:left="432" w:hanging="432"/>
        <w:rPr>
          <w:color w:val="2F6FFF"/>
          <w:sz w:val="28"/>
          <w:szCs w:val="24"/>
        </w:rPr>
      </w:pPr>
      <w:r w:rsidRPr="00AD5883">
        <w:rPr>
          <w:color w:val="2F6FFF"/>
          <w:sz w:val="28"/>
          <w:lang w:val="ru-RU"/>
        </w:rPr>
        <w:t>13</w:t>
      </w:r>
      <w:r>
        <w:rPr>
          <w:color w:val="2F6FFF"/>
          <w:sz w:val="28"/>
        </w:rPr>
        <w:t xml:space="preserve"> березня 201</w:t>
      </w:r>
      <w:r>
        <w:rPr>
          <w:color w:val="2F6FFF"/>
          <w:sz w:val="28"/>
          <w:lang w:val="ru-RU"/>
        </w:rPr>
        <w:t>7</w:t>
      </w:r>
      <w:r>
        <w:rPr>
          <w:color w:val="2F6FFF"/>
          <w:sz w:val="28"/>
        </w:rPr>
        <w:t xml:space="preserve"> року</w:t>
      </w:r>
      <w:r>
        <w:rPr>
          <w:color w:val="2F6FFF"/>
          <w:sz w:val="28"/>
        </w:rPr>
        <w:tab/>
        <w:t xml:space="preserve">             </w:t>
      </w:r>
      <w:r>
        <w:rPr>
          <w:color w:val="2F6FFF"/>
          <w:sz w:val="28"/>
        </w:rPr>
        <w:tab/>
        <w:t xml:space="preserve">                                              № 1</w:t>
      </w:r>
      <w:r w:rsidRPr="00AD5883">
        <w:rPr>
          <w:color w:val="2F6FFF"/>
          <w:sz w:val="28"/>
          <w:lang w:val="ru-RU"/>
        </w:rPr>
        <w:t>81</w:t>
      </w:r>
      <w:r>
        <w:rPr>
          <w:color w:val="2F6FFF"/>
          <w:sz w:val="28"/>
        </w:rPr>
        <w:t>/0/5-17</w:t>
      </w:r>
    </w:p>
    <w:p w:rsidR="00AD5883" w:rsidRPr="00AD5883" w:rsidRDefault="00AD5883" w:rsidP="00AD5883">
      <w:pPr>
        <w:tabs>
          <w:tab w:val="num" w:pos="432"/>
        </w:tabs>
        <w:spacing w:before="120"/>
        <w:ind w:left="432" w:hanging="432"/>
        <w:rPr>
          <w:color w:val="2F6FFF"/>
          <w:sz w:val="28"/>
          <w:szCs w:val="24"/>
        </w:rPr>
      </w:pPr>
    </w:p>
    <w:p w:rsidR="00C0394A" w:rsidRDefault="00C0394A" w:rsidP="00F430AC">
      <w:pPr>
        <w:pStyle w:val="a3"/>
        <w:tabs>
          <w:tab w:val="left" w:pos="708"/>
        </w:tabs>
        <w:ind w:firstLine="425"/>
        <w:rPr>
          <w:sz w:val="28"/>
        </w:rPr>
      </w:pPr>
    </w:p>
    <w:p w:rsidR="00793CBD" w:rsidRDefault="00793CBD"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5A338E" w:rsidRDefault="005A338E" w:rsidP="000B21C9">
      <w:pPr>
        <w:pStyle w:val="a3"/>
        <w:tabs>
          <w:tab w:val="left" w:pos="708"/>
        </w:tabs>
        <w:ind w:firstLine="567"/>
        <w:rPr>
          <w:sz w:val="28"/>
        </w:rPr>
      </w:pPr>
    </w:p>
    <w:p w:rsidR="00C0394A" w:rsidRPr="00F73F86" w:rsidRDefault="00C0394A" w:rsidP="00C0394A">
      <w:pPr>
        <w:spacing w:line="288" w:lineRule="auto"/>
        <w:rPr>
          <w:b/>
          <w:i/>
          <w:noProof w:val="0"/>
          <w:sz w:val="28"/>
          <w:szCs w:val="28"/>
        </w:rPr>
      </w:pPr>
      <w:r w:rsidRPr="00F73F86">
        <w:rPr>
          <w:b/>
          <w:i/>
          <w:noProof w:val="0"/>
          <w:sz w:val="28"/>
          <w:szCs w:val="28"/>
        </w:rPr>
        <w:t>Про нагородження</w:t>
      </w:r>
      <w:r>
        <w:rPr>
          <w:b/>
          <w:i/>
          <w:noProof w:val="0"/>
          <w:sz w:val="28"/>
          <w:szCs w:val="28"/>
        </w:rPr>
        <w:t xml:space="preserve"> </w:t>
      </w:r>
    </w:p>
    <w:p w:rsidR="005E34FC" w:rsidRDefault="005E34FC" w:rsidP="005E34FC">
      <w:pPr>
        <w:pStyle w:val="a3"/>
        <w:tabs>
          <w:tab w:val="left" w:pos="708"/>
        </w:tabs>
        <w:ind w:firstLine="567"/>
        <w:rPr>
          <w:sz w:val="28"/>
          <w:szCs w:val="28"/>
          <w:lang w:val="ru-RU"/>
        </w:rPr>
      </w:pPr>
    </w:p>
    <w:p w:rsidR="005E34FC" w:rsidRDefault="005E34FC" w:rsidP="005E34FC">
      <w:pPr>
        <w:pStyle w:val="a3"/>
        <w:tabs>
          <w:tab w:val="left" w:pos="708"/>
        </w:tabs>
        <w:ind w:firstLine="567"/>
        <w:rPr>
          <w:sz w:val="28"/>
          <w:szCs w:val="28"/>
          <w:lang w:val="ru-RU"/>
        </w:rPr>
      </w:pPr>
    </w:p>
    <w:p w:rsidR="005E34FC" w:rsidRPr="00AE2234" w:rsidRDefault="005E34FC" w:rsidP="005E34FC">
      <w:pPr>
        <w:pStyle w:val="a3"/>
        <w:tabs>
          <w:tab w:val="left" w:pos="708"/>
        </w:tabs>
        <w:ind w:firstLine="567"/>
        <w:rPr>
          <w:sz w:val="28"/>
          <w:szCs w:val="28"/>
        </w:rPr>
      </w:pPr>
      <w:r w:rsidRPr="00AE2234">
        <w:rPr>
          <w:sz w:val="28"/>
          <w:szCs w:val="28"/>
        </w:rPr>
        <w:t xml:space="preserve">За </w:t>
      </w:r>
      <w:r w:rsidR="00597751">
        <w:rPr>
          <w:sz w:val="28"/>
          <w:szCs w:val="28"/>
        </w:rPr>
        <w:t>вагомий особисти</w:t>
      </w:r>
      <w:r w:rsidR="004B22D2">
        <w:rPr>
          <w:sz w:val="28"/>
          <w:szCs w:val="28"/>
        </w:rPr>
        <w:t>й</w:t>
      </w:r>
      <w:r w:rsidR="00597751">
        <w:rPr>
          <w:sz w:val="28"/>
          <w:szCs w:val="28"/>
        </w:rPr>
        <w:t xml:space="preserve"> внесок у розвиток української літератури</w:t>
      </w:r>
      <w:r w:rsidR="004B22D2">
        <w:rPr>
          <w:sz w:val="28"/>
          <w:szCs w:val="28"/>
        </w:rPr>
        <w:t>,</w:t>
      </w:r>
      <w:r w:rsidR="00597751">
        <w:rPr>
          <w:sz w:val="28"/>
          <w:szCs w:val="28"/>
        </w:rPr>
        <w:t xml:space="preserve"> </w:t>
      </w:r>
      <w:r>
        <w:rPr>
          <w:sz w:val="28"/>
          <w:szCs w:val="28"/>
        </w:rPr>
        <w:t xml:space="preserve">плідну </w:t>
      </w:r>
      <w:r w:rsidR="004B22D2">
        <w:rPr>
          <w:sz w:val="28"/>
          <w:szCs w:val="28"/>
        </w:rPr>
        <w:t>перекладацьку та наукову діяльність</w:t>
      </w:r>
      <w:r w:rsidRPr="00AE2234">
        <w:rPr>
          <w:sz w:val="28"/>
          <w:szCs w:val="28"/>
        </w:rPr>
        <w:t>:</w:t>
      </w:r>
    </w:p>
    <w:p w:rsidR="005E34FC" w:rsidRDefault="005E34FC" w:rsidP="00404A40">
      <w:pPr>
        <w:pStyle w:val="a3"/>
        <w:tabs>
          <w:tab w:val="left" w:pos="708"/>
        </w:tabs>
        <w:ind w:firstLine="567"/>
        <w:rPr>
          <w:bCs/>
          <w:noProof w:val="0"/>
          <w:sz w:val="28"/>
          <w:szCs w:val="28"/>
          <w:lang w:val="ru-RU"/>
        </w:rPr>
      </w:pPr>
    </w:p>
    <w:p w:rsidR="00404A40" w:rsidRPr="00AE2234" w:rsidRDefault="00404A40" w:rsidP="00404A40">
      <w:pPr>
        <w:pStyle w:val="a3"/>
        <w:tabs>
          <w:tab w:val="left" w:pos="708"/>
        </w:tabs>
        <w:ind w:firstLine="567"/>
        <w:rPr>
          <w:bCs/>
          <w:noProof w:val="0"/>
          <w:sz w:val="28"/>
          <w:szCs w:val="28"/>
        </w:rPr>
      </w:pPr>
      <w:r w:rsidRPr="00AE2234">
        <w:rPr>
          <w:bCs/>
          <w:noProof w:val="0"/>
          <w:sz w:val="28"/>
          <w:szCs w:val="28"/>
        </w:rPr>
        <w:t>Оголосити Подяку голови облдержадміністрації:</w:t>
      </w:r>
    </w:p>
    <w:p w:rsidR="00404A40" w:rsidRPr="00AE2234" w:rsidRDefault="00404A40" w:rsidP="00404A40">
      <w:pPr>
        <w:pStyle w:val="a3"/>
        <w:tabs>
          <w:tab w:val="left" w:pos="708"/>
        </w:tabs>
        <w:ind w:firstLine="567"/>
        <w:rPr>
          <w:bCs/>
          <w:noProof w:val="0"/>
          <w:sz w:val="28"/>
          <w:szCs w:val="28"/>
        </w:rPr>
      </w:pPr>
    </w:p>
    <w:tbl>
      <w:tblPr>
        <w:tblW w:w="9486" w:type="dxa"/>
        <w:tblInd w:w="108" w:type="dxa"/>
        <w:tblLayout w:type="fixed"/>
        <w:tblLook w:val="0000"/>
      </w:tblPr>
      <w:tblGrid>
        <w:gridCol w:w="3261"/>
        <w:gridCol w:w="6225"/>
      </w:tblGrid>
      <w:tr w:rsidR="00404A40" w:rsidRPr="00AE2234" w:rsidTr="00011431">
        <w:tblPrEx>
          <w:tblCellMar>
            <w:top w:w="0" w:type="dxa"/>
            <w:bottom w:w="0" w:type="dxa"/>
          </w:tblCellMar>
        </w:tblPrEx>
        <w:tc>
          <w:tcPr>
            <w:tcW w:w="3261" w:type="dxa"/>
          </w:tcPr>
          <w:p w:rsidR="00404A40" w:rsidRPr="000D1E88" w:rsidRDefault="00332651" w:rsidP="00597751">
            <w:pPr>
              <w:pStyle w:val="ad"/>
              <w:rPr>
                <w:color w:val="000000"/>
                <w:sz w:val="28"/>
                <w:szCs w:val="28"/>
                <w:lang w:val="ru-RU"/>
              </w:rPr>
            </w:pPr>
            <w:r>
              <w:rPr>
                <w:color w:val="000000"/>
                <w:sz w:val="28"/>
                <w:szCs w:val="28"/>
                <w:lang w:val="ru-RU"/>
              </w:rPr>
              <w:t>С</w:t>
            </w:r>
            <w:r>
              <w:rPr>
                <w:color w:val="000000"/>
                <w:sz w:val="28"/>
                <w:szCs w:val="28"/>
              </w:rPr>
              <w:t>О</w:t>
            </w:r>
            <w:r w:rsidR="00597751">
              <w:rPr>
                <w:color w:val="000000"/>
                <w:sz w:val="28"/>
                <w:szCs w:val="28"/>
                <w:lang w:val="ru-RU"/>
              </w:rPr>
              <w:t>ДОМОРІ</w:t>
            </w:r>
            <w:r w:rsidR="00597751">
              <w:rPr>
                <w:color w:val="000000"/>
                <w:sz w:val="28"/>
                <w:szCs w:val="28"/>
                <w:lang w:val="ru-RU"/>
              </w:rPr>
              <w:br/>
              <w:t>Андрію Олександровичу</w:t>
            </w:r>
          </w:p>
        </w:tc>
        <w:tc>
          <w:tcPr>
            <w:tcW w:w="6225" w:type="dxa"/>
          </w:tcPr>
          <w:p w:rsidR="00404A40" w:rsidRPr="00C8293A" w:rsidRDefault="00404A40" w:rsidP="00597751">
            <w:pPr>
              <w:pStyle w:val="ad"/>
              <w:rPr>
                <w:sz w:val="28"/>
                <w:szCs w:val="28"/>
              </w:rPr>
            </w:pPr>
            <w:r>
              <w:rPr>
                <w:sz w:val="28"/>
                <w:szCs w:val="28"/>
              </w:rPr>
              <w:t>- </w:t>
            </w:r>
            <w:r w:rsidR="00597751">
              <w:rPr>
                <w:sz w:val="28"/>
                <w:szCs w:val="28"/>
              </w:rPr>
              <w:t>перекладачеві</w:t>
            </w:r>
            <w:r w:rsidR="00C808A7">
              <w:rPr>
                <w:sz w:val="28"/>
                <w:szCs w:val="28"/>
              </w:rPr>
              <w:t xml:space="preserve">, </w:t>
            </w:r>
            <w:r w:rsidR="00597751">
              <w:rPr>
                <w:sz w:val="28"/>
                <w:szCs w:val="28"/>
              </w:rPr>
              <w:t>члену Національної спілки письменників України, науковцеві</w:t>
            </w:r>
          </w:p>
        </w:tc>
      </w:tr>
    </w:tbl>
    <w:p w:rsidR="00404A40" w:rsidRPr="00F776A5" w:rsidRDefault="00404A40" w:rsidP="00B952FA">
      <w:pPr>
        <w:pStyle w:val="a3"/>
        <w:tabs>
          <w:tab w:val="clear" w:pos="4320"/>
          <w:tab w:val="clear" w:pos="8640"/>
        </w:tabs>
        <w:ind w:firstLine="567"/>
        <w:rPr>
          <w:bCs/>
          <w:noProof w:val="0"/>
          <w:sz w:val="36"/>
          <w:szCs w:val="36"/>
        </w:rPr>
      </w:pPr>
    </w:p>
    <w:p w:rsidR="003A0901" w:rsidRDefault="003A0901" w:rsidP="00B952FA">
      <w:pPr>
        <w:pStyle w:val="a3"/>
        <w:tabs>
          <w:tab w:val="clear" w:pos="4320"/>
          <w:tab w:val="clear" w:pos="8640"/>
        </w:tabs>
        <w:ind w:left="851" w:hanging="709"/>
        <w:jc w:val="left"/>
        <w:rPr>
          <w:b/>
          <w:noProof w:val="0"/>
          <w:sz w:val="28"/>
          <w:szCs w:val="28"/>
        </w:rPr>
      </w:pPr>
    </w:p>
    <w:p w:rsidR="00EC394D" w:rsidRPr="00A107B9" w:rsidRDefault="00EC394D" w:rsidP="00EC394D">
      <w:pPr>
        <w:pStyle w:val="ad"/>
        <w:ind w:firstLine="720"/>
        <w:rPr>
          <w:noProof w:val="0"/>
          <w:sz w:val="28"/>
          <w:szCs w:val="28"/>
        </w:rPr>
      </w:pPr>
      <w:r w:rsidRPr="00092FB9">
        <w:rPr>
          <w:noProof w:val="0"/>
          <w:sz w:val="28"/>
          <w:szCs w:val="28"/>
        </w:rPr>
        <w:t>Підстава</w:t>
      </w:r>
      <w:r w:rsidRPr="00FC66FE">
        <w:rPr>
          <w:noProof w:val="0"/>
          <w:sz w:val="28"/>
          <w:szCs w:val="28"/>
        </w:rPr>
        <w:t xml:space="preserve">: </w:t>
      </w:r>
      <w:r w:rsidRPr="001A21CB">
        <w:rPr>
          <w:noProof w:val="0"/>
          <w:sz w:val="28"/>
          <w:szCs w:val="28"/>
        </w:rPr>
        <w:t>лист</w:t>
      </w:r>
      <w:r w:rsidR="00294BDB" w:rsidRPr="00294BDB">
        <w:rPr>
          <w:noProof w:val="0"/>
          <w:sz w:val="28"/>
          <w:szCs w:val="28"/>
        </w:rPr>
        <w:t xml:space="preserve">-подання </w:t>
      </w:r>
      <w:r w:rsidR="005E34FC" w:rsidRPr="005E34FC">
        <w:rPr>
          <w:noProof w:val="0"/>
          <w:sz w:val="28"/>
          <w:szCs w:val="28"/>
        </w:rPr>
        <w:t>департаменту з питань культури, нац</w:t>
      </w:r>
      <w:r w:rsidR="005E34FC">
        <w:rPr>
          <w:noProof w:val="0"/>
          <w:sz w:val="28"/>
          <w:szCs w:val="28"/>
        </w:rPr>
        <w:t>і</w:t>
      </w:r>
      <w:r w:rsidR="005E34FC" w:rsidRPr="005E34FC">
        <w:rPr>
          <w:noProof w:val="0"/>
          <w:sz w:val="28"/>
          <w:szCs w:val="28"/>
        </w:rPr>
        <w:t>ональностей та релі</w:t>
      </w:r>
      <w:r w:rsidR="005E34FC">
        <w:rPr>
          <w:noProof w:val="0"/>
          <w:sz w:val="28"/>
          <w:szCs w:val="28"/>
        </w:rPr>
        <w:t>гі</w:t>
      </w:r>
      <w:r w:rsidR="005E34FC" w:rsidRPr="005E34FC">
        <w:rPr>
          <w:noProof w:val="0"/>
          <w:sz w:val="28"/>
          <w:szCs w:val="28"/>
        </w:rPr>
        <w:t>й</w:t>
      </w:r>
      <w:r w:rsidR="005E34FC">
        <w:rPr>
          <w:noProof w:val="0"/>
          <w:sz w:val="28"/>
          <w:szCs w:val="28"/>
        </w:rPr>
        <w:t xml:space="preserve"> обласної державної адміністрації </w:t>
      </w:r>
      <w:r>
        <w:rPr>
          <w:sz w:val="28"/>
          <w:szCs w:val="28"/>
        </w:rPr>
        <w:t xml:space="preserve">від </w:t>
      </w:r>
      <w:r w:rsidR="00597751">
        <w:rPr>
          <w:sz w:val="28"/>
          <w:szCs w:val="28"/>
        </w:rPr>
        <w:t>09</w:t>
      </w:r>
      <w:r w:rsidR="00697EF5">
        <w:rPr>
          <w:noProof w:val="0"/>
          <w:sz w:val="28"/>
          <w:szCs w:val="28"/>
        </w:rPr>
        <w:t>.0</w:t>
      </w:r>
      <w:r w:rsidR="00597751">
        <w:rPr>
          <w:noProof w:val="0"/>
          <w:sz w:val="28"/>
          <w:szCs w:val="28"/>
        </w:rPr>
        <w:t>3</w:t>
      </w:r>
      <w:r w:rsidR="00A107B9">
        <w:rPr>
          <w:noProof w:val="0"/>
          <w:sz w:val="28"/>
          <w:szCs w:val="28"/>
        </w:rPr>
        <w:t>.</w:t>
      </w:r>
      <w:r w:rsidR="00A107B9" w:rsidRPr="00A107B9">
        <w:rPr>
          <w:noProof w:val="0"/>
          <w:sz w:val="28"/>
          <w:szCs w:val="28"/>
        </w:rPr>
        <w:t>201</w:t>
      </w:r>
      <w:r w:rsidR="00697EF5">
        <w:rPr>
          <w:noProof w:val="0"/>
          <w:sz w:val="28"/>
          <w:szCs w:val="28"/>
        </w:rPr>
        <w:t>7</w:t>
      </w:r>
      <w:r w:rsidR="00A107B9" w:rsidRPr="00A107B9">
        <w:rPr>
          <w:noProof w:val="0"/>
          <w:sz w:val="28"/>
          <w:szCs w:val="28"/>
        </w:rPr>
        <w:t xml:space="preserve"> №</w:t>
      </w:r>
      <w:r w:rsidR="005E34FC">
        <w:rPr>
          <w:noProof w:val="0"/>
          <w:sz w:val="28"/>
          <w:szCs w:val="28"/>
        </w:rPr>
        <w:t>0</w:t>
      </w:r>
      <w:r w:rsidR="00597751">
        <w:rPr>
          <w:noProof w:val="0"/>
          <w:sz w:val="28"/>
          <w:szCs w:val="28"/>
        </w:rPr>
        <w:t>8</w:t>
      </w:r>
      <w:r w:rsidR="005E34FC">
        <w:rPr>
          <w:noProof w:val="0"/>
          <w:sz w:val="28"/>
          <w:szCs w:val="28"/>
        </w:rPr>
        <w:t>/</w:t>
      </w:r>
      <w:r w:rsidR="00597751">
        <w:rPr>
          <w:noProof w:val="0"/>
          <w:sz w:val="28"/>
          <w:szCs w:val="28"/>
        </w:rPr>
        <w:t>419</w:t>
      </w:r>
      <w:r w:rsidR="005E34FC">
        <w:rPr>
          <w:noProof w:val="0"/>
          <w:sz w:val="28"/>
          <w:szCs w:val="28"/>
        </w:rPr>
        <w:t>.</w:t>
      </w:r>
    </w:p>
    <w:p w:rsidR="00C8293A" w:rsidRDefault="00C8293A" w:rsidP="00B952FA">
      <w:pPr>
        <w:pStyle w:val="a3"/>
        <w:tabs>
          <w:tab w:val="clear" w:pos="4320"/>
          <w:tab w:val="clear" w:pos="8640"/>
        </w:tabs>
        <w:ind w:left="851" w:hanging="709"/>
        <w:jc w:val="left"/>
        <w:rPr>
          <w:b/>
          <w:noProof w:val="0"/>
          <w:sz w:val="28"/>
          <w:szCs w:val="28"/>
        </w:rPr>
      </w:pPr>
    </w:p>
    <w:p w:rsidR="00EC394D" w:rsidRDefault="00EC394D" w:rsidP="00B952FA">
      <w:pPr>
        <w:pStyle w:val="a3"/>
        <w:tabs>
          <w:tab w:val="clear" w:pos="4320"/>
          <w:tab w:val="clear" w:pos="8640"/>
        </w:tabs>
        <w:ind w:left="851" w:hanging="709"/>
        <w:jc w:val="left"/>
        <w:rPr>
          <w:b/>
          <w:noProof w:val="0"/>
          <w:sz w:val="28"/>
          <w:szCs w:val="28"/>
        </w:rPr>
      </w:pPr>
    </w:p>
    <w:p w:rsidR="00C8293A" w:rsidRDefault="00C8293A" w:rsidP="00B952FA">
      <w:pPr>
        <w:pStyle w:val="a3"/>
        <w:tabs>
          <w:tab w:val="clear" w:pos="4320"/>
          <w:tab w:val="clear" w:pos="8640"/>
        </w:tabs>
        <w:ind w:left="851" w:hanging="709"/>
        <w:jc w:val="left"/>
        <w:rPr>
          <w:b/>
          <w:noProof w:val="0"/>
          <w:sz w:val="28"/>
          <w:szCs w:val="28"/>
        </w:rPr>
      </w:pPr>
    </w:p>
    <w:p w:rsidR="00C8293A" w:rsidRPr="00430C96" w:rsidRDefault="00C8293A" w:rsidP="00C8293A">
      <w:pPr>
        <w:pStyle w:val="a3"/>
        <w:tabs>
          <w:tab w:val="left" w:pos="708"/>
        </w:tabs>
        <w:rPr>
          <w:sz w:val="28"/>
        </w:rPr>
      </w:pPr>
      <w:r>
        <w:rPr>
          <w:b/>
          <w:noProof w:val="0"/>
          <w:sz w:val="28"/>
          <w:szCs w:val="28"/>
        </w:rPr>
        <w:t>Голова</w:t>
      </w:r>
      <w:r>
        <w:rPr>
          <w:b/>
          <w:noProof w:val="0"/>
          <w:sz w:val="28"/>
          <w:szCs w:val="28"/>
        </w:rPr>
        <w:tab/>
      </w:r>
      <w:r>
        <w:rPr>
          <w:b/>
          <w:noProof w:val="0"/>
          <w:sz w:val="28"/>
          <w:szCs w:val="28"/>
        </w:rPr>
        <w:tab/>
        <w:t xml:space="preserve">                                            О.М. Синютка</w:t>
      </w:r>
    </w:p>
    <w:p w:rsidR="00C8293A" w:rsidRPr="00AE2234" w:rsidRDefault="00C8293A" w:rsidP="00B952FA">
      <w:pPr>
        <w:pStyle w:val="a3"/>
        <w:tabs>
          <w:tab w:val="clear" w:pos="4320"/>
          <w:tab w:val="clear" w:pos="8640"/>
        </w:tabs>
        <w:ind w:left="851" w:hanging="709"/>
        <w:jc w:val="left"/>
        <w:rPr>
          <w:b/>
          <w:noProof w:val="0"/>
          <w:sz w:val="28"/>
          <w:szCs w:val="28"/>
        </w:rPr>
      </w:pPr>
    </w:p>
    <w:sectPr w:rsidR="00C8293A" w:rsidRPr="00AE2234" w:rsidSect="00AD5883">
      <w:headerReference w:type="even" r:id="rId9"/>
      <w:headerReference w:type="default" r:id="rId10"/>
      <w:pgSz w:w="11909" w:h="16834" w:code="9"/>
      <w:pgMar w:top="284" w:right="851" w:bottom="284" w:left="1701" w:header="578" w:footer="57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0BB" w:rsidRDefault="002A50BB">
      <w:r>
        <w:separator/>
      </w:r>
    </w:p>
  </w:endnote>
  <w:endnote w:type="continuationSeparator" w:id="1">
    <w:p w:rsidR="002A50BB" w:rsidRDefault="002A50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EE"/>
    <w:family w:val="modern"/>
    <w:pitch w:val="fixed"/>
    <w:sig w:usb0="20000A87" w:usb1="00000000"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urier New CYR">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0BB" w:rsidRDefault="002A50BB">
      <w:r>
        <w:separator/>
      </w:r>
    </w:p>
  </w:footnote>
  <w:footnote w:type="continuationSeparator" w:id="1">
    <w:p w:rsidR="002A50BB" w:rsidRDefault="002A50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28" w:rsidRDefault="00CA4728" w:rsidP="009D72AB">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A4728" w:rsidRDefault="00CA472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28" w:rsidRDefault="00CA4728" w:rsidP="009D72AB">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rPr>
      <w:t>2</w:t>
    </w:r>
    <w:r>
      <w:rPr>
        <w:rStyle w:val="a6"/>
      </w:rPr>
      <w:fldChar w:fldCharType="end"/>
    </w:r>
  </w:p>
  <w:p w:rsidR="00CA4728" w:rsidRDefault="00CA472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A3933"/>
    <w:multiLevelType w:val="hybridMultilevel"/>
    <w:tmpl w:val="96CC95DC"/>
    <w:lvl w:ilvl="0" w:tplc="E438D41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77D437A"/>
    <w:multiLevelType w:val="hybridMultilevel"/>
    <w:tmpl w:val="355EB966"/>
    <w:lvl w:ilvl="0" w:tplc="D20CC81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A2E164F"/>
    <w:multiLevelType w:val="hybridMultilevel"/>
    <w:tmpl w:val="2424FD6A"/>
    <w:lvl w:ilvl="0" w:tplc="1800FB4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7B240D5"/>
    <w:multiLevelType w:val="hybridMultilevel"/>
    <w:tmpl w:val="A3544714"/>
    <w:lvl w:ilvl="0" w:tplc="808C19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A1D08BA"/>
    <w:multiLevelType w:val="hybridMultilevel"/>
    <w:tmpl w:val="0D76A61A"/>
    <w:lvl w:ilvl="0" w:tplc="AE52011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529C7DEA"/>
    <w:multiLevelType w:val="hybridMultilevel"/>
    <w:tmpl w:val="51F220DC"/>
    <w:lvl w:ilvl="0" w:tplc="49D4B52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54EC3BED"/>
    <w:multiLevelType w:val="hybridMultilevel"/>
    <w:tmpl w:val="3490F63C"/>
    <w:lvl w:ilvl="0" w:tplc="4D400F0A">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5AA12686"/>
    <w:multiLevelType w:val="hybridMultilevel"/>
    <w:tmpl w:val="82767158"/>
    <w:lvl w:ilvl="0" w:tplc="E90C39F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64D512B5"/>
    <w:multiLevelType w:val="hybridMultilevel"/>
    <w:tmpl w:val="BBD2FD92"/>
    <w:lvl w:ilvl="0" w:tplc="F8F4735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51B0797"/>
    <w:multiLevelType w:val="hybridMultilevel"/>
    <w:tmpl w:val="93B62D3E"/>
    <w:lvl w:ilvl="0" w:tplc="0D98EDB4">
      <w:start w:val="7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BEE4E01"/>
    <w:multiLevelType w:val="hybridMultilevel"/>
    <w:tmpl w:val="B4269ED8"/>
    <w:lvl w:ilvl="0" w:tplc="1AF487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A723965"/>
    <w:multiLevelType w:val="hybridMultilevel"/>
    <w:tmpl w:val="CAE6911A"/>
    <w:lvl w:ilvl="0" w:tplc="4A0031E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7AD879C6"/>
    <w:multiLevelType w:val="hybridMultilevel"/>
    <w:tmpl w:val="47700562"/>
    <w:lvl w:ilvl="0" w:tplc="5EFA2F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5"/>
  </w:num>
  <w:num w:numId="5">
    <w:abstractNumId w:val="4"/>
  </w:num>
  <w:num w:numId="6">
    <w:abstractNumId w:val="8"/>
  </w:num>
  <w:num w:numId="7">
    <w:abstractNumId w:val="0"/>
  </w:num>
  <w:num w:numId="8">
    <w:abstractNumId w:val="3"/>
  </w:num>
  <w:num w:numId="9">
    <w:abstractNumId w:val="1"/>
  </w:num>
  <w:num w:numId="10">
    <w:abstractNumId w:val="11"/>
  </w:num>
  <w:num w:numId="11">
    <w:abstractNumId w:val="12"/>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B111F"/>
    <w:rsid w:val="00001280"/>
    <w:rsid w:val="00001365"/>
    <w:rsid w:val="000015CD"/>
    <w:rsid w:val="00002428"/>
    <w:rsid w:val="00002991"/>
    <w:rsid w:val="00002DE6"/>
    <w:rsid w:val="00003158"/>
    <w:rsid w:val="00003398"/>
    <w:rsid w:val="000037A5"/>
    <w:rsid w:val="00004FC2"/>
    <w:rsid w:val="0000538D"/>
    <w:rsid w:val="000056E9"/>
    <w:rsid w:val="00005AE0"/>
    <w:rsid w:val="00006E9D"/>
    <w:rsid w:val="000079D4"/>
    <w:rsid w:val="00011431"/>
    <w:rsid w:val="0001169C"/>
    <w:rsid w:val="000119F5"/>
    <w:rsid w:val="00011D1F"/>
    <w:rsid w:val="00011D42"/>
    <w:rsid w:val="00011EE6"/>
    <w:rsid w:val="00012D5E"/>
    <w:rsid w:val="00013197"/>
    <w:rsid w:val="00013A1B"/>
    <w:rsid w:val="000144AC"/>
    <w:rsid w:val="00015358"/>
    <w:rsid w:val="00016A8D"/>
    <w:rsid w:val="00016FA8"/>
    <w:rsid w:val="00020511"/>
    <w:rsid w:val="00020B9E"/>
    <w:rsid w:val="00021437"/>
    <w:rsid w:val="00021C7C"/>
    <w:rsid w:val="00021D85"/>
    <w:rsid w:val="00022C2D"/>
    <w:rsid w:val="0002302C"/>
    <w:rsid w:val="00023793"/>
    <w:rsid w:val="00023827"/>
    <w:rsid w:val="0002392C"/>
    <w:rsid w:val="00024A21"/>
    <w:rsid w:val="00024EB7"/>
    <w:rsid w:val="00025232"/>
    <w:rsid w:val="00025820"/>
    <w:rsid w:val="0002651E"/>
    <w:rsid w:val="000269C0"/>
    <w:rsid w:val="0002746D"/>
    <w:rsid w:val="000300B8"/>
    <w:rsid w:val="00030E09"/>
    <w:rsid w:val="00030E9A"/>
    <w:rsid w:val="00030F1A"/>
    <w:rsid w:val="00031571"/>
    <w:rsid w:val="00031FFF"/>
    <w:rsid w:val="000323F4"/>
    <w:rsid w:val="000331EC"/>
    <w:rsid w:val="00034279"/>
    <w:rsid w:val="00035D23"/>
    <w:rsid w:val="00036C04"/>
    <w:rsid w:val="0003782F"/>
    <w:rsid w:val="000409D4"/>
    <w:rsid w:val="000413A5"/>
    <w:rsid w:val="00041584"/>
    <w:rsid w:val="00041D45"/>
    <w:rsid w:val="00041E53"/>
    <w:rsid w:val="00042428"/>
    <w:rsid w:val="00042793"/>
    <w:rsid w:val="00042E7E"/>
    <w:rsid w:val="00042ED1"/>
    <w:rsid w:val="00044854"/>
    <w:rsid w:val="00045C7F"/>
    <w:rsid w:val="00045D0B"/>
    <w:rsid w:val="000462FF"/>
    <w:rsid w:val="0004674F"/>
    <w:rsid w:val="00046C2C"/>
    <w:rsid w:val="0005034D"/>
    <w:rsid w:val="00050483"/>
    <w:rsid w:val="00050C9C"/>
    <w:rsid w:val="00050D53"/>
    <w:rsid w:val="0005117C"/>
    <w:rsid w:val="00051666"/>
    <w:rsid w:val="000528A2"/>
    <w:rsid w:val="00052B86"/>
    <w:rsid w:val="00052ECF"/>
    <w:rsid w:val="00052F59"/>
    <w:rsid w:val="00053983"/>
    <w:rsid w:val="0005438A"/>
    <w:rsid w:val="000558E2"/>
    <w:rsid w:val="00055F2A"/>
    <w:rsid w:val="0005604A"/>
    <w:rsid w:val="00056352"/>
    <w:rsid w:val="00056829"/>
    <w:rsid w:val="00056E34"/>
    <w:rsid w:val="0005744E"/>
    <w:rsid w:val="0005776F"/>
    <w:rsid w:val="00057B24"/>
    <w:rsid w:val="0006086E"/>
    <w:rsid w:val="00060AC8"/>
    <w:rsid w:val="00062F8C"/>
    <w:rsid w:val="00062F9B"/>
    <w:rsid w:val="00063426"/>
    <w:rsid w:val="000634B4"/>
    <w:rsid w:val="00063C40"/>
    <w:rsid w:val="00063EEE"/>
    <w:rsid w:val="00063F09"/>
    <w:rsid w:val="000645C9"/>
    <w:rsid w:val="00065482"/>
    <w:rsid w:val="00065E48"/>
    <w:rsid w:val="00066F77"/>
    <w:rsid w:val="000671C3"/>
    <w:rsid w:val="0006774D"/>
    <w:rsid w:val="000678E6"/>
    <w:rsid w:val="0007005B"/>
    <w:rsid w:val="0007022E"/>
    <w:rsid w:val="000711D2"/>
    <w:rsid w:val="0007168E"/>
    <w:rsid w:val="0007211D"/>
    <w:rsid w:val="000721D0"/>
    <w:rsid w:val="00072B92"/>
    <w:rsid w:val="0007358C"/>
    <w:rsid w:val="0007373E"/>
    <w:rsid w:val="00073F42"/>
    <w:rsid w:val="00074A13"/>
    <w:rsid w:val="00074BCE"/>
    <w:rsid w:val="0007557B"/>
    <w:rsid w:val="000763A2"/>
    <w:rsid w:val="0007674F"/>
    <w:rsid w:val="00076A3D"/>
    <w:rsid w:val="000772AE"/>
    <w:rsid w:val="00077CB2"/>
    <w:rsid w:val="0008003F"/>
    <w:rsid w:val="0008052B"/>
    <w:rsid w:val="00081F1E"/>
    <w:rsid w:val="00082A9D"/>
    <w:rsid w:val="00084117"/>
    <w:rsid w:val="00084176"/>
    <w:rsid w:val="00084762"/>
    <w:rsid w:val="00084AD7"/>
    <w:rsid w:val="0008555F"/>
    <w:rsid w:val="00085D2B"/>
    <w:rsid w:val="00085FDA"/>
    <w:rsid w:val="00086A03"/>
    <w:rsid w:val="000870E5"/>
    <w:rsid w:val="0009079E"/>
    <w:rsid w:val="00090873"/>
    <w:rsid w:val="00091E47"/>
    <w:rsid w:val="0009221B"/>
    <w:rsid w:val="000926DB"/>
    <w:rsid w:val="0009274E"/>
    <w:rsid w:val="00092B6C"/>
    <w:rsid w:val="00092D7F"/>
    <w:rsid w:val="00092FB9"/>
    <w:rsid w:val="00093D70"/>
    <w:rsid w:val="00094487"/>
    <w:rsid w:val="00094A7E"/>
    <w:rsid w:val="00094B17"/>
    <w:rsid w:val="00094D0C"/>
    <w:rsid w:val="00096347"/>
    <w:rsid w:val="0009652A"/>
    <w:rsid w:val="0009697E"/>
    <w:rsid w:val="000971FB"/>
    <w:rsid w:val="00097FB3"/>
    <w:rsid w:val="000A1AFD"/>
    <w:rsid w:val="000A36D4"/>
    <w:rsid w:val="000A3DBF"/>
    <w:rsid w:val="000A4557"/>
    <w:rsid w:val="000A5F94"/>
    <w:rsid w:val="000A6F9C"/>
    <w:rsid w:val="000A7078"/>
    <w:rsid w:val="000A7241"/>
    <w:rsid w:val="000B1218"/>
    <w:rsid w:val="000B13F1"/>
    <w:rsid w:val="000B1ABD"/>
    <w:rsid w:val="000B1F4D"/>
    <w:rsid w:val="000B21B6"/>
    <w:rsid w:val="000B21C9"/>
    <w:rsid w:val="000B339C"/>
    <w:rsid w:val="000B3E0C"/>
    <w:rsid w:val="000B4089"/>
    <w:rsid w:val="000B4179"/>
    <w:rsid w:val="000B4BB1"/>
    <w:rsid w:val="000B4CBA"/>
    <w:rsid w:val="000B4E2E"/>
    <w:rsid w:val="000B4E63"/>
    <w:rsid w:val="000B4F10"/>
    <w:rsid w:val="000B5114"/>
    <w:rsid w:val="000B5941"/>
    <w:rsid w:val="000B59A3"/>
    <w:rsid w:val="000B6EBE"/>
    <w:rsid w:val="000B7375"/>
    <w:rsid w:val="000C03FF"/>
    <w:rsid w:val="000C169E"/>
    <w:rsid w:val="000C2445"/>
    <w:rsid w:val="000C2546"/>
    <w:rsid w:val="000C290A"/>
    <w:rsid w:val="000C31A3"/>
    <w:rsid w:val="000C480A"/>
    <w:rsid w:val="000C4851"/>
    <w:rsid w:val="000C4FA8"/>
    <w:rsid w:val="000C665D"/>
    <w:rsid w:val="000C6BC6"/>
    <w:rsid w:val="000C765D"/>
    <w:rsid w:val="000D0408"/>
    <w:rsid w:val="000D09D9"/>
    <w:rsid w:val="000D0DFF"/>
    <w:rsid w:val="000D12A8"/>
    <w:rsid w:val="000D1E88"/>
    <w:rsid w:val="000D2387"/>
    <w:rsid w:val="000D3359"/>
    <w:rsid w:val="000D4C08"/>
    <w:rsid w:val="000D567F"/>
    <w:rsid w:val="000D643F"/>
    <w:rsid w:val="000D6648"/>
    <w:rsid w:val="000D69BC"/>
    <w:rsid w:val="000D6A6A"/>
    <w:rsid w:val="000E0952"/>
    <w:rsid w:val="000E1463"/>
    <w:rsid w:val="000E2137"/>
    <w:rsid w:val="000E3BD2"/>
    <w:rsid w:val="000E4411"/>
    <w:rsid w:val="000E58BA"/>
    <w:rsid w:val="000E5E31"/>
    <w:rsid w:val="000E60D4"/>
    <w:rsid w:val="000E78FF"/>
    <w:rsid w:val="000F05FC"/>
    <w:rsid w:val="000F06E2"/>
    <w:rsid w:val="000F13D0"/>
    <w:rsid w:val="000F1ACD"/>
    <w:rsid w:val="000F214E"/>
    <w:rsid w:val="000F2E1D"/>
    <w:rsid w:val="000F3493"/>
    <w:rsid w:val="000F3A96"/>
    <w:rsid w:val="000F3EB6"/>
    <w:rsid w:val="000F3FFA"/>
    <w:rsid w:val="000F45A5"/>
    <w:rsid w:val="000F4C93"/>
    <w:rsid w:val="000F4E85"/>
    <w:rsid w:val="000F6BAA"/>
    <w:rsid w:val="000F6DCE"/>
    <w:rsid w:val="0010036E"/>
    <w:rsid w:val="00100DC5"/>
    <w:rsid w:val="00100FA5"/>
    <w:rsid w:val="001019A1"/>
    <w:rsid w:val="00101D3E"/>
    <w:rsid w:val="00102CAF"/>
    <w:rsid w:val="001033AE"/>
    <w:rsid w:val="00104855"/>
    <w:rsid w:val="001048C6"/>
    <w:rsid w:val="001055F0"/>
    <w:rsid w:val="001057E2"/>
    <w:rsid w:val="001058EA"/>
    <w:rsid w:val="0010630D"/>
    <w:rsid w:val="00106912"/>
    <w:rsid w:val="00106A61"/>
    <w:rsid w:val="00107F69"/>
    <w:rsid w:val="001106E5"/>
    <w:rsid w:val="00110E6C"/>
    <w:rsid w:val="0011131D"/>
    <w:rsid w:val="001116E7"/>
    <w:rsid w:val="00112307"/>
    <w:rsid w:val="001123CE"/>
    <w:rsid w:val="0011264E"/>
    <w:rsid w:val="00112F39"/>
    <w:rsid w:val="001130A2"/>
    <w:rsid w:val="001131BD"/>
    <w:rsid w:val="00113442"/>
    <w:rsid w:val="0011466E"/>
    <w:rsid w:val="001153B6"/>
    <w:rsid w:val="00115910"/>
    <w:rsid w:val="001177A7"/>
    <w:rsid w:val="00120360"/>
    <w:rsid w:val="00120D43"/>
    <w:rsid w:val="00120F3A"/>
    <w:rsid w:val="001234D5"/>
    <w:rsid w:val="0012419C"/>
    <w:rsid w:val="001247D4"/>
    <w:rsid w:val="00125A7F"/>
    <w:rsid w:val="00125ADF"/>
    <w:rsid w:val="00126468"/>
    <w:rsid w:val="001266A6"/>
    <w:rsid w:val="001266C7"/>
    <w:rsid w:val="00127BD7"/>
    <w:rsid w:val="00127BEE"/>
    <w:rsid w:val="00127FE1"/>
    <w:rsid w:val="00131629"/>
    <w:rsid w:val="00131B60"/>
    <w:rsid w:val="00132AC4"/>
    <w:rsid w:val="00132AF8"/>
    <w:rsid w:val="00133A93"/>
    <w:rsid w:val="001340D3"/>
    <w:rsid w:val="00134D41"/>
    <w:rsid w:val="001366D0"/>
    <w:rsid w:val="001369E7"/>
    <w:rsid w:val="00136D95"/>
    <w:rsid w:val="00136FBA"/>
    <w:rsid w:val="001370D4"/>
    <w:rsid w:val="00137216"/>
    <w:rsid w:val="00137C1A"/>
    <w:rsid w:val="00137CB8"/>
    <w:rsid w:val="00137CDF"/>
    <w:rsid w:val="00140FB0"/>
    <w:rsid w:val="001412AF"/>
    <w:rsid w:val="0014139D"/>
    <w:rsid w:val="001420FB"/>
    <w:rsid w:val="001425B1"/>
    <w:rsid w:val="00142961"/>
    <w:rsid w:val="001431A7"/>
    <w:rsid w:val="0014355B"/>
    <w:rsid w:val="00144225"/>
    <w:rsid w:val="00145EF1"/>
    <w:rsid w:val="00146786"/>
    <w:rsid w:val="001469B8"/>
    <w:rsid w:val="001475DB"/>
    <w:rsid w:val="00150212"/>
    <w:rsid w:val="00150D1F"/>
    <w:rsid w:val="00151265"/>
    <w:rsid w:val="00151578"/>
    <w:rsid w:val="00151BEA"/>
    <w:rsid w:val="00151D6E"/>
    <w:rsid w:val="00152179"/>
    <w:rsid w:val="00153AD3"/>
    <w:rsid w:val="00154091"/>
    <w:rsid w:val="00154448"/>
    <w:rsid w:val="00154744"/>
    <w:rsid w:val="001548E5"/>
    <w:rsid w:val="00154C2E"/>
    <w:rsid w:val="00154F6F"/>
    <w:rsid w:val="00155283"/>
    <w:rsid w:val="00155799"/>
    <w:rsid w:val="00156127"/>
    <w:rsid w:val="001567DE"/>
    <w:rsid w:val="00156CAE"/>
    <w:rsid w:val="00156E51"/>
    <w:rsid w:val="00156F45"/>
    <w:rsid w:val="00157057"/>
    <w:rsid w:val="00157384"/>
    <w:rsid w:val="00157581"/>
    <w:rsid w:val="00160CCB"/>
    <w:rsid w:val="0016106A"/>
    <w:rsid w:val="00163218"/>
    <w:rsid w:val="00163328"/>
    <w:rsid w:val="00163B9C"/>
    <w:rsid w:val="00163FE0"/>
    <w:rsid w:val="0016427D"/>
    <w:rsid w:val="0016450A"/>
    <w:rsid w:val="001646C7"/>
    <w:rsid w:val="00164C57"/>
    <w:rsid w:val="001661EA"/>
    <w:rsid w:val="00166244"/>
    <w:rsid w:val="00166270"/>
    <w:rsid w:val="00166B85"/>
    <w:rsid w:val="00167556"/>
    <w:rsid w:val="001706C1"/>
    <w:rsid w:val="0017085B"/>
    <w:rsid w:val="0017095B"/>
    <w:rsid w:val="00170A2D"/>
    <w:rsid w:val="00171E23"/>
    <w:rsid w:val="0017376A"/>
    <w:rsid w:val="00173F92"/>
    <w:rsid w:val="0017447F"/>
    <w:rsid w:val="00174870"/>
    <w:rsid w:val="00174B62"/>
    <w:rsid w:val="00175200"/>
    <w:rsid w:val="0017635E"/>
    <w:rsid w:val="00177D11"/>
    <w:rsid w:val="00180AE1"/>
    <w:rsid w:val="0018138E"/>
    <w:rsid w:val="00181F38"/>
    <w:rsid w:val="00182C84"/>
    <w:rsid w:val="001838B9"/>
    <w:rsid w:val="0018465E"/>
    <w:rsid w:val="001854F1"/>
    <w:rsid w:val="00185F73"/>
    <w:rsid w:val="001873B8"/>
    <w:rsid w:val="001909B1"/>
    <w:rsid w:val="00191D14"/>
    <w:rsid w:val="001923B4"/>
    <w:rsid w:val="001924EC"/>
    <w:rsid w:val="0019272F"/>
    <w:rsid w:val="001928C9"/>
    <w:rsid w:val="00192961"/>
    <w:rsid w:val="00193577"/>
    <w:rsid w:val="00193F74"/>
    <w:rsid w:val="0019543E"/>
    <w:rsid w:val="00195BF1"/>
    <w:rsid w:val="001961A5"/>
    <w:rsid w:val="00196290"/>
    <w:rsid w:val="00196324"/>
    <w:rsid w:val="00197549"/>
    <w:rsid w:val="001A0DA8"/>
    <w:rsid w:val="001A22AE"/>
    <w:rsid w:val="001A22C3"/>
    <w:rsid w:val="001A2A62"/>
    <w:rsid w:val="001A4010"/>
    <w:rsid w:val="001A49F4"/>
    <w:rsid w:val="001A4C96"/>
    <w:rsid w:val="001A4FAC"/>
    <w:rsid w:val="001A5601"/>
    <w:rsid w:val="001A5D77"/>
    <w:rsid w:val="001A60A3"/>
    <w:rsid w:val="001B0A5E"/>
    <w:rsid w:val="001B17E3"/>
    <w:rsid w:val="001B218C"/>
    <w:rsid w:val="001B35C3"/>
    <w:rsid w:val="001B4D35"/>
    <w:rsid w:val="001B542D"/>
    <w:rsid w:val="001B55AE"/>
    <w:rsid w:val="001B5955"/>
    <w:rsid w:val="001B643D"/>
    <w:rsid w:val="001B6EFD"/>
    <w:rsid w:val="001B7DBF"/>
    <w:rsid w:val="001C016C"/>
    <w:rsid w:val="001C0459"/>
    <w:rsid w:val="001C046B"/>
    <w:rsid w:val="001C0D2E"/>
    <w:rsid w:val="001C2B15"/>
    <w:rsid w:val="001C2D73"/>
    <w:rsid w:val="001C2E6C"/>
    <w:rsid w:val="001C350A"/>
    <w:rsid w:val="001C3756"/>
    <w:rsid w:val="001C40B1"/>
    <w:rsid w:val="001C4A32"/>
    <w:rsid w:val="001C6241"/>
    <w:rsid w:val="001C6DA0"/>
    <w:rsid w:val="001C7375"/>
    <w:rsid w:val="001C7A6C"/>
    <w:rsid w:val="001C7B52"/>
    <w:rsid w:val="001D11F5"/>
    <w:rsid w:val="001D1E2D"/>
    <w:rsid w:val="001D22E0"/>
    <w:rsid w:val="001D2608"/>
    <w:rsid w:val="001D2911"/>
    <w:rsid w:val="001D2E53"/>
    <w:rsid w:val="001D2F7B"/>
    <w:rsid w:val="001D3024"/>
    <w:rsid w:val="001D3390"/>
    <w:rsid w:val="001D387D"/>
    <w:rsid w:val="001D3C0B"/>
    <w:rsid w:val="001D3F6F"/>
    <w:rsid w:val="001D4027"/>
    <w:rsid w:val="001D4129"/>
    <w:rsid w:val="001D45EF"/>
    <w:rsid w:val="001D4F6E"/>
    <w:rsid w:val="001D52A0"/>
    <w:rsid w:val="001D53DF"/>
    <w:rsid w:val="001D5861"/>
    <w:rsid w:val="001D59C9"/>
    <w:rsid w:val="001D6062"/>
    <w:rsid w:val="001D6665"/>
    <w:rsid w:val="001D67B7"/>
    <w:rsid w:val="001D6C27"/>
    <w:rsid w:val="001D6C88"/>
    <w:rsid w:val="001D6E1A"/>
    <w:rsid w:val="001D6FF0"/>
    <w:rsid w:val="001D6FFE"/>
    <w:rsid w:val="001E18E5"/>
    <w:rsid w:val="001E1FDC"/>
    <w:rsid w:val="001E2255"/>
    <w:rsid w:val="001E23F4"/>
    <w:rsid w:val="001E2D3E"/>
    <w:rsid w:val="001E3CBD"/>
    <w:rsid w:val="001E445B"/>
    <w:rsid w:val="001E4AA4"/>
    <w:rsid w:val="001E4F7B"/>
    <w:rsid w:val="001E50EA"/>
    <w:rsid w:val="001E5402"/>
    <w:rsid w:val="001E572F"/>
    <w:rsid w:val="001E5AF3"/>
    <w:rsid w:val="001E6CF6"/>
    <w:rsid w:val="001F0972"/>
    <w:rsid w:val="001F09F8"/>
    <w:rsid w:val="001F1097"/>
    <w:rsid w:val="001F1319"/>
    <w:rsid w:val="001F1655"/>
    <w:rsid w:val="001F470C"/>
    <w:rsid w:val="001F6174"/>
    <w:rsid w:val="001F71D7"/>
    <w:rsid w:val="001F72CA"/>
    <w:rsid w:val="001F73FF"/>
    <w:rsid w:val="001F7EAC"/>
    <w:rsid w:val="0020083B"/>
    <w:rsid w:val="00201417"/>
    <w:rsid w:val="00201CFD"/>
    <w:rsid w:val="002020B7"/>
    <w:rsid w:val="00202B56"/>
    <w:rsid w:val="00203EED"/>
    <w:rsid w:val="00205041"/>
    <w:rsid w:val="00205940"/>
    <w:rsid w:val="0020598C"/>
    <w:rsid w:val="00207081"/>
    <w:rsid w:val="00207F1F"/>
    <w:rsid w:val="00211078"/>
    <w:rsid w:val="00211417"/>
    <w:rsid w:val="00211782"/>
    <w:rsid w:val="00212215"/>
    <w:rsid w:val="00212CF1"/>
    <w:rsid w:val="00213ECD"/>
    <w:rsid w:val="00215C1C"/>
    <w:rsid w:val="00216910"/>
    <w:rsid w:val="00216DDB"/>
    <w:rsid w:val="002170E5"/>
    <w:rsid w:val="00217302"/>
    <w:rsid w:val="00217E5B"/>
    <w:rsid w:val="002209DB"/>
    <w:rsid w:val="002209DE"/>
    <w:rsid w:val="002224EA"/>
    <w:rsid w:val="00222A3E"/>
    <w:rsid w:val="00222E59"/>
    <w:rsid w:val="00223393"/>
    <w:rsid w:val="00223396"/>
    <w:rsid w:val="002237D8"/>
    <w:rsid w:val="00223CBD"/>
    <w:rsid w:val="00224AEC"/>
    <w:rsid w:val="00224CC8"/>
    <w:rsid w:val="00224EC5"/>
    <w:rsid w:val="002257E7"/>
    <w:rsid w:val="002261E5"/>
    <w:rsid w:val="00227917"/>
    <w:rsid w:val="002308B0"/>
    <w:rsid w:val="00230BD1"/>
    <w:rsid w:val="00231B06"/>
    <w:rsid w:val="002322DF"/>
    <w:rsid w:val="002327F0"/>
    <w:rsid w:val="00232D39"/>
    <w:rsid w:val="00233368"/>
    <w:rsid w:val="002335BB"/>
    <w:rsid w:val="0023388C"/>
    <w:rsid w:val="002345A1"/>
    <w:rsid w:val="00234F35"/>
    <w:rsid w:val="0023506F"/>
    <w:rsid w:val="00235A6B"/>
    <w:rsid w:val="0023644B"/>
    <w:rsid w:val="00236BB7"/>
    <w:rsid w:val="002371A5"/>
    <w:rsid w:val="002378FC"/>
    <w:rsid w:val="00237E41"/>
    <w:rsid w:val="00240174"/>
    <w:rsid w:val="0024040F"/>
    <w:rsid w:val="00240776"/>
    <w:rsid w:val="002407CE"/>
    <w:rsid w:val="00240D39"/>
    <w:rsid w:val="0024166E"/>
    <w:rsid w:val="00241EB9"/>
    <w:rsid w:val="002424D5"/>
    <w:rsid w:val="00242EF1"/>
    <w:rsid w:val="002431EA"/>
    <w:rsid w:val="00243728"/>
    <w:rsid w:val="002437B9"/>
    <w:rsid w:val="00243A2D"/>
    <w:rsid w:val="00243BA8"/>
    <w:rsid w:val="00243E3A"/>
    <w:rsid w:val="00244F80"/>
    <w:rsid w:val="002451DB"/>
    <w:rsid w:val="00245F66"/>
    <w:rsid w:val="0024665D"/>
    <w:rsid w:val="0024686B"/>
    <w:rsid w:val="00246A3F"/>
    <w:rsid w:val="00247136"/>
    <w:rsid w:val="00247203"/>
    <w:rsid w:val="002478F0"/>
    <w:rsid w:val="0025012D"/>
    <w:rsid w:val="00251347"/>
    <w:rsid w:val="00251744"/>
    <w:rsid w:val="0025183C"/>
    <w:rsid w:val="00251DDB"/>
    <w:rsid w:val="00253715"/>
    <w:rsid w:val="002539C6"/>
    <w:rsid w:val="002542C4"/>
    <w:rsid w:val="002546D6"/>
    <w:rsid w:val="00254D15"/>
    <w:rsid w:val="00255034"/>
    <w:rsid w:val="00256547"/>
    <w:rsid w:val="0025696E"/>
    <w:rsid w:val="00256A51"/>
    <w:rsid w:val="002570E2"/>
    <w:rsid w:val="0026092E"/>
    <w:rsid w:val="00260A35"/>
    <w:rsid w:val="00260DBD"/>
    <w:rsid w:val="00261B78"/>
    <w:rsid w:val="00261D2E"/>
    <w:rsid w:val="002626B9"/>
    <w:rsid w:val="00262AD6"/>
    <w:rsid w:val="00263333"/>
    <w:rsid w:val="00263ED6"/>
    <w:rsid w:val="00264A6D"/>
    <w:rsid w:val="00264DAA"/>
    <w:rsid w:val="0026520A"/>
    <w:rsid w:val="00265D40"/>
    <w:rsid w:val="0026703D"/>
    <w:rsid w:val="002671FC"/>
    <w:rsid w:val="002676E2"/>
    <w:rsid w:val="002679AE"/>
    <w:rsid w:val="00267B97"/>
    <w:rsid w:val="00270404"/>
    <w:rsid w:val="00270B53"/>
    <w:rsid w:val="00270D41"/>
    <w:rsid w:val="00270E73"/>
    <w:rsid w:val="00271D29"/>
    <w:rsid w:val="00271D36"/>
    <w:rsid w:val="002732FC"/>
    <w:rsid w:val="002733A1"/>
    <w:rsid w:val="0027419D"/>
    <w:rsid w:val="00275DC4"/>
    <w:rsid w:val="00276A8D"/>
    <w:rsid w:val="00277BC8"/>
    <w:rsid w:val="00280050"/>
    <w:rsid w:val="00280986"/>
    <w:rsid w:val="00280AD8"/>
    <w:rsid w:val="00280BDD"/>
    <w:rsid w:val="002813EC"/>
    <w:rsid w:val="0028149F"/>
    <w:rsid w:val="002818BB"/>
    <w:rsid w:val="00282BE0"/>
    <w:rsid w:val="002833A6"/>
    <w:rsid w:val="002846CD"/>
    <w:rsid w:val="00284C23"/>
    <w:rsid w:val="00284DEA"/>
    <w:rsid w:val="00284FE6"/>
    <w:rsid w:val="00285413"/>
    <w:rsid w:val="00285B59"/>
    <w:rsid w:val="00285D9C"/>
    <w:rsid w:val="0028622C"/>
    <w:rsid w:val="00287546"/>
    <w:rsid w:val="002877DA"/>
    <w:rsid w:val="00287E65"/>
    <w:rsid w:val="00290E51"/>
    <w:rsid w:val="00290FC8"/>
    <w:rsid w:val="002911FD"/>
    <w:rsid w:val="0029125B"/>
    <w:rsid w:val="00291269"/>
    <w:rsid w:val="00291CA8"/>
    <w:rsid w:val="00291D7D"/>
    <w:rsid w:val="00291F09"/>
    <w:rsid w:val="00292B9B"/>
    <w:rsid w:val="002931D5"/>
    <w:rsid w:val="00293516"/>
    <w:rsid w:val="00293709"/>
    <w:rsid w:val="00293ACC"/>
    <w:rsid w:val="0029411F"/>
    <w:rsid w:val="00294BDB"/>
    <w:rsid w:val="002956B9"/>
    <w:rsid w:val="00295F97"/>
    <w:rsid w:val="00296430"/>
    <w:rsid w:val="00296680"/>
    <w:rsid w:val="00296686"/>
    <w:rsid w:val="00296875"/>
    <w:rsid w:val="0029687C"/>
    <w:rsid w:val="00297510"/>
    <w:rsid w:val="002A0ED8"/>
    <w:rsid w:val="002A1947"/>
    <w:rsid w:val="002A1E88"/>
    <w:rsid w:val="002A2BE9"/>
    <w:rsid w:val="002A3197"/>
    <w:rsid w:val="002A4514"/>
    <w:rsid w:val="002A50BB"/>
    <w:rsid w:val="002A5CB9"/>
    <w:rsid w:val="002A65AA"/>
    <w:rsid w:val="002B098A"/>
    <w:rsid w:val="002B09F3"/>
    <w:rsid w:val="002B1373"/>
    <w:rsid w:val="002B170F"/>
    <w:rsid w:val="002B19A4"/>
    <w:rsid w:val="002B212A"/>
    <w:rsid w:val="002B236B"/>
    <w:rsid w:val="002B2B60"/>
    <w:rsid w:val="002B39DE"/>
    <w:rsid w:val="002B3A3E"/>
    <w:rsid w:val="002B3DD3"/>
    <w:rsid w:val="002B43D4"/>
    <w:rsid w:val="002B4521"/>
    <w:rsid w:val="002B6663"/>
    <w:rsid w:val="002B7269"/>
    <w:rsid w:val="002B7535"/>
    <w:rsid w:val="002B7604"/>
    <w:rsid w:val="002B7E5E"/>
    <w:rsid w:val="002C129C"/>
    <w:rsid w:val="002C14FC"/>
    <w:rsid w:val="002C1A65"/>
    <w:rsid w:val="002C1F01"/>
    <w:rsid w:val="002C2799"/>
    <w:rsid w:val="002C331E"/>
    <w:rsid w:val="002C3717"/>
    <w:rsid w:val="002C3E4D"/>
    <w:rsid w:val="002C3F74"/>
    <w:rsid w:val="002C500B"/>
    <w:rsid w:val="002C6376"/>
    <w:rsid w:val="002C6667"/>
    <w:rsid w:val="002C703C"/>
    <w:rsid w:val="002C7DB9"/>
    <w:rsid w:val="002C7F1E"/>
    <w:rsid w:val="002D02F9"/>
    <w:rsid w:val="002D0485"/>
    <w:rsid w:val="002D0B4B"/>
    <w:rsid w:val="002D18A3"/>
    <w:rsid w:val="002D1A36"/>
    <w:rsid w:val="002D2718"/>
    <w:rsid w:val="002D2770"/>
    <w:rsid w:val="002D2AE5"/>
    <w:rsid w:val="002D2B33"/>
    <w:rsid w:val="002D2E09"/>
    <w:rsid w:val="002D3825"/>
    <w:rsid w:val="002D3929"/>
    <w:rsid w:val="002D43E7"/>
    <w:rsid w:val="002D458C"/>
    <w:rsid w:val="002D461E"/>
    <w:rsid w:val="002D49B4"/>
    <w:rsid w:val="002D50AC"/>
    <w:rsid w:val="002D5DED"/>
    <w:rsid w:val="002D5F7E"/>
    <w:rsid w:val="002D73CD"/>
    <w:rsid w:val="002D7B74"/>
    <w:rsid w:val="002D7BA1"/>
    <w:rsid w:val="002D7E8F"/>
    <w:rsid w:val="002E0634"/>
    <w:rsid w:val="002E0CB7"/>
    <w:rsid w:val="002E0E1E"/>
    <w:rsid w:val="002E101F"/>
    <w:rsid w:val="002E1CB5"/>
    <w:rsid w:val="002E228E"/>
    <w:rsid w:val="002E2429"/>
    <w:rsid w:val="002E2C3B"/>
    <w:rsid w:val="002E3AE1"/>
    <w:rsid w:val="002E3B52"/>
    <w:rsid w:val="002E415D"/>
    <w:rsid w:val="002E531D"/>
    <w:rsid w:val="002E53F1"/>
    <w:rsid w:val="002E656E"/>
    <w:rsid w:val="002E65DC"/>
    <w:rsid w:val="002E662D"/>
    <w:rsid w:val="002E689B"/>
    <w:rsid w:val="002F0B04"/>
    <w:rsid w:val="002F102D"/>
    <w:rsid w:val="002F2207"/>
    <w:rsid w:val="002F2901"/>
    <w:rsid w:val="002F2F0F"/>
    <w:rsid w:val="002F33D0"/>
    <w:rsid w:val="002F3DA8"/>
    <w:rsid w:val="002F5CD2"/>
    <w:rsid w:val="002F65BF"/>
    <w:rsid w:val="002F6699"/>
    <w:rsid w:val="002F6C49"/>
    <w:rsid w:val="002F7187"/>
    <w:rsid w:val="002F7539"/>
    <w:rsid w:val="002F7A3B"/>
    <w:rsid w:val="002F7A57"/>
    <w:rsid w:val="00300268"/>
    <w:rsid w:val="003006D9"/>
    <w:rsid w:val="00300AFF"/>
    <w:rsid w:val="00301989"/>
    <w:rsid w:val="00303672"/>
    <w:rsid w:val="003041BB"/>
    <w:rsid w:val="00304A15"/>
    <w:rsid w:val="00304A8B"/>
    <w:rsid w:val="0030578F"/>
    <w:rsid w:val="00305D8B"/>
    <w:rsid w:val="0030656D"/>
    <w:rsid w:val="003065B0"/>
    <w:rsid w:val="0030670D"/>
    <w:rsid w:val="00306944"/>
    <w:rsid w:val="00307DE8"/>
    <w:rsid w:val="003104CE"/>
    <w:rsid w:val="00310B93"/>
    <w:rsid w:val="00310C08"/>
    <w:rsid w:val="00310EC8"/>
    <w:rsid w:val="0031138E"/>
    <w:rsid w:val="003115A4"/>
    <w:rsid w:val="00311A34"/>
    <w:rsid w:val="003127CC"/>
    <w:rsid w:val="00312890"/>
    <w:rsid w:val="003132EA"/>
    <w:rsid w:val="00314753"/>
    <w:rsid w:val="00314BE1"/>
    <w:rsid w:val="00315275"/>
    <w:rsid w:val="0031535A"/>
    <w:rsid w:val="003159D6"/>
    <w:rsid w:val="00315DC8"/>
    <w:rsid w:val="00316A63"/>
    <w:rsid w:val="00320C29"/>
    <w:rsid w:val="003210AE"/>
    <w:rsid w:val="00321802"/>
    <w:rsid w:val="00321ACA"/>
    <w:rsid w:val="0032239B"/>
    <w:rsid w:val="003227DE"/>
    <w:rsid w:val="00322908"/>
    <w:rsid w:val="00322BDF"/>
    <w:rsid w:val="00322C1B"/>
    <w:rsid w:val="003232B0"/>
    <w:rsid w:val="00323410"/>
    <w:rsid w:val="003235CA"/>
    <w:rsid w:val="00323EA6"/>
    <w:rsid w:val="00323F46"/>
    <w:rsid w:val="0032470A"/>
    <w:rsid w:val="0032547C"/>
    <w:rsid w:val="003255C2"/>
    <w:rsid w:val="00325C4D"/>
    <w:rsid w:val="00326245"/>
    <w:rsid w:val="0032666F"/>
    <w:rsid w:val="00326747"/>
    <w:rsid w:val="003270E8"/>
    <w:rsid w:val="00327370"/>
    <w:rsid w:val="003277E8"/>
    <w:rsid w:val="003278B6"/>
    <w:rsid w:val="00330164"/>
    <w:rsid w:val="00330BBF"/>
    <w:rsid w:val="00332651"/>
    <w:rsid w:val="00334E1C"/>
    <w:rsid w:val="00335E4A"/>
    <w:rsid w:val="00337CD9"/>
    <w:rsid w:val="0034057A"/>
    <w:rsid w:val="003406AD"/>
    <w:rsid w:val="0034071C"/>
    <w:rsid w:val="00340795"/>
    <w:rsid w:val="00340880"/>
    <w:rsid w:val="00340C2B"/>
    <w:rsid w:val="00340DFE"/>
    <w:rsid w:val="00340F06"/>
    <w:rsid w:val="003426A5"/>
    <w:rsid w:val="003437AF"/>
    <w:rsid w:val="00343F6B"/>
    <w:rsid w:val="00344189"/>
    <w:rsid w:val="0034532D"/>
    <w:rsid w:val="003462AF"/>
    <w:rsid w:val="00346892"/>
    <w:rsid w:val="00346D40"/>
    <w:rsid w:val="0034752C"/>
    <w:rsid w:val="00350566"/>
    <w:rsid w:val="003505CF"/>
    <w:rsid w:val="00350766"/>
    <w:rsid w:val="00351256"/>
    <w:rsid w:val="003524C0"/>
    <w:rsid w:val="003526E8"/>
    <w:rsid w:val="003527BD"/>
    <w:rsid w:val="00352845"/>
    <w:rsid w:val="00352A29"/>
    <w:rsid w:val="00353700"/>
    <w:rsid w:val="00353863"/>
    <w:rsid w:val="00354280"/>
    <w:rsid w:val="003542B6"/>
    <w:rsid w:val="00354796"/>
    <w:rsid w:val="00354FD2"/>
    <w:rsid w:val="00355C65"/>
    <w:rsid w:val="00355E8B"/>
    <w:rsid w:val="00355F5C"/>
    <w:rsid w:val="00356BAC"/>
    <w:rsid w:val="00356CF1"/>
    <w:rsid w:val="00356F96"/>
    <w:rsid w:val="00360BF9"/>
    <w:rsid w:val="0036114E"/>
    <w:rsid w:val="00361376"/>
    <w:rsid w:val="00361596"/>
    <w:rsid w:val="00361618"/>
    <w:rsid w:val="00361CDB"/>
    <w:rsid w:val="00362CFB"/>
    <w:rsid w:val="0036316D"/>
    <w:rsid w:val="00363302"/>
    <w:rsid w:val="00363686"/>
    <w:rsid w:val="003639C9"/>
    <w:rsid w:val="00365018"/>
    <w:rsid w:val="0036521A"/>
    <w:rsid w:val="00365803"/>
    <w:rsid w:val="00366041"/>
    <w:rsid w:val="00366299"/>
    <w:rsid w:val="00367973"/>
    <w:rsid w:val="003700BA"/>
    <w:rsid w:val="00370585"/>
    <w:rsid w:val="0037123A"/>
    <w:rsid w:val="003713A1"/>
    <w:rsid w:val="003729C2"/>
    <w:rsid w:val="00372F8F"/>
    <w:rsid w:val="0037312B"/>
    <w:rsid w:val="00374853"/>
    <w:rsid w:val="00375291"/>
    <w:rsid w:val="00375E55"/>
    <w:rsid w:val="00376428"/>
    <w:rsid w:val="0037652B"/>
    <w:rsid w:val="003769F5"/>
    <w:rsid w:val="0037755C"/>
    <w:rsid w:val="003777D6"/>
    <w:rsid w:val="00380719"/>
    <w:rsid w:val="00380BC7"/>
    <w:rsid w:val="00381CED"/>
    <w:rsid w:val="00382564"/>
    <w:rsid w:val="0038280F"/>
    <w:rsid w:val="00382F4D"/>
    <w:rsid w:val="00383BAC"/>
    <w:rsid w:val="00384FDF"/>
    <w:rsid w:val="00385CBA"/>
    <w:rsid w:val="00385E4D"/>
    <w:rsid w:val="003862DC"/>
    <w:rsid w:val="00386424"/>
    <w:rsid w:val="00386CCC"/>
    <w:rsid w:val="00390C58"/>
    <w:rsid w:val="0039119E"/>
    <w:rsid w:val="003911C9"/>
    <w:rsid w:val="00391717"/>
    <w:rsid w:val="003917DB"/>
    <w:rsid w:val="00391975"/>
    <w:rsid w:val="00391CC2"/>
    <w:rsid w:val="00393B09"/>
    <w:rsid w:val="00393F29"/>
    <w:rsid w:val="00394D63"/>
    <w:rsid w:val="003950BA"/>
    <w:rsid w:val="003954E1"/>
    <w:rsid w:val="00396777"/>
    <w:rsid w:val="00396E81"/>
    <w:rsid w:val="00397286"/>
    <w:rsid w:val="00397FCE"/>
    <w:rsid w:val="003A0901"/>
    <w:rsid w:val="003A0D23"/>
    <w:rsid w:val="003A0FD3"/>
    <w:rsid w:val="003A1353"/>
    <w:rsid w:val="003A1CE7"/>
    <w:rsid w:val="003A207C"/>
    <w:rsid w:val="003A26A2"/>
    <w:rsid w:val="003A28A0"/>
    <w:rsid w:val="003A2B42"/>
    <w:rsid w:val="003A3083"/>
    <w:rsid w:val="003A314A"/>
    <w:rsid w:val="003A367F"/>
    <w:rsid w:val="003A3F6B"/>
    <w:rsid w:val="003A580C"/>
    <w:rsid w:val="003A6659"/>
    <w:rsid w:val="003A796D"/>
    <w:rsid w:val="003A7BE3"/>
    <w:rsid w:val="003A7E8D"/>
    <w:rsid w:val="003A7F4C"/>
    <w:rsid w:val="003B02D9"/>
    <w:rsid w:val="003B0BDD"/>
    <w:rsid w:val="003B0DE1"/>
    <w:rsid w:val="003B1E58"/>
    <w:rsid w:val="003B387C"/>
    <w:rsid w:val="003B3CE1"/>
    <w:rsid w:val="003B422E"/>
    <w:rsid w:val="003B4F35"/>
    <w:rsid w:val="003B5693"/>
    <w:rsid w:val="003B5848"/>
    <w:rsid w:val="003B6095"/>
    <w:rsid w:val="003B65F6"/>
    <w:rsid w:val="003B66BB"/>
    <w:rsid w:val="003B704B"/>
    <w:rsid w:val="003B7A36"/>
    <w:rsid w:val="003C003D"/>
    <w:rsid w:val="003C0226"/>
    <w:rsid w:val="003C05AD"/>
    <w:rsid w:val="003C0B36"/>
    <w:rsid w:val="003C135F"/>
    <w:rsid w:val="003C1F1A"/>
    <w:rsid w:val="003C2150"/>
    <w:rsid w:val="003C2C7A"/>
    <w:rsid w:val="003C32E6"/>
    <w:rsid w:val="003C36EE"/>
    <w:rsid w:val="003C4003"/>
    <w:rsid w:val="003C4FD9"/>
    <w:rsid w:val="003C6527"/>
    <w:rsid w:val="003C7F63"/>
    <w:rsid w:val="003D0FCA"/>
    <w:rsid w:val="003D24FD"/>
    <w:rsid w:val="003D2B74"/>
    <w:rsid w:val="003D2E04"/>
    <w:rsid w:val="003D48B4"/>
    <w:rsid w:val="003D5245"/>
    <w:rsid w:val="003D7712"/>
    <w:rsid w:val="003E0992"/>
    <w:rsid w:val="003E0C17"/>
    <w:rsid w:val="003E0D73"/>
    <w:rsid w:val="003E0D92"/>
    <w:rsid w:val="003E1C76"/>
    <w:rsid w:val="003E1F1C"/>
    <w:rsid w:val="003E47C6"/>
    <w:rsid w:val="003E4C54"/>
    <w:rsid w:val="003E5028"/>
    <w:rsid w:val="003E55CA"/>
    <w:rsid w:val="003E5930"/>
    <w:rsid w:val="003E64BC"/>
    <w:rsid w:val="003E65E4"/>
    <w:rsid w:val="003E797C"/>
    <w:rsid w:val="003F0004"/>
    <w:rsid w:val="003F021A"/>
    <w:rsid w:val="003F0832"/>
    <w:rsid w:val="003F08E5"/>
    <w:rsid w:val="003F0BFE"/>
    <w:rsid w:val="003F1602"/>
    <w:rsid w:val="003F1A1C"/>
    <w:rsid w:val="003F3350"/>
    <w:rsid w:val="003F36B2"/>
    <w:rsid w:val="003F3D22"/>
    <w:rsid w:val="003F4E4E"/>
    <w:rsid w:val="003F620E"/>
    <w:rsid w:val="003F7EBC"/>
    <w:rsid w:val="00400390"/>
    <w:rsid w:val="0040090B"/>
    <w:rsid w:val="00401261"/>
    <w:rsid w:val="00403C29"/>
    <w:rsid w:val="004045C6"/>
    <w:rsid w:val="004049CF"/>
    <w:rsid w:val="00404A40"/>
    <w:rsid w:val="00404BA4"/>
    <w:rsid w:val="00404F94"/>
    <w:rsid w:val="004057D7"/>
    <w:rsid w:val="00406020"/>
    <w:rsid w:val="004062E0"/>
    <w:rsid w:val="004069C9"/>
    <w:rsid w:val="00407030"/>
    <w:rsid w:val="004076E8"/>
    <w:rsid w:val="0040783A"/>
    <w:rsid w:val="0040798B"/>
    <w:rsid w:val="00410545"/>
    <w:rsid w:val="00410D6A"/>
    <w:rsid w:val="004121E1"/>
    <w:rsid w:val="004158D1"/>
    <w:rsid w:val="00415ABC"/>
    <w:rsid w:val="00415F9B"/>
    <w:rsid w:val="00416556"/>
    <w:rsid w:val="004166DB"/>
    <w:rsid w:val="004168D3"/>
    <w:rsid w:val="00420D96"/>
    <w:rsid w:val="004216B7"/>
    <w:rsid w:val="00421A9F"/>
    <w:rsid w:val="0042240D"/>
    <w:rsid w:val="00422AB0"/>
    <w:rsid w:val="00423884"/>
    <w:rsid w:val="004238EC"/>
    <w:rsid w:val="00424D45"/>
    <w:rsid w:val="00425963"/>
    <w:rsid w:val="00425D32"/>
    <w:rsid w:val="00426D86"/>
    <w:rsid w:val="0042709B"/>
    <w:rsid w:val="00427850"/>
    <w:rsid w:val="00427AA6"/>
    <w:rsid w:val="00427ECF"/>
    <w:rsid w:val="0043035C"/>
    <w:rsid w:val="00430569"/>
    <w:rsid w:val="00430C96"/>
    <w:rsid w:val="004310E6"/>
    <w:rsid w:val="00431191"/>
    <w:rsid w:val="00431340"/>
    <w:rsid w:val="00431B36"/>
    <w:rsid w:val="00431C19"/>
    <w:rsid w:val="004320A9"/>
    <w:rsid w:val="00432733"/>
    <w:rsid w:val="00432AE3"/>
    <w:rsid w:val="00432F6B"/>
    <w:rsid w:val="004334E7"/>
    <w:rsid w:val="004339EB"/>
    <w:rsid w:val="0043423D"/>
    <w:rsid w:val="00434377"/>
    <w:rsid w:val="00434600"/>
    <w:rsid w:val="00434A8D"/>
    <w:rsid w:val="004351A3"/>
    <w:rsid w:val="00436CB7"/>
    <w:rsid w:val="00437BB3"/>
    <w:rsid w:val="00437C1E"/>
    <w:rsid w:val="00437D1C"/>
    <w:rsid w:val="00440AFC"/>
    <w:rsid w:val="00440F57"/>
    <w:rsid w:val="00441B82"/>
    <w:rsid w:val="00441E81"/>
    <w:rsid w:val="00442680"/>
    <w:rsid w:val="004447AC"/>
    <w:rsid w:val="00444CCD"/>
    <w:rsid w:val="00444E16"/>
    <w:rsid w:val="00445CD0"/>
    <w:rsid w:val="00446887"/>
    <w:rsid w:val="00447608"/>
    <w:rsid w:val="004477DE"/>
    <w:rsid w:val="00451442"/>
    <w:rsid w:val="00453738"/>
    <w:rsid w:val="0045393E"/>
    <w:rsid w:val="00455ABD"/>
    <w:rsid w:val="00455BDD"/>
    <w:rsid w:val="00455EBA"/>
    <w:rsid w:val="00455EDD"/>
    <w:rsid w:val="004561BD"/>
    <w:rsid w:val="004562A1"/>
    <w:rsid w:val="004566AD"/>
    <w:rsid w:val="00456D3F"/>
    <w:rsid w:val="00456D53"/>
    <w:rsid w:val="004577B7"/>
    <w:rsid w:val="00457E35"/>
    <w:rsid w:val="00460391"/>
    <w:rsid w:val="0046400C"/>
    <w:rsid w:val="0046477A"/>
    <w:rsid w:val="00465000"/>
    <w:rsid w:val="00465360"/>
    <w:rsid w:val="00465A6C"/>
    <w:rsid w:val="004665C0"/>
    <w:rsid w:val="0046751A"/>
    <w:rsid w:val="00470167"/>
    <w:rsid w:val="00471B09"/>
    <w:rsid w:val="0047230A"/>
    <w:rsid w:val="00472B38"/>
    <w:rsid w:val="00472C57"/>
    <w:rsid w:val="00473165"/>
    <w:rsid w:val="00473872"/>
    <w:rsid w:val="00473D1F"/>
    <w:rsid w:val="00474F67"/>
    <w:rsid w:val="004752A0"/>
    <w:rsid w:val="00475838"/>
    <w:rsid w:val="004762EE"/>
    <w:rsid w:val="00476C56"/>
    <w:rsid w:val="004778C9"/>
    <w:rsid w:val="00477DB6"/>
    <w:rsid w:val="004802D4"/>
    <w:rsid w:val="0048094F"/>
    <w:rsid w:val="00481BA6"/>
    <w:rsid w:val="00481E96"/>
    <w:rsid w:val="004820A8"/>
    <w:rsid w:val="00482685"/>
    <w:rsid w:val="0048340F"/>
    <w:rsid w:val="00483A9E"/>
    <w:rsid w:val="004845B1"/>
    <w:rsid w:val="00484AA8"/>
    <w:rsid w:val="00485763"/>
    <w:rsid w:val="00487BE5"/>
    <w:rsid w:val="00487FFA"/>
    <w:rsid w:val="004910D7"/>
    <w:rsid w:val="00492B7E"/>
    <w:rsid w:val="00493272"/>
    <w:rsid w:val="00493366"/>
    <w:rsid w:val="00493A42"/>
    <w:rsid w:val="00493A9D"/>
    <w:rsid w:val="00493B9E"/>
    <w:rsid w:val="00494B60"/>
    <w:rsid w:val="004951B4"/>
    <w:rsid w:val="0049595A"/>
    <w:rsid w:val="004962D5"/>
    <w:rsid w:val="00496678"/>
    <w:rsid w:val="00497924"/>
    <w:rsid w:val="004A004B"/>
    <w:rsid w:val="004A141F"/>
    <w:rsid w:val="004A1C84"/>
    <w:rsid w:val="004A329D"/>
    <w:rsid w:val="004A3301"/>
    <w:rsid w:val="004A3416"/>
    <w:rsid w:val="004A3954"/>
    <w:rsid w:val="004A39F1"/>
    <w:rsid w:val="004A3D37"/>
    <w:rsid w:val="004A3F12"/>
    <w:rsid w:val="004A7195"/>
    <w:rsid w:val="004A72C8"/>
    <w:rsid w:val="004A7C9C"/>
    <w:rsid w:val="004B033A"/>
    <w:rsid w:val="004B09F6"/>
    <w:rsid w:val="004B16CD"/>
    <w:rsid w:val="004B22D2"/>
    <w:rsid w:val="004B2C4C"/>
    <w:rsid w:val="004B405C"/>
    <w:rsid w:val="004B42EF"/>
    <w:rsid w:val="004B4E29"/>
    <w:rsid w:val="004B50C6"/>
    <w:rsid w:val="004B5B3B"/>
    <w:rsid w:val="004B5ECD"/>
    <w:rsid w:val="004B640B"/>
    <w:rsid w:val="004B64AE"/>
    <w:rsid w:val="004B6A42"/>
    <w:rsid w:val="004B71EF"/>
    <w:rsid w:val="004C06A7"/>
    <w:rsid w:val="004C189E"/>
    <w:rsid w:val="004C2803"/>
    <w:rsid w:val="004C2895"/>
    <w:rsid w:val="004C2A92"/>
    <w:rsid w:val="004C2C44"/>
    <w:rsid w:val="004C55BD"/>
    <w:rsid w:val="004C5810"/>
    <w:rsid w:val="004C5E61"/>
    <w:rsid w:val="004C602A"/>
    <w:rsid w:val="004C6250"/>
    <w:rsid w:val="004C6FD9"/>
    <w:rsid w:val="004C7337"/>
    <w:rsid w:val="004C7473"/>
    <w:rsid w:val="004C794A"/>
    <w:rsid w:val="004D0DB2"/>
    <w:rsid w:val="004D131A"/>
    <w:rsid w:val="004D37D8"/>
    <w:rsid w:val="004D481A"/>
    <w:rsid w:val="004D4CB0"/>
    <w:rsid w:val="004D4D6C"/>
    <w:rsid w:val="004D6C68"/>
    <w:rsid w:val="004D7787"/>
    <w:rsid w:val="004D7E47"/>
    <w:rsid w:val="004D7E7D"/>
    <w:rsid w:val="004E0D9C"/>
    <w:rsid w:val="004E0FBA"/>
    <w:rsid w:val="004E1973"/>
    <w:rsid w:val="004E2485"/>
    <w:rsid w:val="004E3125"/>
    <w:rsid w:val="004E4651"/>
    <w:rsid w:val="004E4728"/>
    <w:rsid w:val="004E49A4"/>
    <w:rsid w:val="004E4E0E"/>
    <w:rsid w:val="004E5FA7"/>
    <w:rsid w:val="004E5FE5"/>
    <w:rsid w:val="004E602C"/>
    <w:rsid w:val="004F14D9"/>
    <w:rsid w:val="004F2866"/>
    <w:rsid w:val="004F2D59"/>
    <w:rsid w:val="004F5209"/>
    <w:rsid w:val="004F7A47"/>
    <w:rsid w:val="005000D1"/>
    <w:rsid w:val="005004F6"/>
    <w:rsid w:val="005026F0"/>
    <w:rsid w:val="00503504"/>
    <w:rsid w:val="00504360"/>
    <w:rsid w:val="005061FB"/>
    <w:rsid w:val="00506CCB"/>
    <w:rsid w:val="0051022B"/>
    <w:rsid w:val="0051032C"/>
    <w:rsid w:val="00510491"/>
    <w:rsid w:val="00510EEE"/>
    <w:rsid w:val="00511670"/>
    <w:rsid w:val="00511FE0"/>
    <w:rsid w:val="00512829"/>
    <w:rsid w:val="00512CA9"/>
    <w:rsid w:val="0051363A"/>
    <w:rsid w:val="00513780"/>
    <w:rsid w:val="00513E38"/>
    <w:rsid w:val="005153B4"/>
    <w:rsid w:val="005156F4"/>
    <w:rsid w:val="0051575F"/>
    <w:rsid w:val="00517256"/>
    <w:rsid w:val="00520113"/>
    <w:rsid w:val="005216F3"/>
    <w:rsid w:val="0052181D"/>
    <w:rsid w:val="00523644"/>
    <w:rsid w:val="0052391A"/>
    <w:rsid w:val="00523990"/>
    <w:rsid w:val="00524562"/>
    <w:rsid w:val="005258B3"/>
    <w:rsid w:val="00525B09"/>
    <w:rsid w:val="00526435"/>
    <w:rsid w:val="005276EE"/>
    <w:rsid w:val="005305CB"/>
    <w:rsid w:val="0053067B"/>
    <w:rsid w:val="0053076F"/>
    <w:rsid w:val="00532BE3"/>
    <w:rsid w:val="00532D09"/>
    <w:rsid w:val="00533709"/>
    <w:rsid w:val="00534487"/>
    <w:rsid w:val="00534555"/>
    <w:rsid w:val="00535063"/>
    <w:rsid w:val="0053514A"/>
    <w:rsid w:val="0053534F"/>
    <w:rsid w:val="00535944"/>
    <w:rsid w:val="00535B02"/>
    <w:rsid w:val="00536353"/>
    <w:rsid w:val="00540DDA"/>
    <w:rsid w:val="005414F2"/>
    <w:rsid w:val="005418E2"/>
    <w:rsid w:val="00542152"/>
    <w:rsid w:val="005424FD"/>
    <w:rsid w:val="005461D8"/>
    <w:rsid w:val="00547807"/>
    <w:rsid w:val="00547D57"/>
    <w:rsid w:val="0055125A"/>
    <w:rsid w:val="005523C5"/>
    <w:rsid w:val="00552924"/>
    <w:rsid w:val="005535D6"/>
    <w:rsid w:val="005535EC"/>
    <w:rsid w:val="00553691"/>
    <w:rsid w:val="00554627"/>
    <w:rsid w:val="00554787"/>
    <w:rsid w:val="00554EB0"/>
    <w:rsid w:val="005556D7"/>
    <w:rsid w:val="005557DF"/>
    <w:rsid w:val="00555E28"/>
    <w:rsid w:val="00556594"/>
    <w:rsid w:val="00556E9F"/>
    <w:rsid w:val="00557399"/>
    <w:rsid w:val="005574B0"/>
    <w:rsid w:val="00557F52"/>
    <w:rsid w:val="00561BD7"/>
    <w:rsid w:val="00562693"/>
    <w:rsid w:val="00562D5C"/>
    <w:rsid w:val="00562F51"/>
    <w:rsid w:val="00563674"/>
    <w:rsid w:val="00563A89"/>
    <w:rsid w:val="005646A9"/>
    <w:rsid w:val="005646DC"/>
    <w:rsid w:val="00564AD8"/>
    <w:rsid w:val="00564F40"/>
    <w:rsid w:val="00565932"/>
    <w:rsid w:val="00567707"/>
    <w:rsid w:val="00567854"/>
    <w:rsid w:val="00567875"/>
    <w:rsid w:val="00567995"/>
    <w:rsid w:val="00567B99"/>
    <w:rsid w:val="005707F3"/>
    <w:rsid w:val="005712F8"/>
    <w:rsid w:val="0057133A"/>
    <w:rsid w:val="00571CB4"/>
    <w:rsid w:val="00572239"/>
    <w:rsid w:val="00572C1A"/>
    <w:rsid w:val="0057317D"/>
    <w:rsid w:val="005743D1"/>
    <w:rsid w:val="00574405"/>
    <w:rsid w:val="0057538C"/>
    <w:rsid w:val="005755A7"/>
    <w:rsid w:val="005758E1"/>
    <w:rsid w:val="00575C09"/>
    <w:rsid w:val="00575EA4"/>
    <w:rsid w:val="00576087"/>
    <w:rsid w:val="0057651B"/>
    <w:rsid w:val="00576C23"/>
    <w:rsid w:val="00577A7A"/>
    <w:rsid w:val="0058043C"/>
    <w:rsid w:val="00580CC0"/>
    <w:rsid w:val="00580CFE"/>
    <w:rsid w:val="005816D9"/>
    <w:rsid w:val="005827DF"/>
    <w:rsid w:val="0058340D"/>
    <w:rsid w:val="00583DB2"/>
    <w:rsid w:val="00583EEA"/>
    <w:rsid w:val="005845B2"/>
    <w:rsid w:val="00584E14"/>
    <w:rsid w:val="005869CB"/>
    <w:rsid w:val="0059004C"/>
    <w:rsid w:val="00591941"/>
    <w:rsid w:val="00592194"/>
    <w:rsid w:val="00592DFA"/>
    <w:rsid w:val="00593982"/>
    <w:rsid w:val="005943CE"/>
    <w:rsid w:val="00594451"/>
    <w:rsid w:val="00594B32"/>
    <w:rsid w:val="00595102"/>
    <w:rsid w:val="00595302"/>
    <w:rsid w:val="00596BD8"/>
    <w:rsid w:val="00596C05"/>
    <w:rsid w:val="00597751"/>
    <w:rsid w:val="00597EBA"/>
    <w:rsid w:val="005A03ED"/>
    <w:rsid w:val="005A05BE"/>
    <w:rsid w:val="005A09B1"/>
    <w:rsid w:val="005A10C7"/>
    <w:rsid w:val="005A20C3"/>
    <w:rsid w:val="005A21C8"/>
    <w:rsid w:val="005A23CA"/>
    <w:rsid w:val="005A26C3"/>
    <w:rsid w:val="005A2941"/>
    <w:rsid w:val="005A29ED"/>
    <w:rsid w:val="005A2AF3"/>
    <w:rsid w:val="005A338E"/>
    <w:rsid w:val="005A347B"/>
    <w:rsid w:val="005A3484"/>
    <w:rsid w:val="005A4E4F"/>
    <w:rsid w:val="005A5572"/>
    <w:rsid w:val="005A59AC"/>
    <w:rsid w:val="005A636D"/>
    <w:rsid w:val="005A65B9"/>
    <w:rsid w:val="005A67EF"/>
    <w:rsid w:val="005A7617"/>
    <w:rsid w:val="005A7848"/>
    <w:rsid w:val="005B118D"/>
    <w:rsid w:val="005B11EC"/>
    <w:rsid w:val="005B13AF"/>
    <w:rsid w:val="005B18A8"/>
    <w:rsid w:val="005B18F2"/>
    <w:rsid w:val="005B1D81"/>
    <w:rsid w:val="005B31C7"/>
    <w:rsid w:val="005B3D2A"/>
    <w:rsid w:val="005B41EA"/>
    <w:rsid w:val="005B5391"/>
    <w:rsid w:val="005B5607"/>
    <w:rsid w:val="005B6C59"/>
    <w:rsid w:val="005B6D03"/>
    <w:rsid w:val="005B71DE"/>
    <w:rsid w:val="005B7464"/>
    <w:rsid w:val="005B7C89"/>
    <w:rsid w:val="005C0037"/>
    <w:rsid w:val="005C02DA"/>
    <w:rsid w:val="005C039A"/>
    <w:rsid w:val="005C05E0"/>
    <w:rsid w:val="005C1651"/>
    <w:rsid w:val="005C26D8"/>
    <w:rsid w:val="005C33CE"/>
    <w:rsid w:val="005C4320"/>
    <w:rsid w:val="005C4A53"/>
    <w:rsid w:val="005C4C55"/>
    <w:rsid w:val="005C5214"/>
    <w:rsid w:val="005C5474"/>
    <w:rsid w:val="005C66A9"/>
    <w:rsid w:val="005C6766"/>
    <w:rsid w:val="005C68E7"/>
    <w:rsid w:val="005C6985"/>
    <w:rsid w:val="005C6B94"/>
    <w:rsid w:val="005C70F9"/>
    <w:rsid w:val="005C7717"/>
    <w:rsid w:val="005C7DDD"/>
    <w:rsid w:val="005D06CF"/>
    <w:rsid w:val="005D07C9"/>
    <w:rsid w:val="005D21EE"/>
    <w:rsid w:val="005D2EC3"/>
    <w:rsid w:val="005D352C"/>
    <w:rsid w:val="005D38FB"/>
    <w:rsid w:val="005D3DAC"/>
    <w:rsid w:val="005D4336"/>
    <w:rsid w:val="005D43C4"/>
    <w:rsid w:val="005D4814"/>
    <w:rsid w:val="005D4AFA"/>
    <w:rsid w:val="005D5697"/>
    <w:rsid w:val="005D5C73"/>
    <w:rsid w:val="005D6117"/>
    <w:rsid w:val="005D616D"/>
    <w:rsid w:val="005D6295"/>
    <w:rsid w:val="005D688B"/>
    <w:rsid w:val="005D78D5"/>
    <w:rsid w:val="005D7BDE"/>
    <w:rsid w:val="005E059B"/>
    <w:rsid w:val="005E08EE"/>
    <w:rsid w:val="005E0E95"/>
    <w:rsid w:val="005E1234"/>
    <w:rsid w:val="005E1D21"/>
    <w:rsid w:val="005E211D"/>
    <w:rsid w:val="005E22CF"/>
    <w:rsid w:val="005E2451"/>
    <w:rsid w:val="005E3294"/>
    <w:rsid w:val="005E34FC"/>
    <w:rsid w:val="005E384D"/>
    <w:rsid w:val="005E471A"/>
    <w:rsid w:val="005E50E5"/>
    <w:rsid w:val="005E5DA3"/>
    <w:rsid w:val="005E6307"/>
    <w:rsid w:val="005E640C"/>
    <w:rsid w:val="005E7EAD"/>
    <w:rsid w:val="005F0286"/>
    <w:rsid w:val="005F02C6"/>
    <w:rsid w:val="005F0567"/>
    <w:rsid w:val="005F07D2"/>
    <w:rsid w:val="005F0CB2"/>
    <w:rsid w:val="005F0CBD"/>
    <w:rsid w:val="005F0D53"/>
    <w:rsid w:val="005F1DB8"/>
    <w:rsid w:val="005F1EBE"/>
    <w:rsid w:val="005F24CD"/>
    <w:rsid w:val="005F29B0"/>
    <w:rsid w:val="005F2F44"/>
    <w:rsid w:val="005F2F7E"/>
    <w:rsid w:val="005F2FA0"/>
    <w:rsid w:val="005F3214"/>
    <w:rsid w:val="005F363A"/>
    <w:rsid w:val="005F458C"/>
    <w:rsid w:val="005F49E4"/>
    <w:rsid w:val="005F6FC0"/>
    <w:rsid w:val="005F709D"/>
    <w:rsid w:val="005F71B2"/>
    <w:rsid w:val="005F71D9"/>
    <w:rsid w:val="005F7D5D"/>
    <w:rsid w:val="00600456"/>
    <w:rsid w:val="00600A39"/>
    <w:rsid w:val="006014D5"/>
    <w:rsid w:val="00601817"/>
    <w:rsid w:val="00602ACF"/>
    <w:rsid w:val="00604160"/>
    <w:rsid w:val="00604FDF"/>
    <w:rsid w:val="0060501F"/>
    <w:rsid w:val="00610178"/>
    <w:rsid w:val="00610E5C"/>
    <w:rsid w:val="00610EF3"/>
    <w:rsid w:val="00611069"/>
    <w:rsid w:val="0061120E"/>
    <w:rsid w:val="00611C6C"/>
    <w:rsid w:val="00612849"/>
    <w:rsid w:val="00613E1D"/>
    <w:rsid w:val="0061583D"/>
    <w:rsid w:val="006160A7"/>
    <w:rsid w:val="006161CE"/>
    <w:rsid w:val="006161E3"/>
    <w:rsid w:val="00616DBD"/>
    <w:rsid w:val="00616EC9"/>
    <w:rsid w:val="0061727C"/>
    <w:rsid w:val="006175B4"/>
    <w:rsid w:val="006177AE"/>
    <w:rsid w:val="00620158"/>
    <w:rsid w:val="00620889"/>
    <w:rsid w:val="00621651"/>
    <w:rsid w:val="00621A9B"/>
    <w:rsid w:val="00621B9C"/>
    <w:rsid w:val="00621C07"/>
    <w:rsid w:val="00621D1F"/>
    <w:rsid w:val="0062216E"/>
    <w:rsid w:val="00622F31"/>
    <w:rsid w:val="00623826"/>
    <w:rsid w:val="006244F4"/>
    <w:rsid w:val="00624686"/>
    <w:rsid w:val="006247E3"/>
    <w:rsid w:val="00624CA5"/>
    <w:rsid w:val="0062503D"/>
    <w:rsid w:val="0062561B"/>
    <w:rsid w:val="00625DDF"/>
    <w:rsid w:val="00625E50"/>
    <w:rsid w:val="00626C38"/>
    <w:rsid w:val="00627A8D"/>
    <w:rsid w:val="00627A9B"/>
    <w:rsid w:val="00630743"/>
    <w:rsid w:val="00631126"/>
    <w:rsid w:val="00632D8E"/>
    <w:rsid w:val="00633754"/>
    <w:rsid w:val="006338A1"/>
    <w:rsid w:val="006353B5"/>
    <w:rsid w:val="006356E4"/>
    <w:rsid w:val="00637737"/>
    <w:rsid w:val="006378A2"/>
    <w:rsid w:val="00640033"/>
    <w:rsid w:val="006418C6"/>
    <w:rsid w:val="00642131"/>
    <w:rsid w:val="006449C4"/>
    <w:rsid w:val="00644B61"/>
    <w:rsid w:val="0064515A"/>
    <w:rsid w:val="006464C7"/>
    <w:rsid w:val="0064664D"/>
    <w:rsid w:val="00646A56"/>
    <w:rsid w:val="00647B44"/>
    <w:rsid w:val="0065106E"/>
    <w:rsid w:val="00651882"/>
    <w:rsid w:val="00653156"/>
    <w:rsid w:val="00653759"/>
    <w:rsid w:val="00653B6B"/>
    <w:rsid w:val="00654331"/>
    <w:rsid w:val="006546A2"/>
    <w:rsid w:val="00654BC6"/>
    <w:rsid w:val="00655421"/>
    <w:rsid w:val="0065542C"/>
    <w:rsid w:val="006554B1"/>
    <w:rsid w:val="00655714"/>
    <w:rsid w:val="00655E7F"/>
    <w:rsid w:val="00656346"/>
    <w:rsid w:val="006563DC"/>
    <w:rsid w:val="00656444"/>
    <w:rsid w:val="00656529"/>
    <w:rsid w:val="0065740D"/>
    <w:rsid w:val="006574EC"/>
    <w:rsid w:val="006579F1"/>
    <w:rsid w:val="006606AA"/>
    <w:rsid w:val="00660B33"/>
    <w:rsid w:val="00661923"/>
    <w:rsid w:val="0066196E"/>
    <w:rsid w:val="00661DED"/>
    <w:rsid w:val="00661EA4"/>
    <w:rsid w:val="00662104"/>
    <w:rsid w:val="00662B68"/>
    <w:rsid w:val="00662D06"/>
    <w:rsid w:val="00663DE9"/>
    <w:rsid w:val="00664F01"/>
    <w:rsid w:val="006653EB"/>
    <w:rsid w:val="0066561A"/>
    <w:rsid w:val="00665AD4"/>
    <w:rsid w:val="006668B8"/>
    <w:rsid w:val="006671A4"/>
    <w:rsid w:val="00667546"/>
    <w:rsid w:val="006679DD"/>
    <w:rsid w:val="00670564"/>
    <w:rsid w:val="00670EF1"/>
    <w:rsid w:val="006711F2"/>
    <w:rsid w:val="00671E24"/>
    <w:rsid w:val="00672B10"/>
    <w:rsid w:val="006733B7"/>
    <w:rsid w:val="006738C7"/>
    <w:rsid w:val="006744B4"/>
    <w:rsid w:val="0067451D"/>
    <w:rsid w:val="00676148"/>
    <w:rsid w:val="00676775"/>
    <w:rsid w:val="00676F25"/>
    <w:rsid w:val="00681AAF"/>
    <w:rsid w:val="0068207E"/>
    <w:rsid w:val="00682283"/>
    <w:rsid w:val="00682285"/>
    <w:rsid w:val="00682612"/>
    <w:rsid w:val="006827C9"/>
    <w:rsid w:val="00682BD1"/>
    <w:rsid w:val="006833E6"/>
    <w:rsid w:val="0068361B"/>
    <w:rsid w:val="00683BE4"/>
    <w:rsid w:val="006844DE"/>
    <w:rsid w:val="0068464C"/>
    <w:rsid w:val="00684860"/>
    <w:rsid w:val="00684B46"/>
    <w:rsid w:val="00684EBC"/>
    <w:rsid w:val="00685808"/>
    <w:rsid w:val="00685EAE"/>
    <w:rsid w:val="00686A15"/>
    <w:rsid w:val="0068710E"/>
    <w:rsid w:val="006878E3"/>
    <w:rsid w:val="006878FE"/>
    <w:rsid w:val="00687C26"/>
    <w:rsid w:val="0069056E"/>
    <w:rsid w:val="00691701"/>
    <w:rsid w:val="00692338"/>
    <w:rsid w:val="00692D6B"/>
    <w:rsid w:val="00693388"/>
    <w:rsid w:val="00693510"/>
    <w:rsid w:val="00693590"/>
    <w:rsid w:val="006943C8"/>
    <w:rsid w:val="006945ED"/>
    <w:rsid w:val="006945FC"/>
    <w:rsid w:val="00694759"/>
    <w:rsid w:val="0069495A"/>
    <w:rsid w:val="006953B3"/>
    <w:rsid w:val="006956FF"/>
    <w:rsid w:val="00696A9E"/>
    <w:rsid w:val="00697566"/>
    <w:rsid w:val="00697EF5"/>
    <w:rsid w:val="006A05DF"/>
    <w:rsid w:val="006A08D4"/>
    <w:rsid w:val="006A19AB"/>
    <w:rsid w:val="006A27C6"/>
    <w:rsid w:val="006A2B3A"/>
    <w:rsid w:val="006A300A"/>
    <w:rsid w:val="006A31EB"/>
    <w:rsid w:val="006A4B1F"/>
    <w:rsid w:val="006A4F9B"/>
    <w:rsid w:val="006A7944"/>
    <w:rsid w:val="006A794D"/>
    <w:rsid w:val="006B03BE"/>
    <w:rsid w:val="006B2538"/>
    <w:rsid w:val="006B25E2"/>
    <w:rsid w:val="006B2D4D"/>
    <w:rsid w:val="006B3422"/>
    <w:rsid w:val="006B35F3"/>
    <w:rsid w:val="006B5212"/>
    <w:rsid w:val="006B53AC"/>
    <w:rsid w:val="006B5B7B"/>
    <w:rsid w:val="006B6113"/>
    <w:rsid w:val="006B69A5"/>
    <w:rsid w:val="006B742D"/>
    <w:rsid w:val="006B74C8"/>
    <w:rsid w:val="006B77DD"/>
    <w:rsid w:val="006C013A"/>
    <w:rsid w:val="006C067B"/>
    <w:rsid w:val="006C092E"/>
    <w:rsid w:val="006C1632"/>
    <w:rsid w:val="006C1E8E"/>
    <w:rsid w:val="006C2F92"/>
    <w:rsid w:val="006C3713"/>
    <w:rsid w:val="006C4616"/>
    <w:rsid w:val="006C4C72"/>
    <w:rsid w:val="006C52C3"/>
    <w:rsid w:val="006C5E98"/>
    <w:rsid w:val="006C6306"/>
    <w:rsid w:val="006C6C5E"/>
    <w:rsid w:val="006C6FEC"/>
    <w:rsid w:val="006C7455"/>
    <w:rsid w:val="006D16DC"/>
    <w:rsid w:val="006D18D0"/>
    <w:rsid w:val="006D1A5B"/>
    <w:rsid w:val="006D1BEE"/>
    <w:rsid w:val="006D1CEC"/>
    <w:rsid w:val="006D1FB8"/>
    <w:rsid w:val="006D2D02"/>
    <w:rsid w:val="006D2E5C"/>
    <w:rsid w:val="006D3239"/>
    <w:rsid w:val="006D388F"/>
    <w:rsid w:val="006D3AAF"/>
    <w:rsid w:val="006D3E2A"/>
    <w:rsid w:val="006D4333"/>
    <w:rsid w:val="006D4A1D"/>
    <w:rsid w:val="006D6438"/>
    <w:rsid w:val="006D6F01"/>
    <w:rsid w:val="006E007F"/>
    <w:rsid w:val="006E12E7"/>
    <w:rsid w:val="006E24AB"/>
    <w:rsid w:val="006E2A05"/>
    <w:rsid w:val="006E3638"/>
    <w:rsid w:val="006E380E"/>
    <w:rsid w:val="006E4205"/>
    <w:rsid w:val="006E43FE"/>
    <w:rsid w:val="006E46F7"/>
    <w:rsid w:val="006E4D4C"/>
    <w:rsid w:val="006E5356"/>
    <w:rsid w:val="006E5583"/>
    <w:rsid w:val="006E572A"/>
    <w:rsid w:val="006E5D5B"/>
    <w:rsid w:val="006E6615"/>
    <w:rsid w:val="006E780C"/>
    <w:rsid w:val="006E7BD4"/>
    <w:rsid w:val="006F1C8C"/>
    <w:rsid w:val="006F2EFB"/>
    <w:rsid w:val="006F3B25"/>
    <w:rsid w:val="006F4672"/>
    <w:rsid w:val="006F572A"/>
    <w:rsid w:val="006F62BC"/>
    <w:rsid w:val="006F6454"/>
    <w:rsid w:val="006F675C"/>
    <w:rsid w:val="006F6B18"/>
    <w:rsid w:val="007000B3"/>
    <w:rsid w:val="0070026E"/>
    <w:rsid w:val="007002B8"/>
    <w:rsid w:val="00700843"/>
    <w:rsid w:val="00700B77"/>
    <w:rsid w:val="00701594"/>
    <w:rsid w:val="00702312"/>
    <w:rsid w:val="00702756"/>
    <w:rsid w:val="00702F8E"/>
    <w:rsid w:val="00703DFD"/>
    <w:rsid w:val="00704445"/>
    <w:rsid w:val="00704CAD"/>
    <w:rsid w:val="00705930"/>
    <w:rsid w:val="00705B9E"/>
    <w:rsid w:val="00707028"/>
    <w:rsid w:val="007078C2"/>
    <w:rsid w:val="0071220F"/>
    <w:rsid w:val="007123EE"/>
    <w:rsid w:val="00712ED8"/>
    <w:rsid w:val="00714B7B"/>
    <w:rsid w:val="0071503E"/>
    <w:rsid w:val="00715D27"/>
    <w:rsid w:val="00716648"/>
    <w:rsid w:val="007166C0"/>
    <w:rsid w:val="00716C94"/>
    <w:rsid w:val="00716FA0"/>
    <w:rsid w:val="00717912"/>
    <w:rsid w:val="00717CB9"/>
    <w:rsid w:val="00717D8C"/>
    <w:rsid w:val="007202C3"/>
    <w:rsid w:val="007215E4"/>
    <w:rsid w:val="00721756"/>
    <w:rsid w:val="00721B41"/>
    <w:rsid w:val="00721E7D"/>
    <w:rsid w:val="0072201B"/>
    <w:rsid w:val="00722608"/>
    <w:rsid w:val="00722EF8"/>
    <w:rsid w:val="00724148"/>
    <w:rsid w:val="0072443C"/>
    <w:rsid w:val="007247BA"/>
    <w:rsid w:val="00724F65"/>
    <w:rsid w:val="007254CF"/>
    <w:rsid w:val="00725B60"/>
    <w:rsid w:val="00726849"/>
    <w:rsid w:val="007309B0"/>
    <w:rsid w:val="00730B65"/>
    <w:rsid w:val="00730EBD"/>
    <w:rsid w:val="007312AA"/>
    <w:rsid w:val="00731C76"/>
    <w:rsid w:val="00731EAB"/>
    <w:rsid w:val="007328E6"/>
    <w:rsid w:val="00732A21"/>
    <w:rsid w:val="00733474"/>
    <w:rsid w:val="00733927"/>
    <w:rsid w:val="00733F42"/>
    <w:rsid w:val="0073448F"/>
    <w:rsid w:val="007348AB"/>
    <w:rsid w:val="00735222"/>
    <w:rsid w:val="0073527B"/>
    <w:rsid w:val="00735332"/>
    <w:rsid w:val="00735C89"/>
    <w:rsid w:val="007364B9"/>
    <w:rsid w:val="00737078"/>
    <w:rsid w:val="0073731A"/>
    <w:rsid w:val="00740BE3"/>
    <w:rsid w:val="00741685"/>
    <w:rsid w:val="0074184D"/>
    <w:rsid w:val="00741E12"/>
    <w:rsid w:val="00742208"/>
    <w:rsid w:val="007424E5"/>
    <w:rsid w:val="00742A52"/>
    <w:rsid w:val="00742A93"/>
    <w:rsid w:val="00743353"/>
    <w:rsid w:val="00743F40"/>
    <w:rsid w:val="00743FA5"/>
    <w:rsid w:val="007446C8"/>
    <w:rsid w:val="00744761"/>
    <w:rsid w:val="007447BF"/>
    <w:rsid w:val="00744A00"/>
    <w:rsid w:val="00744E6B"/>
    <w:rsid w:val="00745265"/>
    <w:rsid w:val="0074743E"/>
    <w:rsid w:val="0074748E"/>
    <w:rsid w:val="00747D1C"/>
    <w:rsid w:val="0075016F"/>
    <w:rsid w:val="0075035D"/>
    <w:rsid w:val="007506E8"/>
    <w:rsid w:val="00750D33"/>
    <w:rsid w:val="007513A1"/>
    <w:rsid w:val="0075220A"/>
    <w:rsid w:val="00753FE2"/>
    <w:rsid w:val="00754027"/>
    <w:rsid w:val="00754263"/>
    <w:rsid w:val="00754E11"/>
    <w:rsid w:val="0075572B"/>
    <w:rsid w:val="00756239"/>
    <w:rsid w:val="00756B4C"/>
    <w:rsid w:val="007574BD"/>
    <w:rsid w:val="007578E2"/>
    <w:rsid w:val="00757DA4"/>
    <w:rsid w:val="0076054B"/>
    <w:rsid w:val="00760A98"/>
    <w:rsid w:val="00760FCC"/>
    <w:rsid w:val="00761F8E"/>
    <w:rsid w:val="007634E1"/>
    <w:rsid w:val="00763F3B"/>
    <w:rsid w:val="007641D6"/>
    <w:rsid w:val="00764A7A"/>
    <w:rsid w:val="007660C0"/>
    <w:rsid w:val="00766979"/>
    <w:rsid w:val="00767191"/>
    <w:rsid w:val="00767BFA"/>
    <w:rsid w:val="00770992"/>
    <w:rsid w:val="00771543"/>
    <w:rsid w:val="0077173C"/>
    <w:rsid w:val="00771BCB"/>
    <w:rsid w:val="00771C59"/>
    <w:rsid w:val="00771DCF"/>
    <w:rsid w:val="00771E22"/>
    <w:rsid w:val="007722F3"/>
    <w:rsid w:val="00775139"/>
    <w:rsid w:val="00775268"/>
    <w:rsid w:val="00776CC5"/>
    <w:rsid w:val="00776CCC"/>
    <w:rsid w:val="007771A9"/>
    <w:rsid w:val="00777795"/>
    <w:rsid w:val="00777821"/>
    <w:rsid w:val="00777C03"/>
    <w:rsid w:val="00777E98"/>
    <w:rsid w:val="00780A98"/>
    <w:rsid w:val="00781755"/>
    <w:rsid w:val="007826CE"/>
    <w:rsid w:val="00783281"/>
    <w:rsid w:val="007834C9"/>
    <w:rsid w:val="00783D9A"/>
    <w:rsid w:val="007843DE"/>
    <w:rsid w:val="00786213"/>
    <w:rsid w:val="00786448"/>
    <w:rsid w:val="007864AB"/>
    <w:rsid w:val="0078712B"/>
    <w:rsid w:val="0078715C"/>
    <w:rsid w:val="00787230"/>
    <w:rsid w:val="00787E5E"/>
    <w:rsid w:val="00787F43"/>
    <w:rsid w:val="007909DE"/>
    <w:rsid w:val="00790A8A"/>
    <w:rsid w:val="00790C02"/>
    <w:rsid w:val="00791CDF"/>
    <w:rsid w:val="00793CBD"/>
    <w:rsid w:val="0079553B"/>
    <w:rsid w:val="00795B27"/>
    <w:rsid w:val="00796A46"/>
    <w:rsid w:val="0079711B"/>
    <w:rsid w:val="007A03D6"/>
    <w:rsid w:val="007A0AC9"/>
    <w:rsid w:val="007A0B37"/>
    <w:rsid w:val="007A105A"/>
    <w:rsid w:val="007A1085"/>
    <w:rsid w:val="007A1E8F"/>
    <w:rsid w:val="007A2347"/>
    <w:rsid w:val="007A253C"/>
    <w:rsid w:val="007A2A8F"/>
    <w:rsid w:val="007A3808"/>
    <w:rsid w:val="007A4E25"/>
    <w:rsid w:val="007A58CE"/>
    <w:rsid w:val="007A5BCA"/>
    <w:rsid w:val="007A5E41"/>
    <w:rsid w:val="007A7433"/>
    <w:rsid w:val="007B0405"/>
    <w:rsid w:val="007B11F6"/>
    <w:rsid w:val="007B1C62"/>
    <w:rsid w:val="007B1E5E"/>
    <w:rsid w:val="007B21D3"/>
    <w:rsid w:val="007B24F3"/>
    <w:rsid w:val="007B269E"/>
    <w:rsid w:val="007B3474"/>
    <w:rsid w:val="007B3B3D"/>
    <w:rsid w:val="007B3D1F"/>
    <w:rsid w:val="007B4090"/>
    <w:rsid w:val="007B41BB"/>
    <w:rsid w:val="007B462D"/>
    <w:rsid w:val="007B495B"/>
    <w:rsid w:val="007B4CA5"/>
    <w:rsid w:val="007B5696"/>
    <w:rsid w:val="007B5717"/>
    <w:rsid w:val="007B5BFC"/>
    <w:rsid w:val="007B5CB2"/>
    <w:rsid w:val="007B6695"/>
    <w:rsid w:val="007B692E"/>
    <w:rsid w:val="007B6A33"/>
    <w:rsid w:val="007B6EC5"/>
    <w:rsid w:val="007B718C"/>
    <w:rsid w:val="007B72C4"/>
    <w:rsid w:val="007B72C9"/>
    <w:rsid w:val="007B72FB"/>
    <w:rsid w:val="007B774C"/>
    <w:rsid w:val="007B7A0C"/>
    <w:rsid w:val="007C0EF4"/>
    <w:rsid w:val="007C22D9"/>
    <w:rsid w:val="007C2B32"/>
    <w:rsid w:val="007C2B71"/>
    <w:rsid w:val="007C2CDB"/>
    <w:rsid w:val="007C3750"/>
    <w:rsid w:val="007C5131"/>
    <w:rsid w:val="007C56A6"/>
    <w:rsid w:val="007C5702"/>
    <w:rsid w:val="007C61A2"/>
    <w:rsid w:val="007C622F"/>
    <w:rsid w:val="007C7E45"/>
    <w:rsid w:val="007D011C"/>
    <w:rsid w:val="007D02DC"/>
    <w:rsid w:val="007D1605"/>
    <w:rsid w:val="007D17CC"/>
    <w:rsid w:val="007D2C20"/>
    <w:rsid w:val="007D3D7C"/>
    <w:rsid w:val="007D423A"/>
    <w:rsid w:val="007D425E"/>
    <w:rsid w:val="007D4954"/>
    <w:rsid w:val="007D51F1"/>
    <w:rsid w:val="007D6132"/>
    <w:rsid w:val="007D66D4"/>
    <w:rsid w:val="007D6B7F"/>
    <w:rsid w:val="007D78A3"/>
    <w:rsid w:val="007D7C0E"/>
    <w:rsid w:val="007E06C3"/>
    <w:rsid w:val="007E0A25"/>
    <w:rsid w:val="007E13E8"/>
    <w:rsid w:val="007E1826"/>
    <w:rsid w:val="007E1ACD"/>
    <w:rsid w:val="007E20E8"/>
    <w:rsid w:val="007E3BA7"/>
    <w:rsid w:val="007E3CDB"/>
    <w:rsid w:val="007E3F0E"/>
    <w:rsid w:val="007E4BE5"/>
    <w:rsid w:val="007E4EDA"/>
    <w:rsid w:val="007E4FD5"/>
    <w:rsid w:val="007E55A6"/>
    <w:rsid w:val="007E6256"/>
    <w:rsid w:val="007E7044"/>
    <w:rsid w:val="007E7C95"/>
    <w:rsid w:val="007F05EB"/>
    <w:rsid w:val="007F0714"/>
    <w:rsid w:val="007F1460"/>
    <w:rsid w:val="007F1583"/>
    <w:rsid w:val="007F22E5"/>
    <w:rsid w:val="007F3596"/>
    <w:rsid w:val="007F36E9"/>
    <w:rsid w:val="007F4080"/>
    <w:rsid w:val="007F43F9"/>
    <w:rsid w:val="007F57D2"/>
    <w:rsid w:val="007F652A"/>
    <w:rsid w:val="007F6592"/>
    <w:rsid w:val="007F732D"/>
    <w:rsid w:val="007F779E"/>
    <w:rsid w:val="007F7A65"/>
    <w:rsid w:val="007F7BE6"/>
    <w:rsid w:val="008000F3"/>
    <w:rsid w:val="00800592"/>
    <w:rsid w:val="008008DC"/>
    <w:rsid w:val="00800FB5"/>
    <w:rsid w:val="0080116E"/>
    <w:rsid w:val="008022BE"/>
    <w:rsid w:val="00802427"/>
    <w:rsid w:val="00802A68"/>
    <w:rsid w:val="008037F7"/>
    <w:rsid w:val="00803874"/>
    <w:rsid w:val="008059B2"/>
    <w:rsid w:val="008059E3"/>
    <w:rsid w:val="00806C4F"/>
    <w:rsid w:val="00810F90"/>
    <w:rsid w:val="00811C27"/>
    <w:rsid w:val="008124BA"/>
    <w:rsid w:val="0081256A"/>
    <w:rsid w:val="008129BE"/>
    <w:rsid w:val="008131E6"/>
    <w:rsid w:val="0081480D"/>
    <w:rsid w:val="00814F38"/>
    <w:rsid w:val="008160B9"/>
    <w:rsid w:val="00816846"/>
    <w:rsid w:val="00816CCA"/>
    <w:rsid w:val="0081702C"/>
    <w:rsid w:val="00817E25"/>
    <w:rsid w:val="00820774"/>
    <w:rsid w:val="00820C17"/>
    <w:rsid w:val="0082146C"/>
    <w:rsid w:val="00821A9F"/>
    <w:rsid w:val="008223D4"/>
    <w:rsid w:val="00822462"/>
    <w:rsid w:val="00823DA2"/>
    <w:rsid w:val="00823DDD"/>
    <w:rsid w:val="00825567"/>
    <w:rsid w:val="00825ABC"/>
    <w:rsid w:val="00826480"/>
    <w:rsid w:val="00826D86"/>
    <w:rsid w:val="008272F8"/>
    <w:rsid w:val="008278F8"/>
    <w:rsid w:val="00830649"/>
    <w:rsid w:val="00830694"/>
    <w:rsid w:val="00831C01"/>
    <w:rsid w:val="008325CF"/>
    <w:rsid w:val="00832963"/>
    <w:rsid w:val="008329BC"/>
    <w:rsid w:val="00833000"/>
    <w:rsid w:val="00833AB9"/>
    <w:rsid w:val="00833ADA"/>
    <w:rsid w:val="00835152"/>
    <w:rsid w:val="0083529B"/>
    <w:rsid w:val="00835975"/>
    <w:rsid w:val="0083612F"/>
    <w:rsid w:val="0083693D"/>
    <w:rsid w:val="008369CB"/>
    <w:rsid w:val="00836CF7"/>
    <w:rsid w:val="00837309"/>
    <w:rsid w:val="00837594"/>
    <w:rsid w:val="00837703"/>
    <w:rsid w:val="00837C5B"/>
    <w:rsid w:val="008403CC"/>
    <w:rsid w:val="00840614"/>
    <w:rsid w:val="00840A35"/>
    <w:rsid w:val="00841AC3"/>
    <w:rsid w:val="00841C07"/>
    <w:rsid w:val="00842927"/>
    <w:rsid w:val="0084399B"/>
    <w:rsid w:val="00843D9B"/>
    <w:rsid w:val="00844756"/>
    <w:rsid w:val="008452CF"/>
    <w:rsid w:val="00845E68"/>
    <w:rsid w:val="00846068"/>
    <w:rsid w:val="008464C3"/>
    <w:rsid w:val="00846B44"/>
    <w:rsid w:val="00846B7A"/>
    <w:rsid w:val="00847266"/>
    <w:rsid w:val="00850066"/>
    <w:rsid w:val="0085088A"/>
    <w:rsid w:val="00850F1C"/>
    <w:rsid w:val="00850F42"/>
    <w:rsid w:val="00850F60"/>
    <w:rsid w:val="0085107D"/>
    <w:rsid w:val="008513F4"/>
    <w:rsid w:val="0085175F"/>
    <w:rsid w:val="00852013"/>
    <w:rsid w:val="00852526"/>
    <w:rsid w:val="0085279A"/>
    <w:rsid w:val="0085430F"/>
    <w:rsid w:val="008544DF"/>
    <w:rsid w:val="008553C3"/>
    <w:rsid w:val="0085561B"/>
    <w:rsid w:val="008558B2"/>
    <w:rsid w:val="00855C4C"/>
    <w:rsid w:val="008603D0"/>
    <w:rsid w:val="008605BF"/>
    <w:rsid w:val="008609CE"/>
    <w:rsid w:val="00860D6B"/>
    <w:rsid w:val="00860FD3"/>
    <w:rsid w:val="00861283"/>
    <w:rsid w:val="0086153C"/>
    <w:rsid w:val="0086197F"/>
    <w:rsid w:val="00861B88"/>
    <w:rsid w:val="00861C3A"/>
    <w:rsid w:val="008626BA"/>
    <w:rsid w:val="00862C74"/>
    <w:rsid w:val="00863D25"/>
    <w:rsid w:val="0086428B"/>
    <w:rsid w:val="008657E4"/>
    <w:rsid w:val="00865E46"/>
    <w:rsid w:val="00866AD2"/>
    <w:rsid w:val="00870654"/>
    <w:rsid w:val="00870BBE"/>
    <w:rsid w:val="00870BE7"/>
    <w:rsid w:val="00870D11"/>
    <w:rsid w:val="00870D2F"/>
    <w:rsid w:val="00870FBE"/>
    <w:rsid w:val="008713F4"/>
    <w:rsid w:val="0087494E"/>
    <w:rsid w:val="00874A39"/>
    <w:rsid w:val="00875199"/>
    <w:rsid w:val="008752A5"/>
    <w:rsid w:val="00875A28"/>
    <w:rsid w:val="00875CFD"/>
    <w:rsid w:val="00875F52"/>
    <w:rsid w:val="00876A04"/>
    <w:rsid w:val="00876B9C"/>
    <w:rsid w:val="00877071"/>
    <w:rsid w:val="00877179"/>
    <w:rsid w:val="008771E1"/>
    <w:rsid w:val="00880EA9"/>
    <w:rsid w:val="00880F7D"/>
    <w:rsid w:val="00881490"/>
    <w:rsid w:val="008815F6"/>
    <w:rsid w:val="008834DC"/>
    <w:rsid w:val="00883838"/>
    <w:rsid w:val="0088386C"/>
    <w:rsid w:val="0088387E"/>
    <w:rsid w:val="00883ACC"/>
    <w:rsid w:val="00884833"/>
    <w:rsid w:val="00884D13"/>
    <w:rsid w:val="0088509C"/>
    <w:rsid w:val="00886109"/>
    <w:rsid w:val="0088682C"/>
    <w:rsid w:val="00886839"/>
    <w:rsid w:val="00886ED6"/>
    <w:rsid w:val="0088712A"/>
    <w:rsid w:val="00887630"/>
    <w:rsid w:val="00887803"/>
    <w:rsid w:val="00887A61"/>
    <w:rsid w:val="00890EEB"/>
    <w:rsid w:val="008914B8"/>
    <w:rsid w:val="00893992"/>
    <w:rsid w:val="00893F0F"/>
    <w:rsid w:val="00894B50"/>
    <w:rsid w:val="00894B5A"/>
    <w:rsid w:val="00894D75"/>
    <w:rsid w:val="00894E5F"/>
    <w:rsid w:val="00895833"/>
    <w:rsid w:val="00895D87"/>
    <w:rsid w:val="008961E9"/>
    <w:rsid w:val="00896451"/>
    <w:rsid w:val="0089652F"/>
    <w:rsid w:val="00896810"/>
    <w:rsid w:val="008969B0"/>
    <w:rsid w:val="00897ED5"/>
    <w:rsid w:val="008A0FC5"/>
    <w:rsid w:val="008A190B"/>
    <w:rsid w:val="008A26AA"/>
    <w:rsid w:val="008A2704"/>
    <w:rsid w:val="008A29F9"/>
    <w:rsid w:val="008A354E"/>
    <w:rsid w:val="008A3A82"/>
    <w:rsid w:val="008A3B6F"/>
    <w:rsid w:val="008A4E48"/>
    <w:rsid w:val="008A5189"/>
    <w:rsid w:val="008A541A"/>
    <w:rsid w:val="008A6A13"/>
    <w:rsid w:val="008A6C79"/>
    <w:rsid w:val="008A7642"/>
    <w:rsid w:val="008A76B9"/>
    <w:rsid w:val="008B0906"/>
    <w:rsid w:val="008B15AD"/>
    <w:rsid w:val="008B578F"/>
    <w:rsid w:val="008B60BF"/>
    <w:rsid w:val="008B6215"/>
    <w:rsid w:val="008B6F0B"/>
    <w:rsid w:val="008B735D"/>
    <w:rsid w:val="008B79E1"/>
    <w:rsid w:val="008C027E"/>
    <w:rsid w:val="008C1452"/>
    <w:rsid w:val="008C1A63"/>
    <w:rsid w:val="008C1F0A"/>
    <w:rsid w:val="008C2780"/>
    <w:rsid w:val="008C2D1E"/>
    <w:rsid w:val="008C37CD"/>
    <w:rsid w:val="008C3D05"/>
    <w:rsid w:val="008C4FC7"/>
    <w:rsid w:val="008C51DC"/>
    <w:rsid w:val="008C546A"/>
    <w:rsid w:val="008C65AB"/>
    <w:rsid w:val="008C6643"/>
    <w:rsid w:val="008C6EF0"/>
    <w:rsid w:val="008C7F15"/>
    <w:rsid w:val="008D0619"/>
    <w:rsid w:val="008D1C67"/>
    <w:rsid w:val="008D22A2"/>
    <w:rsid w:val="008D3587"/>
    <w:rsid w:val="008D377E"/>
    <w:rsid w:val="008D4348"/>
    <w:rsid w:val="008D45CF"/>
    <w:rsid w:val="008D4687"/>
    <w:rsid w:val="008D4FB5"/>
    <w:rsid w:val="008D56B5"/>
    <w:rsid w:val="008D67BB"/>
    <w:rsid w:val="008D68A7"/>
    <w:rsid w:val="008D6A1A"/>
    <w:rsid w:val="008D6AE1"/>
    <w:rsid w:val="008D71F9"/>
    <w:rsid w:val="008E017E"/>
    <w:rsid w:val="008E0DB8"/>
    <w:rsid w:val="008E1927"/>
    <w:rsid w:val="008E1C5F"/>
    <w:rsid w:val="008E2179"/>
    <w:rsid w:val="008E2604"/>
    <w:rsid w:val="008E3044"/>
    <w:rsid w:val="008E354E"/>
    <w:rsid w:val="008E4224"/>
    <w:rsid w:val="008E451E"/>
    <w:rsid w:val="008E4B3A"/>
    <w:rsid w:val="008E4C4B"/>
    <w:rsid w:val="008E5459"/>
    <w:rsid w:val="008E7E62"/>
    <w:rsid w:val="008E7E75"/>
    <w:rsid w:val="008F0427"/>
    <w:rsid w:val="008F0619"/>
    <w:rsid w:val="008F0F75"/>
    <w:rsid w:val="008F1083"/>
    <w:rsid w:val="008F170B"/>
    <w:rsid w:val="008F1B49"/>
    <w:rsid w:val="008F1E98"/>
    <w:rsid w:val="008F2F1C"/>
    <w:rsid w:val="008F33C5"/>
    <w:rsid w:val="008F5A04"/>
    <w:rsid w:val="008F6280"/>
    <w:rsid w:val="008F68FA"/>
    <w:rsid w:val="008F69E0"/>
    <w:rsid w:val="008F69EB"/>
    <w:rsid w:val="008F6A79"/>
    <w:rsid w:val="008F7101"/>
    <w:rsid w:val="008F71A7"/>
    <w:rsid w:val="00900868"/>
    <w:rsid w:val="009008C1"/>
    <w:rsid w:val="00900A06"/>
    <w:rsid w:val="0090179C"/>
    <w:rsid w:val="0090319A"/>
    <w:rsid w:val="009038C6"/>
    <w:rsid w:val="00903B6A"/>
    <w:rsid w:val="00903BBB"/>
    <w:rsid w:val="0090534E"/>
    <w:rsid w:val="009059ED"/>
    <w:rsid w:val="00906A91"/>
    <w:rsid w:val="00907122"/>
    <w:rsid w:val="009072EE"/>
    <w:rsid w:val="00907535"/>
    <w:rsid w:val="00907760"/>
    <w:rsid w:val="00911F01"/>
    <w:rsid w:val="00912003"/>
    <w:rsid w:val="00912423"/>
    <w:rsid w:val="00912944"/>
    <w:rsid w:val="00913222"/>
    <w:rsid w:val="009140CD"/>
    <w:rsid w:val="009148B0"/>
    <w:rsid w:val="0091559F"/>
    <w:rsid w:val="00915ADC"/>
    <w:rsid w:val="0091609B"/>
    <w:rsid w:val="009170B2"/>
    <w:rsid w:val="00917A6D"/>
    <w:rsid w:val="00920E7E"/>
    <w:rsid w:val="00922898"/>
    <w:rsid w:val="00922FDF"/>
    <w:rsid w:val="00923D8E"/>
    <w:rsid w:val="00924018"/>
    <w:rsid w:val="009247D4"/>
    <w:rsid w:val="009249EA"/>
    <w:rsid w:val="0092532E"/>
    <w:rsid w:val="009256D0"/>
    <w:rsid w:val="00925D00"/>
    <w:rsid w:val="00925E81"/>
    <w:rsid w:val="00926112"/>
    <w:rsid w:val="00926537"/>
    <w:rsid w:val="0092674B"/>
    <w:rsid w:val="00926B11"/>
    <w:rsid w:val="00926D76"/>
    <w:rsid w:val="00927C15"/>
    <w:rsid w:val="0093007B"/>
    <w:rsid w:val="00930999"/>
    <w:rsid w:val="00930CB0"/>
    <w:rsid w:val="00931235"/>
    <w:rsid w:val="00932B7E"/>
    <w:rsid w:val="00932E6F"/>
    <w:rsid w:val="00933137"/>
    <w:rsid w:val="0093346B"/>
    <w:rsid w:val="00933600"/>
    <w:rsid w:val="00933BC6"/>
    <w:rsid w:val="00934D43"/>
    <w:rsid w:val="00934E4A"/>
    <w:rsid w:val="00935887"/>
    <w:rsid w:val="00935BD9"/>
    <w:rsid w:val="00935E00"/>
    <w:rsid w:val="009360DA"/>
    <w:rsid w:val="00936D2E"/>
    <w:rsid w:val="009370F9"/>
    <w:rsid w:val="00937735"/>
    <w:rsid w:val="00937DB3"/>
    <w:rsid w:val="00940266"/>
    <w:rsid w:val="00940335"/>
    <w:rsid w:val="0094064C"/>
    <w:rsid w:val="00941E4F"/>
    <w:rsid w:val="00942FB5"/>
    <w:rsid w:val="00943E70"/>
    <w:rsid w:val="00943F03"/>
    <w:rsid w:val="00943FD4"/>
    <w:rsid w:val="00945006"/>
    <w:rsid w:val="00947B12"/>
    <w:rsid w:val="00950189"/>
    <w:rsid w:val="00950F2B"/>
    <w:rsid w:val="009517F6"/>
    <w:rsid w:val="00951B6D"/>
    <w:rsid w:val="009526DC"/>
    <w:rsid w:val="00953631"/>
    <w:rsid w:val="00953B3D"/>
    <w:rsid w:val="009542E9"/>
    <w:rsid w:val="0095446A"/>
    <w:rsid w:val="009546C1"/>
    <w:rsid w:val="0095574F"/>
    <w:rsid w:val="009564AB"/>
    <w:rsid w:val="009570EE"/>
    <w:rsid w:val="0096002A"/>
    <w:rsid w:val="009602FD"/>
    <w:rsid w:val="00960508"/>
    <w:rsid w:val="0096116C"/>
    <w:rsid w:val="00961193"/>
    <w:rsid w:val="00961475"/>
    <w:rsid w:val="009636A2"/>
    <w:rsid w:val="00963DCD"/>
    <w:rsid w:val="0096452C"/>
    <w:rsid w:val="00964FEB"/>
    <w:rsid w:val="00964FF1"/>
    <w:rsid w:val="00965386"/>
    <w:rsid w:val="00965C45"/>
    <w:rsid w:val="009665DA"/>
    <w:rsid w:val="0097010F"/>
    <w:rsid w:val="00971398"/>
    <w:rsid w:val="00971ADF"/>
    <w:rsid w:val="00971BAC"/>
    <w:rsid w:val="00971E07"/>
    <w:rsid w:val="00972025"/>
    <w:rsid w:val="009725DE"/>
    <w:rsid w:val="009727A7"/>
    <w:rsid w:val="00973C54"/>
    <w:rsid w:val="00974CF6"/>
    <w:rsid w:val="0097584F"/>
    <w:rsid w:val="00975BAE"/>
    <w:rsid w:val="00975CA3"/>
    <w:rsid w:val="00975EC5"/>
    <w:rsid w:val="00976272"/>
    <w:rsid w:val="00976653"/>
    <w:rsid w:val="00976CE4"/>
    <w:rsid w:val="009770B7"/>
    <w:rsid w:val="00977126"/>
    <w:rsid w:val="009774A4"/>
    <w:rsid w:val="009826DA"/>
    <w:rsid w:val="00982B8F"/>
    <w:rsid w:val="00982C56"/>
    <w:rsid w:val="00983274"/>
    <w:rsid w:val="009835A9"/>
    <w:rsid w:val="00983B5B"/>
    <w:rsid w:val="00983BC9"/>
    <w:rsid w:val="00985576"/>
    <w:rsid w:val="00985860"/>
    <w:rsid w:val="009861E4"/>
    <w:rsid w:val="009865BA"/>
    <w:rsid w:val="00986C98"/>
    <w:rsid w:val="009924FD"/>
    <w:rsid w:val="0099261B"/>
    <w:rsid w:val="009935F9"/>
    <w:rsid w:val="00994124"/>
    <w:rsid w:val="009949B5"/>
    <w:rsid w:val="00994F23"/>
    <w:rsid w:val="0099508C"/>
    <w:rsid w:val="009951FD"/>
    <w:rsid w:val="00995670"/>
    <w:rsid w:val="009978AA"/>
    <w:rsid w:val="009978AF"/>
    <w:rsid w:val="0099798E"/>
    <w:rsid w:val="00997A68"/>
    <w:rsid w:val="009A0007"/>
    <w:rsid w:val="009A03AC"/>
    <w:rsid w:val="009A0A40"/>
    <w:rsid w:val="009A0DFE"/>
    <w:rsid w:val="009A0EC6"/>
    <w:rsid w:val="009A1B85"/>
    <w:rsid w:val="009A1F33"/>
    <w:rsid w:val="009A2665"/>
    <w:rsid w:val="009A26B0"/>
    <w:rsid w:val="009A2B08"/>
    <w:rsid w:val="009A2B6B"/>
    <w:rsid w:val="009A2BBB"/>
    <w:rsid w:val="009A3F91"/>
    <w:rsid w:val="009A45FD"/>
    <w:rsid w:val="009A665A"/>
    <w:rsid w:val="009A681A"/>
    <w:rsid w:val="009A7586"/>
    <w:rsid w:val="009A7B55"/>
    <w:rsid w:val="009A7EAC"/>
    <w:rsid w:val="009B018C"/>
    <w:rsid w:val="009B043C"/>
    <w:rsid w:val="009B14C9"/>
    <w:rsid w:val="009B2D61"/>
    <w:rsid w:val="009B4627"/>
    <w:rsid w:val="009B53CB"/>
    <w:rsid w:val="009B543D"/>
    <w:rsid w:val="009B61EE"/>
    <w:rsid w:val="009B639B"/>
    <w:rsid w:val="009B7586"/>
    <w:rsid w:val="009C1410"/>
    <w:rsid w:val="009C1415"/>
    <w:rsid w:val="009C1520"/>
    <w:rsid w:val="009C1CC1"/>
    <w:rsid w:val="009C1FCF"/>
    <w:rsid w:val="009C289A"/>
    <w:rsid w:val="009C38DD"/>
    <w:rsid w:val="009C4CB8"/>
    <w:rsid w:val="009C50DE"/>
    <w:rsid w:val="009C57B0"/>
    <w:rsid w:val="009C60A2"/>
    <w:rsid w:val="009C647C"/>
    <w:rsid w:val="009C66C3"/>
    <w:rsid w:val="009C67C5"/>
    <w:rsid w:val="009C6B5F"/>
    <w:rsid w:val="009C6B64"/>
    <w:rsid w:val="009C6C6C"/>
    <w:rsid w:val="009C6D99"/>
    <w:rsid w:val="009C6F77"/>
    <w:rsid w:val="009C7734"/>
    <w:rsid w:val="009D05D3"/>
    <w:rsid w:val="009D0CDF"/>
    <w:rsid w:val="009D238E"/>
    <w:rsid w:val="009D3796"/>
    <w:rsid w:val="009D37AE"/>
    <w:rsid w:val="009D39C6"/>
    <w:rsid w:val="009D3B91"/>
    <w:rsid w:val="009D404B"/>
    <w:rsid w:val="009D50E4"/>
    <w:rsid w:val="009D6AE1"/>
    <w:rsid w:val="009D6C9A"/>
    <w:rsid w:val="009D6E80"/>
    <w:rsid w:val="009D70E5"/>
    <w:rsid w:val="009D72AB"/>
    <w:rsid w:val="009D75AE"/>
    <w:rsid w:val="009D7883"/>
    <w:rsid w:val="009E198E"/>
    <w:rsid w:val="009E2CE0"/>
    <w:rsid w:val="009E3853"/>
    <w:rsid w:val="009E3BE3"/>
    <w:rsid w:val="009E456B"/>
    <w:rsid w:val="009E5860"/>
    <w:rsid w:val="009E59CF"/>
    <w:rsid w:val="009E5EA5"/>
    <w:rsid w:val="009E6C16"/>
    <w:rsid w:val="009E6F40"/>
    <w:rsid w:val="009E724D"/>
    <w:rsid w:val="009E7A0A"/>
    <w:rsid w:val="009F1567"/>
    <w:rsid w:val="009F214E"/>
    <w:rsid w:val="009F2728"/>
    <w:rsid w:val="009F309A"/>
    <w:rsid w:val="009F3A10"/>
    <w:rsid w:val="009F3DF3"/>
    <w:rsid w:val="009F4038"/>
    <w:rsid w:val="009F4385"/>
    <w:rsid w:val="009F5907"/>
    <w:rsid w:val="009F5A5D"/>
    <w:rsid w:val="009F5D80"/>
    <w:rsid w:val="009F691D"/>
    <w:rsid w:val="009F7263"/>
    <w:rsid w:val="009F77BE"/>
    <w:rsid w:val="00A00138"/>
    <w:rsid w:val="00A001D6"/>
    <w:rsid w:val="00A011D1"/>
    <w:rsid w:val="00A011E1"/>
    <w:rsid w:val="00A016E7"/>
    <w:rsid w:val="00A01A2F"/>
    <w:rsid w:val="00A0217C"/>
    <w:rsid w:val="00A0244D"/>
    <w:rsid w:val="00A02E11"/>
    <w:rsid w:val="00A03735"/>
    <w:rsid w:val="00A04D5C"/>
    <w:rsid w:val="00A104FC"/>
    <w:rsid w:val="00A10518"/>
    <w:rsid w:val="00A107B9"/>
    <w:rsid w:val="00A129AD"/>
    <w:rsid w:val="00A13346"/>
    <w:rsid w:val="00A13CAA"/>
    <w:rsid w:val="00A14396"/>
    <w:rsid w:val="00A1487F"/>
    <w:rsid w:val="00A14FCE"/>
    <w:rsid w:val="00A15243"/>
    <w:rsid w:val="00A15A5E"/>
    <w:rsid w:val="00A208A3"/>
    <w:rsid w:val="00A21E9B"/>
    <w:rsid w:val="00A21FB4"/>
    <w:rsid w:val="00A2331E"/>
    <w:rsid w:val="00A24C84"/>
    <w:rsid w:val="00A24CD9"/>
    <w:rsid w:val="00A26CAC"/>
    <w:rsid w:val="00A26D8A"/>
    <w:rsid w:val="00A26FC2"/>
    <w:rsid w:val="00A30492"/>
    <w:rsid w:val="00A30B44"/>
    <w:rsid w:val="00A31701"/>
    <w:rsid w:val="00A3187D"/>
    <w:rsid w:val="00A32DEC"/>
    <w:rsid w:val="00A36C0D"/>
    <w:rsid w:val="00A37929"/>
    <w:rsid w:val="00A402F9"/>
    <w:rsid w:val="00A412A1"/>
    <w:rsid w:val="00A42CF1"/>
    <w:rsid w:val="00A4388F"/>
    <w:rsid w:val="00A438F4"/>
    <w:rsid w:val="00A43DA1"/>
    <w:rsid w:val="00A44123"/>
    <w:rsid w:val="00A44408"/>
    <w:rsid w:val="00A444BA"/>
    <w:rsid w:val="00A447D2"/>
    <w:rsid w:val="00A45CB1"/>
    <w:rsid w:val="00A4613B"/>
    <w:rsid w:val="00A46777"/>
    <w:rsid w:val="00A46A47"/>
    <w:rsid w:val="00A4755D"/>
    <w:rsid w:val="00A47D0D"/>
    <w:rsid w:val="00A5076D"/>
    <w:rsid w:val="00A51033"/>
    <w:rsid w:val="00A51D4C"/>
    <w:rsid w:val="00A52D44"/>
    <w:rsid w:val="00A53C8D"/>
    <w:rsid w:val="00A53C8E"/>
    <w:rsid w:val="00A53FCC"/>
    <w:rsid w:val="00A54598"/>
    <w:rsid w:val="00A54D78"/>
    <w:rsid w:val="00A551F4"/>
    <w:rsid w:val="00A5607A"/>
    <w:rsid w:val="00A5630F"/>
    <w:rsid w:val="00A56785"/>
    <w:rsid w:val="00A57924"/>
    <w:rsid w:val="00A602FB"/>
    <w:rsid w:val="00A60507"/>
    <w:rsid w:val="00A610B6"/>
    <w:rsid w:val="00A6215B"/>
    <w:rsid w:val="00A62280"/>
    <w:rsid w:val="00A62392"/>
    <w:rsid w:val="00A628E5"/>
    <w:rsid w:val="00A62C2D"/>
    <w:rsid w:val="00A635BB"/>
    <w:rsid w:val="00A63C73"/>
    <w:rsid w:val="00A6452F"/>
    <w:rsid w:val="00A645C5"/>
    <w:rsid w:val="00A665B3"/>
    <w:rsid w:val="00A66E20"/>
    <w:rsid w:val="00A66FFF"/>
    <w:rsid w:val="00A67604"/>
    <w:rsid w:val="00A6761C"/>
    <w:rsid w:val="00A67972"/>
    <w:rsid w:val="00A67DE1"/>
    <w:rsid w:val="00A67F68"/>
    <w:rsid w:val="00A70047"/>
    <w:rsid w:val="00A7189E"/>
    <w:rsid w:val="00A719B4"/>
    <w:rsid w:val="00A71DE6"/>
    <w:rsid w:val="00A71E04"/>
    <w:rsid w:val="00A71E70"/>
    <w:rsid w:val="00A73146"/>
    <w:rsid w:val="00A74138"/>
    <w:rsid w:val="00A741C0"/>
    <w:rsid w:val="00A75451"/>
    <w:rsid w:val="00A76659"/>
    <w:rsid w:val="00A7726A"/>
    <w:rsid w:val="00A77364"/>
    <w:rsid w:val="00A77924"/>
    <w:rsid w:val="00A80207"/>
    <w:rsid w:val="00A80505"/>
    <w:rsid w:val="00A81B32"/>
    <w:rsid w:val="00A81DAE"/>
    <w:rsid w:val="00A82C55"/>
    <w:rsid w:val="00A837A2"/>
    <w:rsid w:val="00A83F24"/>
    <w:rsid w:val="00A8441F"/>
    <w:rsid w:val="00A84FCE"/>
    <w:rsid w:val="00A85FBB"/>
    <w:rsid w:val="00A865C2"/>
    <w:rsid w:val="00A872A2"/>
    <w:rsid w:val="00A87C16"/>
    <w:rsid w:val="00A87D52"/>
    <w:rsid w:val="00A900AD"/>
    <w:rsid w:val="00A90621"/>
    <w:rsid w:val="00A90829"/>
    <w:rsid w:val="00A90D8B"/>
    <w:rsid w:val="00A91508"/>
    <w:rsid w:val="00A91C2B"/>
    <w:rsid w:val="00A92194"/>
    <w:rsid w:val="00A92A4A"/>
    <w:rsid w:val="00A92F11"/>
    <w:rsid w:val="00A948A0"/>
    <w:rsid w:val="00A94BBA"/>
    <w:rsid w:val="00A94FAA"/>
    <w:rsid w:val="00A955FE"/>
    <w:rsid w:val="00A9607B"/>
    <w:rsid w:val="00A9625D"/>
    <w:rsid w:val="00A9689E"/>
    <w:rsid w:val="00A9745B"/>
    <w:rsid w:val="00A97CA3"/>
    <w:rsid w:val="00AA075B"/>
    <w:rsid w:val="00AA135C"/>
    <w:rsid w:val="00AA37BC"/>
    <w:rsid w:val="00AA3BCC"/>
    <w:rsid w:val="00AA3F42"/>
    <w:rsid w:val="00AA5205"/>
    <w:rsid w:val="00AA5642"/>
    <w:rsid w:val="00AA570B"/>
    <w:rsid w:val="00AA76F0"/>
    <w:rsid w:val="00AB02A8"/>
    <w:rsid w:val="00AB03DC"/>
    <w:rsid w:val="00AB091E"/>
    <w:rsid w:val="00AB0BA0"/>
    <w:rsid w:val="00AB111F"/>
    <w:rsid w:val="00AB1A84"/>
    <w:rsid w:val="00AB34DF"/>
    <w:rsid w:val="00AB49CE"/>
    <w:rsid w:val="00AB54E2"/>
    <w:rsid w:val="00AB5801"/>
    <w:rsid w:val="00AB618F"/>
    <w:rsid w:val="00AB67E5"/>
    <w:rsid w:val="00AB6932"/>
    <w:rsid w:val="00AB69A5"/>
    <w:rsid w:val="00AB6D8D"/>
    <w:rsid w:val="00AB6EB9"/>
    <w:rsid w:val="00AB7B2A"/>
    <w:rsid w:val="00AB7D1D"/>
    <w:rsid w:val="00AB7D3D"/>
    <w:rsid w:val="00AC0282"/>
    <w:rsid w:val="00AC08EF"/>
    <w:rsid w:val="00AC2779"/>
    <w:rsid w:val="00AC33A4"/>
    <w:rsid w:val="00AC37FA"/>
    <w:rsid w:val="00AC436B"/>
    <w:rsid w:val="00AC47F1"/>
    <w:rsid w:val="00AC4A07"/>
    <w:rsid w:val="00AC4B67"/>
    <w:rsid w:val="00AC5354"/>
    <w:rsid w:val="00AC6AA2"/>
    <w:rsid w:val="00AC75CE"/>
    <w:rsid w:val="00AC7DD3"/>
    <w:rsid w:val="00AD096D"/>
    <w:rsid w:val="00AD117B"/>
    <w:rsid w:val="00AD1D3F"/>
    <w:rsid w:val="00AD2449"/>
    <w:rsid w:val="00AD34FE"/>
    <w:rsid w:val="00AD4223"/>
    <w:rsid w:val="00AD449A"/>
    <w:rsid w:val="00AD451F"/>
    <w:rsid w:val="00AD4E83"/>
    <w:rsid w:val="00AD5013"/>
    <w:rsid w:val="00AD5412"/>
    <w:rsid w:val="00AD5883"/>
    <w:rsid w:val="00AD6647"/>
    <w:rsid w:val="00AD6AE6"/>
    <w:rsid w:val="00AD7499"/>
    <w:rsid w:val="00AD78B9"/>
    <w:rsid w:val="00AE0C89"/>
    <w:rsid w:val="00AE1235"/>
    <w:rsid w:val="00AE1A8A"/>
    <w:rsid w:val="00AE2234"/>
    <w:rsid w:val="00AE269F"/>
    <w:rsid w:val="00AE3484"/>
    <w:rsid w:val="00AE385E"/>
    <w:rsid w:val="00AE4D1C"/>
    <w:rsid w:val="00AE5305"/>
    <w:rsid w:val="00AE7179"/>
    <w:rsid w:val="00AF03D2"/>
    <w:rsid w:val="00AF0517"/>
    <w:rsid w:val="00AF0522"/>
    <w:rsid w:val="00AF09C3"/>
    <w:rsid w:val="00AF1B03"/>
    <w:rsid w:val="00AF1BC7"/>
    <w:rsid w:val="00AF2135"/>
    <w:rsid w:val="00AF2A45"/>
    <w:rsid w:val="00AF2E86"/>
    <w:rsid w:val="00AF3472"/>
    <w:rsid w:val="00AF4872"/>
    <w:rsid w:val="00AF4DAD"/>
    <w:rsid w:val="00AF6947"/>
    <w:rsid w:val="00AF695C"/>
    <w:rsid w:val="00AF6F8D"/>
    <w:rsid w:val="00AF7B82"/>
    <w:rsid w:val="00B00171"/>
    <w:rsid w:val="00B005F6"/>
    <w:rsid w:val="00B022EB"/>
    <w:rsid w:val="00B02927"/>
    <w:rsid w:val="00B030E8"/>
    <w:rsid w:val="00B0317A"/>
    <w:rsid w:val="00B0351D"/>
    <w:rsid w:val="00B03527"/>
    <w:rsid w:val="00B04705"/>
    <w:rsid w:val="00B047FA"/>
    <w:rsid w:val="00B05BBF"/>
    <w:rsid w:val="00B060D4"/>
    <w:rsid w:val="00B06525"/>
    <w:rsid w:val="00B06EB4"/>
    <w:rsid w:val="00B107F4"/>
    <w:rsid w:val="00B10A63"/>
    <w:rsid w:val="00B10AA5"/>
    <w:rsid w:val="00B10CFF"/>
    <w:rsid w:val="00B1175E"/>
    <w:rsid w:val="00B119AA"/>
    <w:rsid w:val="00B11AD1"/>
    <w:rsid w:val="00B12171"/>
    <w:rsid w:val="00B1277E"/>
    <w:rsid w:val="00B1618B"/>
    <w:rsid w:val="00B163AC"/>
    <w:rsid w:val="00B166A0"/>
    <w:rsid w:val="00B16811"/>
    <w:rsid w:val="00B16B9E"/>
    <w:rsid w:val="00B1721D"/>
    <w:rsid w:val="00B17584"/>
    <w:rsid w:val="00B176CE"/>
    <w:rsid w:val="00B17EB2"/>
    <w:rsid w:val="00B20452"/>
    <w:rsid w:val="00B2232F"/>
    <w:rsid w:val="00B226CA"/>
    <w:rsid w:val="00B22831"/>
    <w:rsid w:val="00B23C40"/>
    <w:rsid w:val="00B25522"/>
    <w:rsid w:val="00B260FA"/>
    <w:rsid w:val="00B2693F"/>
    <w:rsid w:val="00B274BD"/>
    <w:rsid w:val="00B302B9"/>
    <w:rsid w:val="00B30A69"/>
    <w:rsid w:val="00B31592"/>
    <w:rsid w:val="00B3234A"/>
    <w:rsid w:val="00B337E1"/>
    <w:rsid w:val="00B339F7"/>
    <w:rsid w:val="00B33DA7"/>
    <w:rsid w:val="00B33EA9"/>
    <w:rsid w:val="00B3409D"/>
    <w:rsid w:val="00B34B55"/>
    <w:rsid w:val="00B35277"/>
    <w:rsid w:val="00B37C58"/>
    <w:rsid w:val="00B40E55"/>
    <w:rsid w:val="00B41D1E"/>
    <w:rsid w:val="00B42033"/>
    <w:rsid w:val="00B425BA"/>
    <w:rsid w:val="00B43BE8"/>
    <w:rsid w:val="00B44856"/>
    <w:rsid w:val="00B45827"/>
    <w:rsid w:val="00B4641B"/>
    <w:rsid w:val="00B46A1E"/>
    <w:rsid w:val="00B46DA5"/>
    <w:rsid w:val="00B47438"/>
    <w:rsid w:val="00B50003"/>
    <w:rsid w:val="00B50544"/>
    <w:rsid w:val="00B512AF"/>
    <w:rsid w:val="00B51B6C"/>
    <w:rsid w:val="00B51C92"/>
    <w:rsid w:val="00B52086"/>
    <w:rsid w:val="00B52744"/>
    <w:rsid w:val="00B534CE"/>
    <w:rsid w:val="00B54362"/>
    <w:rsid w:val="00B5548B"/>
    <w:rsid w:val="00B55DA6"/>
    <w:rsid w:val="00B57AFB"/>
    <w:rsid w:val="00B60F4E"/>
    <w:rsid w:val="00B61B2D"/>
    <w:rsid w:val="00B61F90"/>
    <w:rsid w:val="00B6202D"/>
    <w:rsid w:val="00B62336"/>
    <w:rsid w:val="00B648C7"/>
    <w:rsid w:val="00B65CB4"/>
    <w:rsid w:val="00B65CEA"/>
    <w:rsid w:val="00B67388"/>
    <w:rsid w:val="00B7057B"/>
    <w:rsid w:val="00B70755"/>
    <w:rsid w:val="00B70763"/>
    <w:rsid w:val="00B70D2C"/>
    <w:rsid w:val="00B70E69"/>
    <w:rsid w:val="00B727AF"/>
    <w:rsid w:val="00B72EA0"/>
    <w:rsid w:val="00B73031"/>
    <w:rsid w:val="00B73199"/>
    <w:rsid w:val="00B73F07"/>
    <w:rsid w:val="00B7557F"/>
    <w:rsid w:val="00B75FB9"/>
    <w:rsid w:val="00B7637C"/>
    <w:rsid w:val="00B7676C"/>
    <w:rsid w:val="00B76BF6"/>
    <w:rsid w:val="00B76D3A"/>
    <w:rsid w:val="00B77A81"/>
    <w:rsid w:val="00B77FC4"/>
    <w:rsid w:val="00B805AA"/>
    <w:rsid w:val="00B8118B"/>
    <w:rsid w:val="00B835BD"/>
    <w:rsid w:val="00B83DAA"/>
    <w:rsid w:val="00B83EF4"/>
    <w:rsid w:val="00B84241"/>
    <w:rsid w:val="00B8495A"/>
    <w:rsid w:val="00B849FC"/>
    <w:rsid w:val="00B8504E"/>
    <w:rsid w:val="00B85EF2"/>
    <w:rsid w:val="00B871CF"/>
    <w:rsid w:val="00B87483"/>
    <w:rsid w:val="00B87AFC"/>
    <w:rsid w:val="00B87BF7"/>
    <w:rsid w:val="00B90F27"/>
    <w:rsid w:val="00B91173"/>
    <w:rsid w:val="00B91215"/>
    <w:rsid w:val="00B91A7F"/>
    <w:rsid w:val="00B91D30"/>
    <w:rsid w:val="00B9270D"/>
    <w:rsid w:val="00B92C9C"/>
    <w:rsid w:val="00B935C2"/>
    <w:rsid w:val="00B939DD"/>
    <w:rsid w:val="00B93A62"/>
    <w:rsid w:val="00B94724"/>
    <w:rsid w:val="00B94C62"/>
    <w:rsid w:val="00B94D14"/>
    <w:rsid w:val="00B952FA"/>
    <w:rsid w:val="00B9565F"/>
    <w:rsid w:val="00B95839"/>
    <w:rsid w:val="00B960C5"/>
    <w:rsid w:val="00B962F2"/>
    <w:rsid w:val="00B9658D"/>
    <w:rsid w:val="00B96B38"/>
    <w:rsid w:val="00B9796F"/>
    <w:rsid w:val="00B97A0B"/>
    <w:rsid w:val="00B97B0B"/>
    <w:rsid w:val="00B97F4D"/>
    <w:rsid w:val="00BA035E"/>
    <w:rsid w:val="00BA06FC"/>
    <w:rsid w:val="00BA0E9C"/>
    <w:rsid w:val="00BA116B"/>
    <w:rsid w:val="00BA1210"/>
    <w:rsid w:val="00BA2563"/>
    <w:rsid w:val="00BA578A"/>
    <w:rsid w:val="00BA5792"/>
    <w:rsid w:val="00BA5ADC"/>
    <w:rsid w:val="00BA6221"/>
    <w:rsid w:val="00BA6693"/>
    <w:rsid w:val="00BA6F50"/>
    <w:rsid w:val="00BA7118"/>
    <w:rsid w:val="00BB0336"/>
    <w:rsid w:val="00BB0653"/>
    <w:rsid w:val="00BB0AB9"/>
    <w:rsid w:val="00BB0BF4"/>
    <w:rsid w:val="00BB2F01"/>
    <w:rsid w:val="00BB2FDD"/>
    <w:rsid w:val="00BB3553"/>
    <w:rsid w:val="00BB3638"/>
    <w:rsid w:val="00BB38DB"/>
    <w:rsid w:val="00BB48C0"/>
    <w:rsid w:val="00BB4B51"/>
    <w:rsid w:val="00BB5426"/>
    <w:rsid w:val="00BB57A1"/>
    <w:rsid w:val="00BB6735"/>
    <w:rsid w:val="00BC0DD1"/>
    <w:rsid w:val="00BC22D9"/>
    <w:rsid w:val="00BC2C32"/>
    <w:rsid w:val="00BC3462"/>
    <w:rsid w:val="00BC38FE"/>
    <w:rsid w:val="00BC3E00"/>
    <w:rsid w:val="00BC4705"/>
    <w:rsid w:val="00BC5ACE"/>
    <w:rsid w:val="00BC6D8F"/>
    <w:rsid w:val="00BC6E28"/>
    <w:rsid w:val="00BD0645"/>
    <w:rsid w:val="00BD2C70"/>
    <w:rsid w:val="00BD354F"/>
    <w:rsid w:val="00BD49B6"/>
    <w:rsid w:val="00BD51BE"/>
    <w:rsid w:val="00BD53AB"/>
    <w:rsid w:val="00BD5B05"/>
    <w:rsid w:val="00BD5E91"/>
    <w:rsid w:val="00BD62A9"/>
    <w:rsid w:val="00BD6528"/>
    <w:rsid w:val="00BD735E"/>
    <w:rsid w:val="00BD73E3"/>
    <w:rsid w:val="00BE1AA5"/>
    <w:rsid w:val="00BE1D3C"/>
    <w:rsid w:val="00BE2854"/>
    <w:rsid w:val="00BE391B"/>
    <w:rsid w:val="00BE3FFE"/>
    <w:rsid w:val="00BE43D9"/>
    <w:rsid w:val="00BE5144"/>
    <w:rsid w:val="00BE52B1"/>
    <w:rsid w:val="00BE5938"/>
    <w:rsid w:val="00BE5A7B"/>
    <w:rsid w:val="00BE5B9A"/>
    <w:rsid w:val="00BE6A98"/>
    <w:rsid w:val="00BE6B81"/>
    <w:rsid w:val="00BF0516"/>
    <w:rsid w:val="00BF0AA1"/>
    <w:rsid w:val="00BF0C5E"/>
    <w:rsid w:val="00BF1240"/>
    <w:rsid w:val="00BF1816"/>
    <w:rsid w:val="00BF47B8"/>
    <w:rsid w:val="00BF49CC"/>
    <w:rsid w:val="00BF6BA6"/>
    <w:rsid w:val="00C00130"/>
    <w:rsid w:val="00C006E6"/>
    <w:rsid w:val="00C00DDC"/>
    <w:rsid w:val="00C01A65"/>
    <w:rsid w:val="00C0229F"/>
    <w:rsid w:val="00C028BC"/>
    <w:rsid w:val="00C02B88"/>
    <w:rsid w:val="00C03498"/>
    <w:rsid w:val="00C0394A"/>
    <w:rsid w:val="00C04AC6"/>
    <w:rsid w:val="00C04C29"/>
    <w:rsid w:val="00C05146"/>
    <w:rsid w:val="00C0528D"/>
    <w:rsid w:val="00C055B2"/>
    <w:rsid w:val="00C05BF2"/>
    <w:rsid w:val="00C05CEC"/>
    <w:rsid w:val="00C060B4"/>
    <w:rsid w:val="00C062FE"/>
    <w:rsid w:val="00C06675"/>
    <w:rsid w:val="00C070A7"/>
    <w:rsid w:val="00C10886"/>
    <w:rsid w:val="00C1170B"/>
    <w:rsid w:val="00C12B89"/>
    <w:rsid w:val="00C12C57"/>
    <w:rsid w:val="00C1307C"/>
    <w:rsid w:val="00C149EC"/>
    <w:rsid w:val="00C1609F"/>
    <w:rsid w:val="00C165F9"/>
    <w:rsid w:val="00C1727F"/>
    <w:rsid w:val="00C1781E"/>
    <w:rsid w:val="00C200B4"/>
    <w:rsid w:val="00C20285"/>
    <w:rsid w:val="00C20339"/>
    <w:rsid w:val="00C20698"/>
    <w:rsid w:val="00C2169B"/>
    <w:rsid w:val="00C21E10"/>
    <w:rsid w:val="00C22158"/>
    <w:rsid w:val="00C224C2"/>
    <w:rsid w:val="00C22FAC"/>
    <w:rsid w:val="00C23681"/>
    <w:rsid w:val="00C23C1E"/>
    <w:rsid w:val="00C23C20"/>
    <w:rsid w:val="00C24709"/>
    <w:rsid w:val="00C247FF"/>
    <w:rsid w:val="00C24934"/>
    <w:rsid w:val="00C25B70"/>
    <w:rsid w:val="00C25BAC"/>
    <w:rsid w:val="00C267DF"/>
    <w:rsid w:val="00C26DE3"/>
    <w:rsid w:val="00C27195"/>
    <w:rsid w:val="00C27837"/>
    <w:rsid w:val="00C302D8"/>
    <w:rsid w:val="00C30825"/>
    <w:rsid w:val="00C31685"/>
    <w:rsid w:val="00C317D6"/>
    <w:rsid w:val="00C318F8"/>
    <w:rsid w:val="00C3198E"/>
    <w:rsid w:val="00C31E32"/>
    <w:rsid w:val="00C32430"/>
    <w:rsid w:val="00C330EC"/>
    <w:rsid w:val="00C3310D"/>
    <w:rsid w:val="00C3347A"/>
    <w:rsid w:val="00C33A32"/>
    <w:rsid w:val="00C341A4"/>
    <w:rsid w:val="00C34C19"/>
    <w:rsid w:val="00C34C7B"/>
    <w:rsid w:val="00C3715B"/>
    <w:rsid w:val="00C40052"/>
    <w:rsid w:val="00C40B90"/>
    <w:rsid w:val="00C415A1"/>
    <w:rsid w:val="00C41A81"/>
    <w:rsid w:val="00C4399C"/>
    <w:rsid w:val="00C44351"/>
    <w:rsid w:val="00C4483F"/>
    <w:rsid w:val="00C4501E"/>
    <w:rsid w:val="00C45591"/>
    <w:rsid w:val="00C45F15"/>
    <w:rsid w:val="00C45FDF"/>
    <w:rsid w:val="00C4730A"/>
    <w:rsid w:val="00C474D0"/>
    <w:rsid w:val="00C5177F"/>
    <w:rsid w:val="00C51C6D"/>
    <w:rsid w:val="00C51D0B"/>
    <w:rsid w:val="00C52F42"/>
    <w:rsid w:val="00C53209"/>
    <w:rsid w:val="00C5528E"/>
    <w:rsid w:val="00C55A0F"/>
    <w:rsid w:val="00C55FCD"/>
    <w:rsid w:val="00C56DB0"/>
    <w:rsid w:val="00C57050"/>
    <w:rsid w:val="00C57354"/>
    <w:rsid w:val="00C60203"/>
    <w:rsid w:val="00C60BA2"/>
    <w:rsid w:val="00C60D1A"/>
    <w:rsid w:val="00C61362"/>
    <w:rsid w:val="00C61A6F"/>
    <w:rsid w:val="00C61CAB"/>
    <w:rsid w:val="00C638B5"/>
    <w:rsid w:val="00C63C1A"/>
    <w:rsid w:val="00C63F5F"/>
    <w:rsid w:val="00C6618F"/>
    <w:rsid w:val="00C663C4"/>
    <w:rsid w:val="00C70030"/>
    <w:rsid w:val="00C707F6"/>
    <w:rsid w:val="00C71324"/>
    <w:rsid w:val="00C72518"/>
    <w:rsid w:val="00C72594"/>
    <w:rsid w:val="00C72C08"/>
    <w:rsid w:val="00C7434A"/>
    <w:rsid w:val="00C7525D"/>
    <w:rsid w:val="00C765C5"/>
    <w:rsid w:val="00C76E9E"/>
    <w:rsid w:val="00C77DA0"/>
    <w:rsid w:val="00C80780"/>
    <w:rsid w:val="00C808A7"/>
    <w:rsid w:val="00C81173"/>
    <w:rsid w:val="00C819BB"/>
    <w:rsid w:val="00C8201F"/>
    <w:rsid w:val="00C828C3"/>
    <w:rsid w:val="00C828C8"/>
    <w:rsid w:val="00C8293A"/>
    <w:rsid w:val="00C85025"/>
    <w:rsid w:val="00C85823"/>
    <w:rsid w:val="00C85BF8"/>
    <w:rsid w:val="00C85CAA"/>
    <w:rsid w:val="00C85EE3"/>
    <w:rsid w:val="00C8645E"/>
    <w:rsid w:val="00C86634"/>
    <w:rsid w:val="00C87105"/>
    <w:rsid w:val="00C87322"/>
    <w:rsid w:val="00C874E4"/>
    <w:rsid w:val="00C87EF9"/>
    <w:rsid w:val="00C87F60"/>
    <w:rsid w:val="00C90AE9"/>
    <w:rsid w:val="00C90B90"/>
    <w:rsid w:val="00C90F0F"/>
    <w:rsid w:val="00C918EC"/>
    <w:rsid w:val="00C91E32"/>
    <w:rsid w:val="00C9274E"/>
    <w:rsid w:val="00C934AD"/>
    <w:rsid w:val="00C94A57"/>
    <w:rsid w:val="00C94CBB"/>
    <w:rsid w:val="00C94D92"/>
    <w:rsid w:val="00C94DB6"/>
    <w:rsid w:val="00C95D41"/>
    <w:rsid w:val="00C95D57"/>
    <w:rsid w:val="00C96365"/>
    <w:rsid w:val="00C96EC4"/>
    <w:rsid w:val="00C97050"/>
    <w:rsid w:val="00C97EAC"/>
    <w:rsid w:val="00C97FAA"/>
    <w:rsid w:val="00CA0A54"/>
    <w:rsid w:val="00CA12B2"/>
    <w:rsid w:val="00CA1619"/>
    <w:rsid w:val="00CA1C39"/>
    <w:rsid w:val="00CA3268"/>
    <w:rsid w:val="00CA382D"/>
    <w:rsid w:val="00CA3901"/>
    <w:rsid w:val="00CA3FC1"/>
    <w:rsid w:val="00CA436F"/>
    <w:rsid w:val="00CA4728"/>
    <w:rsid w:val="00CA4BCD"/>
    <w:rsid w:val="00CA76E8"/>
    <w:rsid w:val="00CA7B42"/>
    <w:rsid w:val="00CA7B7E"/>
    <w:rsid w:val="00CA7CBE"/>
    <w:rsid w:val="00CB00C4"/>
    <w:rsid w:val="00CB029C"/>
    <w:rsid w:val="00CB05CE"/>
    <w:rsid w:val="00CB0618"/>
    <w:rsid w:val="00CB147F"/>
    <w:rsid w:val="00CB14F1"/>
    <w:rsid w:val="00CB276F"/>
    <w:rsid w:val="00CB4495"/>
    <w:rsid w:val="00CB46B6"/>
    <w:rsid w:val="00CB5164"/>
    <w:rsid w:val="00CB566E"/>
    <w:rsid w:val="00CB7435"/>
    <w:rsid w:val="00CB7DAB"/>
    <w:rsid w:val="00CB7E1B"/>
    <w:rsid w:val="00CC06ED"/>
    <w:rsid w:val="00CC0D64"/>
    <w:rsid w:val="00CC0F0A"/>
    <w:rsid w:val="00CC107E"/>
    <w:rsid w:val="00CC1423"/>
    <w:rsid w:val="00CC2126"/>
    <w:rsid w:val="00CC3CA4"/>
    <w:rsid w:val="00CC48C1"/>
    <w:rsid w:val="00CC4934"/>
    <w:rsid w:val="00CC4DC9"/>
    <w:rsid w:val="00CC536D"/>
    <w:rsid w:val="00CC6506"/>
    <w:rsid w:val="00CC6CCC"/>
    <w:rsid w:val="00CC76C9"/>
    <w:rsid w:val="00CD0B84"/>
    <w:rsid w:val="00CD14E8"/>
    <w:rsid w:val="00CD288D"/>
    <w:rsid w:val="00CD3264"/>
    <w:rsid w:val="00CD366C"/>
    <w:rsid w:val="00CD3726"/>
    <w:rsid w:val="00CD38B6"/>
    <w:rsid w:val="00CD61F3"/>
    <w:rsid w:val="00CD6575"/>
    <w:rsid w:val="00CD707D"/>
    <w:rsid w:val="00CD74CF"/>
    <w:rsid w:val="00CD7F51"/>
    <w:rsid w:val="00CE15D2"/>
    <w:rsid w:val="00CE178F"/>
    <w:rsid w:val="00CE251B"/>
    <w:rsid w:val="00CE2E73"/>
    <w:rsid w:val="00CE3A9C"/>
    <w:rsid w:val="00CE3AFE"/>
    <w:rsid w:val="00CE3C7A"/>
    <w:rsid w:val="00CE420A"/>
    <w:rsid w:val="00CE488D"/>
    <w:rsid w:val="00CE50D2"/>
    <w:rsid w:val="00CE54ED"/>
    <w:rsid w:val="00CE6398"/>
    <w:rsid w:val="00CE6845"/>
    <w:rsid w:val="00CE73EA"/>
    <w:rsid w:val="00CE7CA0"/>
    <w:rsid w:val="00CF0B28"/>
    <w:rsid w:val="00CF1474"/>
    <w:rsid w:val="00CF20C5"/>
    <w:rsid w:val="00CF299C"/>
    <w:rsid w:val="00CF2D9A"/>
    <w:rsid w:val="00CF32C3"/>
    <w:rsid w:val="00CF3624"/>
    <w:rsid w:val="00CF3E88"/>
    <w:rsid w:val="00CF3EB9"/>
    <w:rsid w:val="00CF43EA"/>
    <w:rsid w:val="00CF45EE"/>
    <w:rsid w:val="00CF4E85"/>
    <w:rsid w:val="00CF50A8"/>
    <w:rsid w:val="00CF5A41"/>
    <w:rsid w:val="00CF5BBF"/>
    <w:rsid w:val="00CF6296"/>
    <w:rsid w:val="00CF6903"/>
    <w:rsid w:val="00CF6BDB"/>
    <w:rsid w:val="00CF6C13"/>
    <w:rsid w:val="00D00577"/>
    <w:rsid w:val="00D01AFC"/>
    <w:rsid w:val="00D02653"/>
    <w:rsid w:val="00D027E5"/>
    <w:rsid w:val="00D02F19"/>
    <w:rsid w:val="00D03A99"/>
    <w:rsid w:val="00D04D12"/>
    <w:rsid w:val="00D05446"/>
    <w:rsid w:val="00D05BE8"/>
    <w:rsid w:val="00D06109"/>
    <w:rsid w:val="00D06FAC"/>
    <w:rsid w:val="00D074D0"/>
    <w:rsid w:val="00D079D3"/>
    <w:rsid w:val="00D07BAB"/>
    <w:rsid w:val="00D1042E"/>
    <w:rsid w:val="00D10585"/>
    <w:rsid w:val="00D10824"/>
    <w:rsid w:val="00D10B1D"/>
    <w:rsid w:val="00D11179"/>
    <w:rsid w:val="00D11610"/>
    <w:rsid w:val="00D1197F"/>
    <w:rsid w:val="00D1250B"/>
    <w:rsid w:val="00D13145"/>
    <w:rsid w:val="00D13546"/>
    <w:rsid w:val="00D13855"/>
    <w:rsid w:val="00D13AC7"/>
    <w:rsid w:val="00D13F32"/>
    <w:rsid w:val="00D1438A"/>
    <w:rsid w:val="00D152A2"/>
    <w:rsid w:val="00D15C5A"/>
    <w:rsid w:val="00D164A2"/>
    <w:rsid w:val="00D164CE"/>
    <w:rsid w:val="00D166A1"/>
    <w:rsid w:val="00D16A13"/>
    <w:rsid w:val="00D16AD9"/>
    <w:rsid w:val="00D16FD0"/>
    <w:rsid w:val="00D179A8"/>
    <w:rsid w:val="00D201B5"/>
    <w:rsid w:val="00D21D2A"/>
    <w:rsid w:val="00D2274C"/>
    <w:rsid w:val="00D22B84"/>
    <w:rsid w:val="00D22C8B"/>
    <w:rsid w:val="00D23020"/>
    <w:rsid w:val="00D23C49"/>
    <w:rsid w:val="00D23DE3"/>
    <w:rsid w:val="00D247DF"/>
    <w:rsid w:val="00D25EC7"/>
    <w:rsid w:val="00D2617D"/>
    <w:rsid w:val="00D266EA"/>
    <w:rsid w:val="00D26A93"/>
    <w:rsid w:val="00D275E2"/>
    <w:rsid w:val="00D30B7E"/>
    <w:rsid w:val="00D318C6"/>
    <w:rsid w:val="00D31C45"/>
    <w:rsid w:val="00D31D71"/>
    <w:rsid w:val="00D329AF"/>
    <w:rsid w:val="00D32C57"/>
    <w:rsid w:val="00D335BC"/>
    <w:rsid w:val="00D33A74"/>
    <w:rsid w:val="00D33BDC"/>
    <w:rsid w:val="00D3483D"/>
    <w:rsid w:val="00D34C96"/>
    <w:rsid w:val="00D360A4"/>
    <w:rsid w:val="00D37956"/>
    <w:rsid w:val="00D37B79"/>
    <w:rsid w:val="00D40DA5"/>
    <w:rsid w:val="00D42100"/>
    <w:rsid w:val="00D43371"/>
    <w:rsid w:val="00D43525"/>
    <w:rsid w:val="00D4373D"/>
    <w:rsid w:val="00D43930"/>
    <w:rsid w:val="00D440FD"/>
    <w:rsid w:val="00D4492C"/>
    <w:rsid w:val="00D4495A"/>
    <w:rsid w:val="00D450D7"/>
    <w:rsid w:val="00D456F6"/>
    <w:rsid w:val="00D45701"/>
    <w:rsid w:val="00D4579B"/>
    <w:rsid w:val="00D4644A"/>
    <w:rsid w:val="00D4646D"/>
    <w:rsid w:val="00D46838"/>
    <w:rsid w:val="00D46F19"/>
    <w:rsid w:val="00D472E4"/>
    <w:rsid w:val="00D47352"/>
    <w:rsid w:val="00D47606"/>
    <w:rsid w:val="00D47701"/>
    <w:rsid w:val="00D47FDF"/>
    <w:rsid w:val="00D5216E"/>
    <w:rsid w:val="00D523D3"/>
    <w:rsid w:val="00D524C9"/>
    <w:rsid w:val="00D528D9"/>
    <w:rsid w:val="00D52C8B"/>
    <w:rsid w:val="00D52DFC"/>
    <w:rsid w:val="00D53209"/>
    <w:rsid w:val="00D53437"/>
    <w:rsid w:val="00D547E7"/>
    <w:rsid w:val="00D55A7A"/>
    <w:rsid w:val="00D55AE5"/>
    <w:rsid w:val="00D56426"/>
    <w:rsid w:val="00D56703"/>
    <w:rsid w:val="00D571EA"/>
    <w:rsid w:val="00D572A5"/>
    <w:rsid w:val="00D60BC9"/>
    <w:rsid w:val="00D60D59"/>
    <w:rsid w:val="00D6220F"/>
    <w:rsid w:val="00D622BF"/>
    <w:rsid w:val="00D62E68"/>
    <w:rsid w:val="00D62FE6"/>
    <w:rsid w:val="00D63961"/>
    <w:rsid w:val="00D640B0"/>
    <w:rsid w:val="00D64FF8"/>
    <w:rsid w:val="00D65563"/>
    <w:rsid w:val="00D65996"/>
    <w:rsid w:val="00D663CD"/>
    <w:rsid w:val="00D6674B"/>
    <w:rsid w:val="00D67BAC"/>
    <w:rsid w:val="00D67BFD"/>
    <w:rsid w:val="00D70099"/>
    <w:rsid w:val="00D7032A"/>
    <w:rsid w:val="00D71951"/>
    <w:rsid w:val="00D71F0A"/>
    <w:rsid w:val="00D73114"/>
    <w:rsid w:val="00D74D6A"/>
    <w:rsid w:val="00D75183"/>
    <w:rsid w:val="00D75594"/>
    <w:rsid w:val="00D75AE9"/>
    <w:rsid w:val="00D76343"/>
    <w:rsid w:val="00D76539"/>
    <w:rsid w:val="00D77674"/>
    <w:rsid w:val="00D80F5B"/>
    <w:rsid w:val="00D82233"/>
    <w:rsid w:val="00D823BC"/>
    <w:rsid w:val="00D828D1"/>
    <w:rsid w:val="00D82E82"/>
    <w:rsid w:val="00D834E5"/>
    <w:rsid w:val="00D83C69"/>
    <w:rsid w:val="00D84581"/>
    <w:rsid w:val="00D8543E"/>
    <w:rsid w:val="00D86036"/>
    <w:rsid w:val="00D861FB"/>
    <w:rsid w:val="00D86750"/>
    <w:rsid w:val="00D86B3B"/>
    <w:rsid w:val="00D86C4C"/>
    <w:rsid w:val="00D906F5"/>
    <w:rsid w:val="00D90BAD"/>
    <w:rsid w:val="00D90F4B"/>
    <w:rsid w:val="00D912FA"/>
    <w:rsid w:val="00D9136E"/>
    <w:rsid w:val="00D91978"/>
    <w:rsid w:val="00D91B31"/>
    <w:rsid w:val="00D91C2D"/>
    <w:rsid w:val="00D91C68"/>
    <w:rsid w:val="00D92B09"/>
    <w:rsid w:val="00D9343E"/>
    <w:rsid w:val="00D9344E"/>
    <w:rsid w:val="00D9514E"/>
    <w:rsid w:val="00D95A8A"/>
    <w:rsid w:val="00D96026"/>
    <w:rsid w:val="00D9625F"/>
    <w:rsid w:val="00D9677B"/>
    <w:rsid w:val="00D9685C"/>
    <w:rsid w:val="00D97C6F"/>
    <w:rsid w:val="00D97E8C"/>
    <w:rsid w:val="00DA0112"/>
    <w:rsid w:val="00DA02F3"/>
    <w:rsid w:val="00DA1045"/>
    <w:rsid w:val="00DA2018"/>
    <w:rsid w:val="00DA2035"/>
    <w:rsid w:val="00DA24A5"/>
    <w:rsid w:val="00DA30CD"/>
    <w:rsid w:val="00DA31E4"/>
    <w:rsid w:val="00DA3505"/>
    <w:rsid w:val="00DA388F"/>
    <w:rsid w:val="00DA3CF7"/>
    <w:rsid w:val="00DA5C60"/>
    <w:rsid w:val="00DA6C08"/>
    <w:rsid w:val="00DA71FB"/>
    <w:rsid w:val="00DA7958"/>
    <w:rsid w:val="00DB02E1"/>
    <w:rsid w:val="00DB044A"/>
    <w:rsid w:val="00DB151E"/>
    <w:rsid w:val="00DB1585"/>
    <w:rsid w:val="00DB19E0"/>
    <w:rsid w:val="00DB1E8E"/>
    <w:rsid w:val="00DB2A63"/>
    <w:rsid w:val="00DB2B57"/>
    <w:rsid w:val="00DB2B88"/>
    <w:rsid w:val="00DB2E4B"/>
    <w:rsid w:val="00DB36E5"/>
    <w:rsid w:val="00DB3750"/>
    <w:rsid w:val="00DB387E"/>
    <w:rsid w:val="00DB46C0"/>
    <w:rsid w:val="00DB4943"/>
    <w:rsid w:val="00DB5433"/>
    <w:rsid w:val="00DB5A9F"/>
    <w:rsid w:val="00DB6403"/>
    <w:rsid w:val="00DB6582"/>
    <w:rsid w:val="00DB6B32"/>
    <w:rsid w:val="00DB7790"/>
    <w:rsid w:val="00DB788F"/>
    <w:rsid w:val="00DB7DF5"/>
    <w:rsid w:val="00DC0513"/>
    <w:rsid w:val="00DC0F17"/>
    <w:rsid w:val="00DC0F1D"/>
    <w:rsid w:val="00DC1766"/>
    <w:rsid w:val="00DC1796"/>
    <w:rsid w:val="00DC1C9D"/>
    <w:rsid w:val="00DC1D1F"/>
    <w:rsid w:val="00DC2003"/>
    <w:rsid w:val="00DC3991"/>
    <w:rsid w:val="00DC4171"/>
    <w:rsid w:val="00DC488F"/>
    <w:rsid w:val="00DC6CB3"/>
    <w:rsid w:val="00DC6F73"/>
    <w:rsid w:val="00DD01F4"/>
    <w:rsid w:val="00DD077F"/>
    <w:rsid w:val="00DD0A27"/>
    <w:rsid w:val="00DD0C67"/>
    <w:rsid w:val="00DD0EE0"/>
    <w:rsid w:val="00DD16B1"/>
    <w:rsid w:val="00DD1BF1"/>
    <w:rsid w:val="00DD1F18"/>
    <w:rsid w:val="00DD28FF"/>
    <w:rsid w:val="00DD3292"/>
    <w:rsid w:val="00DD348D"/>
    <w:rsid w:val="00DD3567"/>
    <w:rsid w:val="00DD35F5"/>
    <w:rsid w:val="00DD3AFB"/>
    <w:rsid w:val="00DD4051"/>
    <w:rsid w:val="00DD4903"/>
    <w:rsid w:val="00DD4ACF"/>
    <w:rsid w:val="00DD6EA9"/>
    <w:rsid w:val="00DD719C"/>
    <w:rsid w:val="00DD7335"/>
    <w:rsid w:val="00DD745A"/>
    <w:rsid w:val="00DD7630"/>
    <w:rsid w:val="00DD7B85"/>
    <w:rsid w:val="00DE13D3"/>
    <w:rsid w:val="00DE22F1"/>
    <w:rsid w:val="00DE25E1"/>
    <w:rsid w:val="00DE3C0C"/>
    <w:rsid w:val="00DE57A9"/>
    <w:rsid w:val="00DE5C32"/>
    <w:rsid w:val="00DE5E06"/>
    <w:rsid w:val="00DE678E"/>
    <w:rsid w:val="00DE7E1E"/>
    <w:rsid w:val="00DE7EF8"/>
    <w:rsid w:val="00DF0B21"/>
    <w:rsid w:val="00DF0E5A"/>
    <w:rsid w:val="00DF0F31"/>
    <w:rsid w:val="00DF1A92"/>
    <w:rsid w:val="00DF1C09"/>
    <w:rsid w:val="00DF2CAF"/>
    <w:rsid w:val="00DF4A96"/>
    <w:rsid w:val="00DF4ACA"/>
    <w:rsid w:val="00DF4DAD"/>
    <w:rsid w:val="00DF4E8B"/>
    <w:rsid w:val="00DF625A"/>
    <w:rsid w:val="00DF6740"/>
    <w:rsid w:val="00DF6CA0"/>
    <w:rsid w:val="00DF71A6"/>
    <w:rsid w:val="00DF75AB"/>
    <w:rsid w:val="00DF7921"/>
    <w:rsid w:val="00E008F4"/>
    <w:rsid w:val="00E00D50"/>
    <w:rsid w:val="00E017AC"/>
    <w:rsid w:val="00E01A1D"/>
    <w:rsid w:val="00E01A9E"/>
    <w:rsid w:val="00E01C7A"/>
    <w:rsid w:val="00E023E8"/>
    <w:rsid w:val="00E039FA"/>
    <w:rsid w:val="00E03A67"/>
    <w:rsid w:val="00E03A6F"/>
    <w:rsid w:val="00E040FE"/>
    <w:rsid w:val="00E04ABE"/>
    <w:rsid w:val="00E04AD2"/>
    <w:rsid w:val="00E054EA"/>
    <w:rsid w:val="00E05659"/>
    <w:rsid w:val="00E05C43"/>
    <w:rsid w:val="00E07452"/>
    <w:rsid w:val="00E074FC"/>
    <w:rsid w:val="00E0759D"/>
    <w:rsid w:val="00E07723"/>
    <w:rsid w:val="00E10125"/>
    <w:rsid w:val="00E101AB"/>
    <w:rsid w:val="00E10B1F"/>
    <w:rsid w:val="00E10C0C"/>
    <w:rsid w:val="00E112DD"/>
    <w:rsid w:val="00E1146A"/>
    <w:rsid w:val="00E12C56"/>
    <w:rsid w:val="00E139D3"/>
    <w:rsid w:val="00E1463D"/>
    <w:rsid w:val="00E148F2"/>
    <w:rsid w:val="00E14F1E"/>
    <w:rsid w:val="00E15836"/>
    <w:rsid w:val="00E173A3"/>
    <w:rsid w:val="00E17BB4"/>
    <w:rsid w:val="00E2154D"/>
    <w:rsid w:val="00E22622"/>
    <w:rsid w:val="00E22AE9"/>
    <w:rsid w:val="00E2339B"/>
    <w:rsid w:val="00E2339D"/>
    <w:rsid w:val="00E24AAC"/>
    <w:rsid w:val="00E24C5A"/>
    <w:rsid w:val="00E25626"/>
    <w:rsid w:val="00E2633F"/>
    <w:rsid w:val="00E271EC"/>
    <w:rsid w:val="00E30046"/>
    <w:rsid w:val="00E30DF3"/>
    <w:rsid w:val="00E30E38"/>
    <w:rsid w:val="00E30E5B"/>
    <w:rsid w:val="00E324EC"/>
    <w:rsid w:val="00E32819"/>
    <w:rsid w:val="00E32ACF"/>
    <w:rsid w:val="00E33277"/>
    <w:rsid w:val="00E3420E"/>
    <w:rsid w:val="00E34608"/>
    <w:rsid w:val="00E347C3"/>
    <w:rsid w:val="00E34AF5"/>
    <w:rsid w:val="00E34B83"/>
    <w:rsid w:val="00E34C87"/>
    <w:rsid w:val="00E34F46"/>
    <w:rsid w:val="00E35947"/>
    <w:rsid w:val="00E35A57"/>
    <w:rsid w:val="00E36038"/>
    <w:rsid w:val="00E368C3"/>
    <w:rsid w:val="00E371D7"/>
    <w:rsid w:val="00E3739F"/>
    <w:rsid w:val="00E408C9"/>
    <w:rsid w:val="00E43726"/>
    <w:rsid w:val="00E43E3E"/>
    <w:rsid w:val="00E4423D"/>
    <w:rsid w:val="00E45746"/>
    <w:rsid w:val="00E45B51"/>
    <w:rsid w:val="00E45DBB"/>
    <w:rsid w:val="00E45F1A"/>
    <w:rsid w:val="00E46226"/>
    <w:rsid w:val="00E467FD"/>
    <w:rsid w:val="00E46B11"/>
    <w:rsid w:val="00E472BB"/>
    <w:rsid w:val="00E47771"/>
    <w:rsid w:val="00E50F73"/>
    <w:rsid w:val="00E52850"/>
    <w:rsid w:val="00E535E6"/>
    <w:rsid w:val="00E53CCD"/>
    <w:rsid w:val="00E53D08"/>
    <w:rsid w:val="00E54604"/>
    <w:rsid w:val="00E54BDE"/>
    <w:rsid w:val="00E5501F"/>
    <w:rsid w:val="00E5547A"/>
    <w:rsid w:val="00E5558F"/>
    <w:rsid w:val="00E55FE3"/>
    <w:rsid w:val="00E561E1"/>
    <w:rsid w:val="00E56D04"/>
    <w:rsid w:val="00E570C2"/>
    <w:rsid w:val="00E57B0A"/>
    <w:rsid w:val="00E606D7"/>
    <w:rsid w:val="00E60B07"/>
    <w:rsid w:val="00E60C67"/>
    <w:rsid w:val="00E61B84"/>
    <w:rsid w:val="00E624D0"/>
    <w:rsid w:val="00E64996"/>
    <w:rsid w:val="00E64E1A"/>
    <w:rsid w:val="00E64EE3"/>
    <w:rsid w:val="00E6565D"/>
    <w:rsid w:val="00E65AE0"/>
    <w:rsid w:val="00E6617F"/>
    <w:rsid w:val="00E6765E"/>
    <w:rsid w:val="00E70FF0"/>
    <w:rsid w:val="00E711BE"/>
    <w:rsid w:val="00E71DBD"/>
    <w:rsid w:val="00E7290D"/>
    <w:rsid w:val="00E72941"/>
    <w:rsid w:val="00E729E0"/>
    <w:rsid w:val="00E72C66"/>
    <w:rsid w:val="00E746E2"/>
    <w:rsid w:val="00E74A3A"/>
    <w:rsid w:val="00E74AF2"/>
    <w:rsid w:val="00E7645E"/>
    <w:rsid w:val="00E76703"/>
    <w:rsid w:val="00E81120"/>
    <w:rsid w:val="00E814B8"/>
    <w:rsid w:val="00E81529"/>
    <w:rsid w:val="00E8300F"/>
    <w:rsid w:val="00E83219"/>
    <w:rsid w:val="00E8389D"/>
    <w:rsid w:val="00E839A0"/>
    <w:rsid w:val="00E84707"/>
    <w:rsid w:val="00E85A58"/>
    <w:rsid w:val="00E85C91"/>
    <w:rsid w:val="00E861FC"/>
    <w:rsid w:val="00E86337"/>
    <w:rsid w:val="00E86B2F"/>
    <w:rsid w:val="00E87215"/>
    <w:rsid w:val="00E87F66"/>
    <w:rsid w:val="00E90232"/>
    <w:rsid w:val="00E906A4"/>
    <w:rsid w:val="00E908E6"/>
    <w:rsid w:val="00E9092C"/>
    <w:rsid w:val="00E90E8E"/>
    <w:rsid w:val="00E91F4E"/>
    <w:rsid w:val="00E922BD"/>
    <w:rsid w:val="00E929A5"/>
    <w:rsid w:val="00E929AD"/>
    <w:rsid w:val="00E93391"/>
    <w:rsid w:val="00E94176"/>
    <w:rsid w:val="00E94504"/>
    <w:rsid w:val="00E95118"/>
    <w:rsid w:val="00E95422"/>
    <w:rsid w:val="00E95D6F"/>
    <w:rsid w:val="00E9639B"/>
    <w:rsid w:val="00E96B92"/>
    <w:rsid w:val="00E96D73"/>
    <w:rsid w:val="00E97B1B"/>
    <w:rsid w:val="00E97BE5"/>
    <w:rsid w:val="00EA0B08"/>
    <w:rsid w:val="00EA1548"/>
    <w:rsid w:val="00EA16A2"/>
    <w:rsid w:val="00EA23FC"/>
    <w:rsid w:val="00EA24FF"/>
    <w:rsid w:val="00EA28B2"/>
    <w:rsid w:val="00EA38C7"/>
    <w:rsid w:val="00EA3C9F"/>
    <w:rsid w:val="00EA4E32"/>
    <w:rsid w:val="00EA5188"/>
    <w:rsid w:val="00EA546C"/>
    <w:rsid w:val="00EA5FF0"/>
    <w:rsid w:val="00EA678D"/>
    <w:rsid w:val="00EA7296"/>
    <w:rsid w:val="00EA77DE"/>
    <w:rsid w:val="00EA7CA8"/>
    <w:rsid w:val="00EB0054"/>
    <w:rsid w:val="00EB0600"/>
    <w:rsid w:val="00EB1154"/>
    <w:rsid w:val="00EB11E5"/>
    <w:rsid w:val="00EB1829"/>
    <w:rsid w:val="00EB1FA4"/>
    <w:rsid w:val="00EB2928"/>
    <w:rsid w:val="00EB2C43"/>
    <w:rsid w:val="00EB2CD3"/>
    <w:rsid w:val="00EB389A"/>
    <w:rsid w:val="00EB3F85"/>
    <w:rsid w:val="00EB4A4C"/>
    <w:rsid w:val="00EB4E62"/>
    <w:rsid w:val="00EB50D8"/>
    <w:rsid w:val="00EB55C7"/>
    <w:rsid w:val="00EB60A5"/>
    <w:rsid w:val="00EB6E0C"/>
    <w:rsid w:val="00EB7014"/>
    <w:rsid w:val="00EB7032"/>
    <w:rsid w:val="00EB7A69"/>
    <w:rsid w:val="00EC1121"/>
    <w:rsid w:val="00EC11FE"/>
    <w:rsid w:val="00EC1866"/>
    <w:rsid w:val="00EC2460"/>
    <w:rsid w:val="00EC3290"/>
    <w:rsid w:val="00EC394D"/>
    <w:rsid w:val="00EC4920"/>
    <w:rsid w:val="00EC4E85"/>
    <w:rsid w:val="00EC5342"/>
    <w:rsid w:val="00EC586A"/>
    <w:rsid w:val="00EC60BB"/>
    <w:rsid w:val="00EC624A"/>
    <w:rsid w:val="00EC659F"/>
    <w:rsid w:val="00EC6BDD"/>
    <w:rsid w:val="00EC77BC"/>
    <w:rsid w:val="00EC7A36"/>
    <w:rsid w:val="00ED0FAF"/>
    <w:rsid w:val="00ED12E0"/>
    <w:rsid w:val="00ED1DE8"/>
    <w:rsid w:val="00ED21DD"/>
    <w:rsid w:val="00ED25E7"/>
    <w:rsid w:val="00ED2929"/>
    <w:rsid w:val="00ED3061"/>
    <w:rsid w:val="00ED32F8"/>
    <w:rsid w:val="00ED3395"/>
    <w:rsid w:val="00ED3672"/>
    <w:rsid w:val="00ED37C8"/>
    <w:rsid w:val="00ED3A50"/>
    <w:rsid w:val="00ED3EBB"/>
    <w:rsid w:val="00ED4C60"/>
    <w:rsid w:val="00ED56F1"/>
    <w:rsid w:val="00ED578F"/>
    <w:rsid w:val="00EE0C5D"/>
    <w:rsid w:val="00EE2064"/>
    <w:rsid w:val="00EE218C"/>
    <w:rsid w:val="00EE2DD1"/>
    <w:rsid w:val="00EE380C"/>
    <w:rsid w:val="00EE3D2D"/>
    <w:rsid w:val="00EE4037"/>
    <w:rsid w:val="00EE41D5"/>
    <w:rsid w:val="00EE57B8"/>
    <w:rsid w:val="00EE5C38"/>
    <w:rsid w:val="00EE5D19"/>
    <w:rsid w:val="00EE61E1"/>
    <w:rsid w:val="00EE673B"/>
    <w:rsid w:val="00EE6F8B"/>
    <w:rsid w:val="00EE6FEF"/>
    <w:rsid w:val="00EE7660"/>
    <w:rsid w:val="00EF03D0"/>
    <w:rsid w:val="00EF1B32"/>
    <w:rsid w:val="00EF209E"/>
    <w:rsid w:val="00EF2A44"/>
    <w:rsid w:val="00EF41B5"/>
    <w:rsid w:val="00EF4351"/>
    <w:rsid w:val="00EF60DD"/>
    <w:rsid w:val="00EF683A"/>
    <w:rsid w:val="00EF6E87"/>
    <w:rsid w:val="00F0057B"/>
    <w:rsid w:val="00F00B84"/>
    <w:rsid w:val="00F00EB4"/>
    <w:rsid w:val="00F020FE"/>
    <w:rsid w:val="00F0281F"/>
    <w:rsid w:val="00F033F7"/>
    <w:rsid w:val="00F05594"/>
    <w:rsid w:val="00F07536"/>
    <w:rsid w:val="00F076D5"/>
    <w:rsid w:val="00F1022D"/>
    <w:rsid w:val="00F10A4D"/>
    <w:rsid w:val="00F10A9B"/>
    <w:rsid w:val="00F11564"/>
    <w:rsid w:val="00F1235B"/>
    <w:rsid w:val="00F13848"/>
    <w:rsid w:val="00F1436E"/>
    <w:rsid w:val="00F145FC"/>
    <w:rsid w:val="00F15007"/>
    <w:rsid w:val="00F1506A"/>
    <w:rsid w:val="00F1561B"/>
    <w:rsid w:val="00F165BA"/>
    <w:rsid w:val="00F16D5A"/>
    <w:rsid w:val="00F17679"/>
    <w:rsid w:val="00F17988"/>
    <w:rsid w:val="00F20A4E"/>
    <w:rsid w:val="00F2132D"/>
    <w:rsid w:val="00F233A4"/>
    <w:rsid w:val="00F233CE"/>
    <w:rsid w:val="00F2356C"/>
    <w:rsid w:val="00F23B17"/>
    <w:rsid w:val="00F23B81"/>
    <w:rsid w:val="00F2661A"/>
    <w:rsid w:val="00F266BE"/>
    <w:rsid w:val="00F27110"/>
    <w:rsid w:val="00F27194"/>
    <w:rsid w:val="00F27EBB"/>
    <w:rsid w:val="00F301C0"/>
    <w:rsid w:val="00F30799"/>
    <w:rsid w:val="00F31612"/>
    <w:rsid w:val="00F316DF"/>
    <w:rsid w:val="00F3173A"/>
    <w:rsid w:val="00F31DB2"/>
    <w:rsid w:val="00F31F34"/>
    <w:rsid w:val="00F32A41"/>
    <w:rsid w:val="00F333EF"/>
    <w:rsid w:val="00F34052"/>
    <w:rsid w:val="00F3409C"/>
    <w:rsid w:val="00F344FC"/>
    <w:rsid w:val="00F346C6"/>
    <w:rsid w:val="00F36444"/>
    <w:rsid w:val="00F36B64"/>
    <w:rsid w:val="00F37A57"/>
    <w:rsid w:val="00F410D2"/>
    <w:rsid w:val="00F42275"/>
    <w:rsid w:val="00F430AC"/>
    <w:rsid w:val="00F432B5"/>
    <w:rsid w:val="00F436C3"/>
    <w:rsid w:val="00F44C41"/>
    <w:rsid w:val="00F44DF7"/>
    <w:rsid w:val="00F457EC"/>
    <w:rsid w:val="00F46189"/>
    <w:rsid w:val="00F46632"/>
    <w:rsid w:val="00F473FF"/>
    <w:rsid w:val="00F476E1"/>
    <w:rsid w:val="00F4788D"/>
    <w:rsid w:val="00F47B3A"/>
    <w:rsid w:val="00F50D90"/>
    <w:rsid w:val="00F52CDE"/>
    <w:rsid w:val="00F53A06"/>
    <w:rsid w:val="00F544B6"/>
    <w:rsid w:val="00F546A5"/>
    <w:rsid w:val="00F54C03"/>
    <w:rsid w:val="00F6060B"/>
    <w:rsid w:val="00F6177E"/>
    <w:rsid w:val="00F619BD"/>
    <w:rsid w:val="00F61DFC"/>
    <w:rsid w:val="00F62F25"/>
    <w:rsid w:val="00F638A5"/>
    <w:rsid w:val="00F64A87"/>
    <w:rsid w:val="00F6614D"/>
    <w:rsid w:val="00F663F5"/>
    <w:rsid w:val="00F664B0"/>
    <w:rsid w:val="00F677F7"/>
    <w:rsid w:val="00F67CF5"/>
    <w:rsid w:val="00F70213"/>
    <w:rsid w:val="00F71124"/>
    <w:rsid w:val="00F71176"/>
    <w:rsid w:val="00F725C7"/>
    <w:rsid w:val="00F72766"/>
    <w:rsid w:val="00F72DDB"/>
    <w:rsid w:val="00F7338E"/>
    <w:rsid w:val="00F73F86"/>
    <w:rsid w:val="00F750BC"/>
    <w:rsid w:val="00F75BFF"/>
    <w:rsid w:val="00F75DE1"/>
    <w:rsid w:val="00F763BD"/>
    <w:rsid w:val="00F76454"/>
    <w:rsid w:val="00F7745A"/>
    <w:rsid w:val="00F776A5"/>
    <w:rsid w:val="00F77725"/>
    <w:rsid w:val="00F77F39"/>
    <w:rsid w:val="00F801D4"/>
    <w:rsid w:val="00F817BF"/>
    <w:rsid w:val="00F8240D"/>
    <w:rsid w:val="00F8251E"/>
    <w:rsid w:val="00F82762"/>
    <w:rsid w:val="00F82995"/>
    <w:rsid w:val="00F842C6"/>
    <w:rsid w:val="00F84761"/>
    <w:rsid w:val="00F84882"/>
    <w:rsid w:val="00F849BC"/>
    <w:rsid w:val="00F857DF"/>
    <w:rsid w:val="00F859F9"/>
    <w:rsid w:val="00F86B7F"/>
    <w:rsid w:val="00F87367"/>
    <w:rsid w:val="00F9246E"/>
    <w:rsid w:val="00F93246"/>
    <w:rsid w:val="00F93F88"/>
    <w:rsid w:val="00F943F6"/>
    <w:rsid w:val="00F9494A"/>
    <w:rsid w:val="00F94BFD"/>
    <w:rsid w:val="00F9641D"/>
    <w:rsid w:val="00F9691D"/>
    <w:rsid w:val="00F9776E"/>
    <w:rsid w:val="00F977BA"/>
    <w:rsid w:val="00F97CE9"/>
    <w:rsid w:val="00FA01FA"/>
    <w:rsid w:val="00FA05F1"/>
    <w:rsid w:val="00FA08D6"/>
    <w:rsid w:val="00FA0DE3"/>
    <w:rsid w:val="00FA277B"/>
    <w:rsid w:val="00FA2AB6"/>
    <w:rsid w:val="00FA31B3"/>
    <w:rsid w:val="00FA33DD"/>
    <w:rsid w:val="00FA3695"/>
    <w:rsid w:val="00FA378A"/>
    <w:rsid w:val="00FA42BE"/>
    <w:rsid w:val="00FA466E"/>
    <w:rsid w:val="00FA49ED"/>
    <w:rsid w:val="00FA4EE4"/>
    <w:rsid w:val="00FA51D9"/>
    <w:rsid w:val="00FA6839"/>
    <w:rsid w:val="00FA6EB2"/>
    <w:rsid w:val="00FA7E9E"/>
    <w:rsid w:val="00FB0228"/>
    <w:rsid w:val="00FB1544"/>
    <w:rsid w:val="00FB282B"/>
    <w:rsid w:val="00FB4B3F"/>
    <w:rsid w:val="00FB4DF3"/>
    <w:rsid w:val="00FB5C63"/>
    <w:rsid w:val="00FB62BF"/>
    <w:rsid w:val="00FB67C8"/>
    <w:rsid w:val="00FB693B"/>
    <w:rsid w:val="00FB7073"/>
    <w:rsid w:val="00FC00B1"/>
    <w:rsid w:val="00FC05A8"/>
    <w:rsid w:val="00FC0670"/>
    <w:rsid w:val="00FC1727"/>
    <w:rsid w:val="00FC27BB"/>
    <w:rsid w:val="00FC2ED7"/>
    <w:rsid w:val="00FC2FAF"/>
    <w:rsid w:val="00FC4A30"/>
    <w:rsid w:val="00FC5385"/>
    <w:rsid w:val="00FC622F"/>
    <w:rsid w:val="00FC7999"/>
    <w:rsid w:val="00FD09CE"/>
    <w:rsid w:val="00FD156B"/>
    <w:rsid w:val="00FD1599"/>
    <w:rsid w:val="00FD1EFC"/>
    <w:rsid w:val="00FD2077"/>
    <w:rsid w:val="00FD31FA"/>
    <w:rsid w:val="00FD3305"/>
    <w:rsid w:val="00FD3557"/>
    <w:rsid w:val="00FD3ABF"/>
    <w:rsid w:val="00FD3CA2"/>
    <w:rsid w:val="00FD416C"/>
    <w:rsid w:val="00FD4A1B"/>
    <w:rsid w:val="00FD5278"/>
    <w:rsid w:val="00FD5485"/>
    <w:rsid w:val="00FD589B"/>
    <w:rsid w:val="00FD5A07"/>
    <w:rsid w:val="00FE1324"/>
    <w:rsid w:val="00FE2106"/>
    <w:rsid w:val="00FE2889"/>
    <w:rsid w:val="00FE2E70"/>
    <w:rsid w:val="00FE3095"/>
    <w:rsid w:val="00FE43DB"/>
    <w:rsid w:val="00FE496C"/>
    <w:rsid w:val="00FE4A07"/>
    <w:rsid w:val="00FE5787"/>
    <w:rsid w:val="00FE5796"/>
    <w:rsid w:val="00FE5DF2"/>
    <w:rsid w:val="00FE5EBE"/>
    <w:rsid w:val="00FE6618"/>
    <w:rsid w:val="00FE7601"/>
    <w:rsid w:val="00FE76B4"/>
    <w:rsid w:val="00FF061D"/>
    <w:rsid w:val="00FF129D"/>
    <w:rsid w:val="00FF1F48"/>
    <w:rsid w:val="00FF25F5"/>
    <w:rsid w:val="00FF26BC"/>
    <w:rsid w:val="00FF37AC"/>
    <w:rsid w:val="00FF3D06"/>
    <w:rsid w:val="00FF3D9C"/>
    <w:rsid w:val="00FF4499"/>
    <w:rsid w:val="00FF5420"/>
    <w:rsid w:val="00FF57B0"/>
    <w:rsid w:val="00FF59D2"/>
    <w:rsid w:val="00FF5E0C"/>
    <w:rsid w:val="00FF6F53"/>
    <w:rsid w:val="00FF77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4B5A"/>
    <w:pPr>
      <w:jc w:val="both"/>
    </w:pPr>
    <w:rPr>
      <w:noProof/>
      <w:sz w:val="26"/>
      <w:lang w:eastAsia="ru-RU"/>
    </w:rPr>
  </w:style>
  <w:style w:type="paragraph" w:styleId="1">
    <w:name w:val="heading 1"/>
    <w:basedOn w:val="a"/>
    <w:next w:val="a"/>
    <w:qFormat/>
    <w:pPr>
      <w:keepNext/>
      <w:spacing w:before="240" w:after="60"/>
      <w:ind w:left="720"/>
      <w:jc w:val="left"/>
      <w:outlineLvl w:val="0"/>
    </w:pPr>
    <w:rPr>
      <w:rFonts w:ascii="Arial" w:hAnsi="Arial"/>
      <w:b/>
      <w:caps/>
      <w:kern w:val="28"/>
      <w:sz w:val="32"/>
    </w:rPr>
  </w:style>
  <w:style w:type="paragraph" w:styleId="2">
    <w:name w:val="heading 2"/>
    <w:basedOn w:val="a"/>
    <w:next w:val="a"/>
    <w:qFormat/>
    <w:pPr>
      <w:keepNext/>
      <w:spacing w:before="240" w:after="60"/>
      <w:ind w:left="720"/>
      <w:jc w:val="left"/>
      <w:outlineLvl w:val="1"/>
    </w:pPr>
    <w:rPr>
      <w:rFonts w:ascii="Arial" w:hAnsi="Arial"/>
      <w:b/>
      <w:i/>
      <w:smallCaps/>
      <w:sz w:val="28"/>
    </w:rPr>
  </w:style>
  <w:style w:type="paragraph" w:styleId="3">
    <w:name w:val="heading 3"/>
    <w:basedOn w:val="a"/>
    <w:next w:val="a"/>
    <w:qFormat/>
    <w:pPr>
      <w:keepNext/>
      <w:spacing w:before="240" w:after="60"/>
      <w:ind w:left="720"/>
      <w:jc w:val="left"/>
      <w:outlineLvl w:val="2"/>
    </w:pPr>
    <w:rPr>
      <w:b/>
      <w:smallCaps/>
      <w:sz w:val="32"/>
    </w:rPr>
  </w:style>
  <w:style w:type="paragraph" w:styleId="4">
    <w:name w:val="heading 4"/>
    <w:basedOn w:val="a"/>
    <w:next w:val="a"/>
    <w:qFormat/>
    <w:pPr>
      <w:keepNext/>
      <w:spacing w:before="240" w:after="60"/>
      <w:ind w:left="720"/>
      <w:jc w:val="left"/>
      <w:outlineLvl w:val="3"/>
    </w:pPr>
    <w:rPr>
      <w:b/>
      <w:i/>
      <w:smallCaps/>
      <w:sz w:val="32"/>
    </w:rPr>
  </w:style>
  <w:style w:type="paragraph" w:styleId="5">
    <w:name w:val="heading 5"/>
    <w:basedOn w:val="a"/>
    <w:next w:val="a"/>
    <w:qFormat/>
    <w:pPr>
      <w:keepNext/>
      <w:spacing w:before="240" w:after="60"/>
      <w:ind w:left="720"/>
      <w:jc w:val="left"/>
      <w:outlineLvl w:val="4"/>
    </w:pPr>
    <w:rPr>
      <w:b/>
      <w:smallCaps/>
      <w:sz w:val="28"/>
    </w:rPr>
  </w:style>
  <w:style w:type="paragraph" w:styleId="6">
    <w:name w:val="heading 6"/>
    <w:basedOn w:val="a"/>
    <w:next w:val="a"/>
    <w:qFormat/>
    <w:pPr>
      <w:keepNext/>
      <w:spacing w:before="240" w:after="60"/>
      <w:ind w:left="720"/>
      <w:jc w:val="left"/>
      <w:outlineLvl w:val="5"/>
    </w:pPr>
    <w:rPr>
      <w:b/>
      <w:i/>
      <w:smallCaps/>
      <w:sz w:val="28"/>
    </w:rPr>
  </w:style>
  <w:style w:type="paragraph" w:styleId="7">
    <w:name w:val="heading 7"/>
    <w:basedOn w:val="a"/>
    <w:next w:val="a"/>
    <w:qFormat/>
    <w:pPr>
      <w:keepNext/>
      <w:spacing w:before="240" w:after="60"/>
      <w:ind w:left="720"/>
      <w:jc w:val="left"/>
      <w:outlineLvl w:val="6"/>
    </w:pPr>
    <w:rPr>
      <w:rFonts w:ascii="Arial" w:hAnsi="Arial"/>
      <w:b/>
      <w:smallCaps/>
      <w:sz w:val="22"/>
    </w:rPr>
  </w:style>
  <w:style w:type="paragraph" w:styleId="8">
    <w:name w:val="heading 8"/>
    <w:basedOn w:val="a"/>
    <w:next w:val="a"/>
    <w:qFormat/>
    <w:pPr>
      <w:keepNext/>
      <w:spacing w:before="240" w:after="60"/>
      <w:ind w:left="720"/>
      <w:jc w:val="left"/>
      <w:outlineLvl w:val="7"/>
    </w:pPr>
    <w:rPr>
      <w:rFonts w:ascii="Arial" w:hAnsi="Arial"/>
      <w:b/>
      <w:i/>
      <w:smallCaps/>
      <w:sz w:val="22"/>
    </w:rPr>
  </w:style>
  <w:style w:type="paragraph" w:styleId="9">
    <w:name w:val="heading 9"/>
    <w:basedOn w:val="a"/>
    <w:next w:val="a"/>
    <w:qFormat/>
    <w:pPr>
      <w:keepNext/>
      <w:spacing w:before="240" w:after="60"/>
      <w:ind w:left="720"/>
      <w:jc w:val="left"/>
      <w:outlineLvl w:val="8"/>
    </w:pPr>
    <w:rPr>
      <w:b/>
    </w:rPr>
  </w:style>
  <w:style w:type="character" w:default="1" w:styleId="a0">
    <w:name w:val="Default Paragraph Font"/>
    <w:aliases w:val=" Знак Знак Знак Знак Знак Знак1 Знак Знак Знак1 Знак Знак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aliases w:val="Верхний колонтитул Знак1,Верхний колонтитул Знак Знак,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
    <w:basedOn w:val="a"/>
    <w:link w:val="a4"/>
    <w:pPr>
      <w:tabs>
        <w:tab w:val="center" w:pos="4320"/>
        <w:tab w:val="right" w:pos="8640"/>
      </w:tabs>
    </w:pPr>
  </w:style>
  <w:style w:type="paragraph" w:styleId="a5">
    <w:name w:val="footer"/>
    <w:basedOn w:val="a"/>
    <w:pPr>
      <w:tabs>
        <w:tab w:val="left" w:pos="86"/>
        <w:tab w:val="center" w:pos="4680"/>
        <w:tab w:val="decimal" w:pos="7200"/>
        <w:tab w:val="right" w:pos="9360"/>
      </w:tabs>
    </w:pPr>
    <w:rPr>
      <w:rFonts w:ascii="Arial" w:hAnsi="Arial"/>
      <w:sz w:val="10"/>
    </w:rPr>
  </w:style>
  <w:style w:type="character" w:styleId="a6">
    <w:name w:val="page number"/>
    <w:basedOn w:val="a0"/>
    <w:rPr>
      <w:rFonts w:ascii="Times New Roman" w:hAnsi="Times New Roman"/>
      <w:b/>
      <w:sz w:val="26"/>
    </w:rPr>
  </w:style>
  <w:style w:type="paragraph" w:styleId="a7">
    <w:name w:val="toa heading"/>
    <w:basedOn w:val="a"/>
    <w:next w:val="a"/>
    <w:semiHidden/>
    <w:pPr>
      <w:spacing w:before="120"/>
    </w:pPr>
    <w:rPr>
      <w:rFonts w:ascii="Arial" w:hAnsi="Arial"/>
      <w:b/>
      <w:sz w:val="24"/>
    </w:rPr>
  </w:style>
  <w:style w:type="paragraph" w:styleId="a8">
    <w:name w:val="Title"/>
    <w:basedOn w:val="a"/>
    <w:qFormat/>
    <w:pPr>
      <w:spacing w:before="240" w:after="60"/>
      <w:jc w:val="center"/>
    </w:pPr>
    <w:rPr>
      <w:rFonts w:ascii="Arial" w:hAnsi="Arial"/>
      <w:b/>
      <w:kern w:val="28"/>
      <w:sz w:val="32"/>
    </w:rPr>
  </w:style>
  <w:style w:type="paragraph" w:styleId="a9">
    <w:name w:val="Subtitle"/>
    <w:basedOn w:val="a"/>
    <w:qFormat/>
    <w:pPr>
      <w:spacing w:after="60"/>
      <w:jc w:val="center"/>
    </w:pPr>
    <w:rPr>
      <w:rFonts w:ascii="Arial" w:hAnsi="Arial"/>
      <w:i/>
      <w:sz w:val="24"/>
    </w:rPr>
  </w:style>
  <w:style w:type="paragraph" w:styleId="aa">
    <w:name w:val="Signature"/>
    <w:basedOn w:val="a"/>
    <w:pPr>
      <w:ind w:left="5040"/>
      <w:jc w:val="left"/>
    </w:pPr>
  </w:style>
  <w:style w:type="paragraph" w:styleId="ab">
    <w:name w:val="Message Header"/>
    <w:basedOn w:val="a"/>
    <w:pPr>
      <w:ind w:left="1080" w:hanging="1080"/>
    </w:pPr>
    <w:rPr>
      <w:rFonts w:ascii="Arial" w:hAnsi="Arial"/>
      <w:sz w:val="24"/>
    </w:rPr>
  </w:style>
  <w:style w:type="paragraph" w:styleId="10">
    <w:name w:val="toc 1"/>
    <w:basedOn w:val="a"/>
    <w:next w:val="a"/>
    <w:semiHidden/>
    <w:pPr>
      <w:keepNext/>
      <w:tabs>
        <w:tab w:val="right" w:leader="dot" w:pos="9461"/>
      </w:tabs>
    </w:pPr>
    <w:rPr>
      <w:b/>
      <w:caps/>
      <w:sz w:val="32"/>
    </w:rPr>
  </w:style>
  <w:style w:type="paragraph" w:styleId="20">
    <w:name w:val="toc 2"/>
    <w:basedOn w:val="a"/>
    <w:next w:val="a"/>
    <w:semiHidden/>
    <w:pPr>
      <w:tabs>
        <w:tab w:val="right" w:leader="dot" w:pos="9461"/>
      </w:tabs>
      <w:ind w:left="260"/>
    </w:pPr>
    <w:rPr>
      <w:b/>
      <w:smallCaps/>
      <w:sz w:val="28"/>
    </w:rPr>
  </w:style>
  <w:style w:type="paragraph" w:styleId="30">
    <w:name w:val="toc 3"/>
    <w:basedOn w:val="a"/>
    <w:next w:val="a"/>
    <w:semiHidden/>
    <w:pPr>
      <w:tabs>
        <w:tab w:val="right" w:leader="dot" w:pos="9461"/>
      </w:tabs>
      <w:ind w:left="520"/>
    </w:pPr>
    <w:rPr>
      <w:i/>
      <w:smallCaps/>
      <w:sz w:val="28"/>
    </w:rPr>
  </w:style>
  <w:style w:type="paragraph" w:styleId="40">
    <w:name w:val="toc 4"/>
    <w:basedOn w:val="a"/>
    <w:next w:val="a"/>
    <w:semiHidden/>
    <w:pPr>
      <w:tabs>
        <w:tab w:val="right" w:leader="dot" w:pos="9461"/>
      </w:tabs>
      <w:ind w:left="780"/>
    </w:pPr>
  </w:style>
  <w:style w:type="paragraph" w:styleId="ac">
    <w:name w:val="Body Text Indent"/>
    <w:basedOn w:val="a"/>
    <w:pPr>
      <w:spacing w:before="60"/>
      <w:ind w:firstLine="720"/>
    </w:pPr>
  </w:style>
  <w:style w:type="paragraph" w:styleId="ad">
    <w:name w:val="Body Text"/>
    <w:basedOn w:val="a"/>
    <w:link w:val="ae"/>
    <w:pPr>
      <w:spacing w:before="60"/>
    </w:pPr>
  </w:style>
  <w:style w:type="paragraph" w:styleId="af">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eastAsia="ru-RU"/>
    </w:rPr>
  </w:style>
  <w:style w:type="paragraph" w:customStyle="1" w:styleId="-">
    <w:name w:val="Доручення -Кому"/>
    <w:basedOn w:val="a"/>
    <w:pPr>
      <w:keepNext/>
      <w:ind w:left="4320"/>
      <w:jc w:val="left"/>
    </w:pPr>
    <w:rPr>
      <w:b/>
    </w:rPr>
  </w:style>
  <w:style w:type="paragraph" w:customStyle="1" w:styleId="-0">
    <w:name w:val="Доручення -Термін"/>
    <w:basedOn w:val="a"/>
    <w:pPr>
      <w:spacing w:before="120" w:after="360"/>
      <w:ind w:left="4680"/>
      <w:jc w:val="left"/>
    </w:pPr>
  </w:style>
  <w:style w:type="paragraph" w:customStyle="1" w:styleId="-1">
    <w:name w:val="Доручення -Зміст"/>
    <w:basedOn w:val="a"/>
    <w:pPr>
      <w:keepNext/>
      <w:spacing w:before="120"/>
    </w:pPr>
  </w:style>
  <w:style w:type="paragraph" w:styleId="11">
    <w:name w:val="index 1"/>
    <w:basedOn w:val="a"/>
    <w:next w:val="a"/>
    <w:semiHidden/>
    <w:pPr>
      <w:tabs>
        <w:tab w:val="right" w:leader="dot" w:pos="9461"/>
      </w:tabs>
      <w:ind w:left="260" w:hanging="260"/>
    </w:pPr>
  </w:style>
  <w:style w:type="paragraph" w:styleId="af0">
    <w:name w:val="index heading"/>
    <w:basedOn w:val="a"/>
    <w:next w:val="11"/>
    <w:semiHidden/>
    <w:rPr>
      <w:rFonts w:ascii="Arial" w:hAnsi="Arial"/>
      <w:b/>
    </w:rPr>
  </w:style>
  <w:style w:type="character" w:styleId="af1">
    <w:name w:val="footnote reference"/>
    <w:basedOn w:val="a0"/>
    <w:semiHidden/>
    <w:rPr>
      <w:rFonts w:ascii="Times New Roman" w:hAnsi="Times New Roman"/>
      <w:vertAlign w:val="superscript"/>
    </w:rPr>
  </w:style>
  <w:style w:type="character" w:styleId="af2">
    <w:name w:val="endnote reference"/>
    <w:basedOn w:val="a0"/>
    <w:semiHidden/>
    <w:rPr>
      <w:rFonts w:ascii="Times New Roman" w:hAnsi="Times New Roman"/>
      <w:vertAlign w:val="superscript"/>
    </w:rPr>
  </w:style>
  <w:style w:type="character" w:styleId="af3">
    <w:name w:val="annotation reference"/>
    <w:basedOn w:val="a0"/>
    <w:semiHidden/>
    <w:rPr>
      <w:rFonts w:ascii="Times New Roman" w:hAnsi="Times New Roman"/>
      <w:sz w:val="16"/>
    </w:rPr>
  </w:style>
  <w:style w:type="paragraph" w:styleId="af4">
    <w:name w:val="Balloon Text"/>
    <w:basedOn w:val="a"/>
    <w:semiHidden/>
    <w:rPr>
      <w:rFonts w:ascii="Tahoma" w:hAnsi="Tahoma" w:cs="Tahoma"/>
      <w:sz w:val="16"/>
      <w:szCs w:val="16"/>
    </w:rPr>
  </w:style>
  <w:style w:type="table" w:styleId="af5">
    <w:name w:val="Table Grid"/>
    <w:basedOn w:val="a1"/>
    <w:rsid w:val="00FE760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Верхній колонтитул Знак"/>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Верхний колонтитул Знак1 Знак Знак Знак Знак Знак"/>
    <w:basedOn w:val="a0"/>
    <w:link w:val="a3"/>
    <w:rsid w:val="00A5630F"/>
    <w:rPr>
      <w:noProof/>
      <w:sz w:val="26"/>
      <w:lang w:val="uk-UA" w:eastAsia="ru-RU" w:bidi="ar-SA"/>
    </w:rPr>
  </w:style>
  <w:style w:type="character" w:customStyle="1" w:styleId="21">
    <w:name w:val="Верхний колонтитул Знак Знак2"/>
    <w:aliases w:val="Верхний колонтитул Знак1 Знак Знак2,Верхний колонтитул Знак Знак Знак Знак2,Верхний колонтитул Знак1 Знак Знак Знак2 Знак1,Верхний колонтитул Знак Знак Знак Знак Знак Знак1,Верхний колонтитул Знак Знак1"/>
    <w:basedOn w:val="a0"/>
    <w:rsid w:val="00983B5B"/>
    <w:rPr>
      <w:sz w:val="26"/>
      <w:lang w:val="ru-RU" w:eastAsia="uk-UA" w:bidi="ar-SA"/>
    </w:rPr>
  </w:style>
  <w:style w:type="character" w:customStyle="1" w:styleId="af6">
    <w:name w:val="Верхний колонтитул Знак Знак Знак Знак Знак Знак Знак"/>
    <w:basedOn w:val="a0"/>
    <w:rsid w:val="002D2770"/>
    <w:rPr>
      <w:noProof/>
      <w:sz w:val="26"/>
      <w:lang w:val="uk-UA" w:eastAsia="ru-RU" w:bidi="ar-SA"/>
    </w:rPr>
  </w:style>
  <w:style w:type="character" w:customStyle="1" w:styleId="12">
    <w:name w:val="Верхний колонтитул Знак1 Знак2"/>
    <w:aliases w:val="Верхний колонтитул Знак Знак Знак2,Верхний колонтитул Знак1 Знак2 Знак Знак,Верхний колонтитул Знак Знак Знак2 Знак Знак,Верхний колонтитул Знак2 Знак Знак Знак Знак Знак"/>
    <w:basedOn w:val="a0"/>
    <w:rsid w:val="00BE5938"/>
    <w:rPr>
      <w:sz w:val="26"/>
      <w:lang w:val="ru-RU" w:eastAsia="uk-UA" w:bidi="ar-SA"/>
    </w:rPr>
  </w:style>
  <w:style w:type="character" w:customStyle="1" w:styleId="13">
    <w:name w:val="Верхний колонтитул Знак1 Знак Знак Знак Знак Знак Знак"/>
    <w:basedOn w:val="a0"/>
    <w:rsid w:val="004A329D"/>
    <w:rPr>
      <w:noProof/>
      <w:sz w:val="26"/>
      <w:lang w:val="uk-UA" w:eastAsia="ru-RU" w:bidi="ar-SA"/>
    </w:rPr>
  </w:style>
  <w:style w:type="paragraph" w:customStyle="1" w:styleId="af7">
    <w:name w:val=" Знак Знак Знак Знак Знак Знак"/>
    <w:basedOn w:val="a"/>
    <w:rsid w:val="005C26D8"/>
    <w:pPr>
      <w:jc w:val="left"/>
    </w:pPr>
    <w:rPr>
      <w:rFonts w:ascii="Verdana" w:hAnsi="Verdana" w:cs="Verdana"/>
      <w:noProof w:val="0"/>
      <w:sz w:val="20"/>
      <w:lang w:val="en-US" w:eastAsia="en-US"/>
    </w:rPr>
  </w:style>
  <w:style w:type="paragraph" w:customStyle="1" w:styleId="14">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2961"/>
    <w:pPr>
      <w:jc w:val="left"/>
    </w:pPr>
    <w:rPr>
      <w:rFonts w:ascii="Verdana" w:hAnsi="Verdana" w:cs="Verdana"/>
      <w:noProof w:val="0"/>
      <w:sz w:val="20"/>
      <w:lang w:val="en-US" w:eastAsia="en-US"/>
    </w:rPr>
  </w:style>
  <w:style w:type="paragraph" w:customStyle="1" w:styleId="15">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D31C45"/>
    <w:pPr>
      <w:jc w:val="left"/>
    </w:pPr>
    <w:rPr>
      <w:rFonts w:ascii="Verdana" w:hAnsi="Verdana" w:cs="Verdana"/>
      <w:noProof w:val="0"/>
      <w:sz w:val="20"/>
      <w:lang w:val="en-US" w:eastAsia="en-US"/>
    </w:rPr>
  </w:style>
  <w:style w:type="paragraph" w:customStyle="1" w:styleId="110">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A63C73"/>
    <w:pPr>
      <w:jc w:val="left"/>
    </w:pPr>
    <w:rPr>
      <w:rFonts w:ascii="Verdana" w:hAnsi="Verdana" w:cs="Verdana"/>
      <w:noProof w:val="0"/>
      <w:sz w:val="20"/>
      <w:lang w:val="en-US" w:eastAsia="en-US"/>
    </w:rPr>
  </w:style>
  <w:style w:type="paragraph" w:customStyle="1" w:styleId="16">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link w:val="a0"/>
    <w:rsid w:val="00AC2779"/>
    <w:pPr>
      <w:jc w:val="left"/>
    </w:pPr>
    <w:rPr>
      <w:rFonts w:ascii="Verdana" w:hAnsi="Verdana" w:cs="Verdana"/>
      <w:noProof w:val="0"/>
      <w:sz w:val="20"/>
      <w:lang w:val="en-US" w:eastAsia="en-US"/>
    </w:rPr>
  </w:style>
  <w:style w:type="paragraph" w:customStyle="1" w:styleId="af8">
    <w:name w:val=" Знак Знак Знак Знак Знак Знак Знак"/>
    <w:basedOn w:val="a"/>
    <w:rsid w:val="00BC6E28"/>
    <w:pPr>
      <w:jc w:val="left"/>
    </w:pPr>
    <w:rPr>
      <w:rFonts w:ascii="Verdana" w:hAnsi="Verdana" w:cs="Verdana"/>
      <w:noProof w:val="0"/>
      <w:sz w:val="20"/>
      <w:lang w:val="en-US" w:eastAsia="en-US"/>
    </w:rPr>
  </w:style>
  <w:style w:type="paragraph" w:customStyle="1" w:styleId="111">
    <w:name w:val=" Знак Знак1 Знак1"/>
    <w:basedOn w:val="a"/>
    <w:rsid w:val="0007168E"/>
    <w:pPr>
      <w:jc w:val="left"/>
    </w:pPr>
    <w:rPr>
      <w:rFonts w:ascii="Verdana" w:hAnsi="Verdana" w:cs="Verdana"/>
      <w:noProof w:val="0"/>
      <w:sz w:val="20"/>
      <w:lang w:val="en-US" w:eastAsia="en-US"/>
    </w:rPr>
  </w:style>
  <w:style w:type="paragraph" w:customStyle="1" w:styleId="112">
    <w:name w:val=" Знак Знак1 Знак1 Знак Знак Знак Знак Знак Знак Знак Знак Знак Знак Знак Знак Знак Знак Знак Знак Знак Знак"/>
    <w:basedOn w:val="a"/>
    <w:rsid w:val="008A5189"/>
    <w:pPr>
      <w:jc w:val="left"/>
    </w:pPr>
    <w:rPr>
      <w:rFonts w:ascii="Verdana" w:hAnsi="Verdana" w:cs="Verdana"/>
      <w:noProof w:val="0"/>
      <w:sz w:val="20"/>
      <w:lang w:val="en-US" w:eastAsia="en-US"/>
    </w:rPr>
  </w:style>
  <w:style w:type="paragraph" w:customStyle="1" w:styleId="113">
    <w:name w:val=" Знак Знак1 Знак1 Знак Знак Знак Знак Знак Знак Знак Знак Знак Знак Знак Знак Знак Знак Знак"/>
    <w:basedOn w:val="a"/>
    <w:link w:val="a0"/>
    <w:rsid w:val="0025012D"/>
    <w:pPr>
      <w:jc w:val="left"/>
    </w:pPr>
    <w:rPr>
      <w:rFonts w:ascii="Verdana" w:hAnsi="Verdana" w:cs="Verdana"/>
      <w:noProof w:val="0"/>
      <w:sz w:val="20"/>
      <w:lang w:val="en-US" w:eastAsia="en-US"/>
    </w:rPr>
  </w:style>
  <w:style w:type="paragraph" w:customStyle="1" w:styleId="Normal">
    <w:name w:val="Normal"/>
    <w:rsid w:val="00894B5A"/>
    <w:rPr>
      <w:sz w:val="26"/>
      <w:lang w:eastAsia="ru-RU"/>
    </w:rPr>
  </w:style>
  <w:style w:type="paragraph" w:customStyle="1" w:styleId="17">
    <w:name w:val=" Знак Знак Знак Знак Знак Знак1 Знак Знак Знак"/>
    <w:basedOn w:val="a"/>
    <w:rsid w:val="00DD7630"/>
    <w:pPr>
      <w:jc w:val="left"/>
    </w:pPr>
    <w:rPr>
      <w:rFonts w:ascii="Verdana" w:hAnsi="Verdana" w:cs="Verdana"/>
      <w:noProof w:val="0"/>
      <w:sz w:val="20"/>
      <w:lang w:val="en-US" w:eastAsia="en-US"/>
    </w:rPr>
  </w:style>
  <w:style w:type="character" w:customStyle="1" w:styleId="18">
    <w:name w:val="Верхний колонтитул Знак Знак Знак Знак Знак Знак Знак1"/>
    <w:basedOn w:val="a0"/>
    <w:rsid w:val="00935887"/>
    <w:rPr>
      <w:noProof/>
      <w:sz w:val="26"/>
      <w:lang w:val="uk-UA" w:eastAsia="ru-RU" w:bidi="ar-SA"/>
    </w:rPr>
  </w:style>
  <w:style w:type="paragraph" w:customStyle="1" w:styleId="114">
    <w:name w:val="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5C5214"/>
    <w:pPr>
      <w:jc w:val="left"/>
    </w:pPr>
    <w:rPr>
      <w:rFonts w:ascii="Verdana" w:hAnsi="Verdana" w:cs="Verdana"/>
      <w:noProof w:val="0"/>
      <w:sz w:val="20"/>
      <w:lang w:val="en-US" w:eastAsia="en-US"/>
    </w:rPr>
  </w:style>
  <w:style w:type="character" w:customStyle="1" w:styleId="115">
    <w:name w:val="Верхний колонтитул Знак1 Знак Знак Знак Знак Знак Знак1"/>
    <w:basedOn w:val="a0"/>
    <w:rsid w:val="00861283"/>
    <w:rPr>
      <w:noProof/>
      <w:sz w:val="26"/>
      <w:lang w:val="uk-UA" w:eastAsia="ru-RU" w:bidi="ar-SA"/>
    </w:rPr>
  </w:style>
  <w:style w:type="paragraph" w:customStyle="1" w:styleId="22">
    <w:name w:val=" Знак Знак2"/>
    <w:basedOn w:val="a"/>
    <w:rsid w:val="00861283"/>
    <w:pPr>
      <w:jc w:val="left"/>
    </w:pPr>
    <w:rPr>
      <w:rFonts w:ascii="Verdana" w:hAnsi="Verdana" w:cs="Verdana"/>
      <w:noProof w:val="0"/>
      <w:sz w:val="20"/>
      <w:lang w:val="en-US" w:eastAsia="en-US"/>
    </w:rPr>
  </w:style>
  <w:style w:type="paragraph" w:customStyle="1" w:styleId="af9">
    <w:name w:val=" Знак Знак Знак Знак Знак"/>
    <w:basedOn w:val="a"/>
    <w:rsid w:val="00933600"/>
    <w:pPr>
      <w:jc w:val="left"/>
    </w:pPr>
    <w:rPr>
      <w:rFonts w:ascii="Verdana" w:hAnsi="Verdana" w:cs="Verdana"/>
      <w:noProof w:val="0"/>
      <w:sz w:val="20"/>
      <w:lang w:val="en-US" w:eastAsia="en-US"/>
    </w:rPr>
  </w:style>
  <w:style w:type="character" w:customStyle="1" w:styleId="19">
    <w:name w:val=" Знак1"/>
    <w:basedOn w:val="a0"/>
    <w:rsid w:val="00557F52"/>
    <w:rPr>
      <w:lang w:eastAsia="ru-RU"/>
    </w:rPr>
  </w:style>
  <w:style w:type="paragraph" w:customStyle="1" w:styleId="1a">
    <w:name w:val=" Знак Знак Знак Знак Знак Знак1 Знак Знак Знак Знак Знак"/>
    <w:basedOn w:val="a"/>
    <w:rsid w:val="00557F52"/>
    <w:pPr>
      <w:jc w:val="left"/>
    </w:pPr>
    <w:rPr>
      <w:rFonts w:ascii="Verdana" w:hAnsi="Verdana" w:cs="Verdana"/>
      <w:noProof w:val="0"/>
      <w:sz w:val="20"/>
      <w:lang w:val="en-US" w:eastAsia="en-US"/>
    </w:rPr>
  </w:style>
  <w:style w:type="character" w:customStyle="1" w:styleId="120">
    <w:name w:val="Верхний колонтитул Знак1 Знак Знак Знак Знак Знак Знак2"/>
    <w:basedOn w:val="a0"/>
    <w:rsid w:val="00C22158"/>
    <w:rPr>
      <w:noProof/>
      <w:sz w:val="26"/>
      <w:lang w:val="uk-UA" w:eastAsia="ru-RU" w:bidi="ar-SA"/>
    </w:rPr>
  </w:style>
  <w:style w:type="paragraph" w:customStyle="1" w:styleId="1b">
    <w:name w:val=" Знак Знак Знак Знак Знак Знак1"/>
    <w:basedOn w:val="a"/>
    <w:link w:val="a0"/>
    <w:rsid w:val="00300AFF"/>
    <w:pPr>
      <w:jc w:val="left"/>
    </w:pPr>
    <w:rPr>
      <w:rFonts w:ascii="Verdana" w:hAnsi="Verdana" w:cs="Verdana"/>
      <w:noProof w:val="0"/>
      <w:sz w:val="20"/>
      <w:lang w:val="en-US" w:eastAsia="en-US"/>
    </w:rPr>
  </w:style>
  <w:style w:type="paragraph" w:customStyle="1" w:styleId="116">
    <w:name w:val=" Знак Знак Знак Знак Знак Знак1 Знак Знак Знак1"/>
    <w:basedOn w:val="a"/>
    <w:rsid w:val="0037312B"/>
    <w:pPr>
      <w:jc w:val="left"/>
    </w:pPr>
    <w:rPr>
      <w:rFonts w:ascii="Verdana" w:hAnsi="Verdana" w:cs="Verdana"/>
      <w:noProof w:val="0"/>
      <w:sz w:val="20"/>
      <w:lang w:val="en-US" w:eastAsia="en-US"/>
    </w:rPr>
  </w:style>
  <w:style w:type="paragraph" w:customStyle="1" w:styleId="afa">
    <w:name w:val=" Знак Знак Знак Знак Знак Знак Знак Знак"/>
    <w:basedOn w:val="a"/>
    <w:rsid w:val="005E22CF"/>
    <w:pPr>
      <w:jc w:val="left"/>
    </w:pPr>
    <w:rPr>
      <w:rFonts w:ascii="Verdana" w:hAnsi="Verdana" w:cs="Verdana"/>
      <w:noProof w:val="0"/>
      <w:sz w:val="20"/>
      <w:lang w:val="en-US" w:eastAsia="en-US"/>
    </w:rPr>
  </w:style>
  <w:style w:type="paragraph" w:customStyle="1" w:styleId="117">
    <w:name w:val=" Знак Знак Знак Знак Знак Знак1 Знак Знак Знак1 Знак Знак"/>
    <w:basedOn w:val="a"/>
    <w:rsid w:val="000D6648"/>
    <w:pPr>
      <w:jc w:val="left"/>
    </w:pPr>
    <w:rPr>
      <w:rFonts w:ascii="Verdana" w:hAnsi="Verdana" w:cs="Verdana"/>
      <w:noProof w:val="0"/>
      <w:sz w:val="20"/>
      <w:lang w:val="en-US" w:eastAsia="en-US"/>
    </w:rPr>
  </w:style>
  <w:style w:type="character" w:customStyle="1" w:styleId="118">
    <w:name w:val="Верхний колонтитул Знак1 Знак1"/>
    <w:aliases w:val="Верхний колонтитул Знак Знак Знак1,Верхний колонтитул Знак1 Знак Знак Знак1,Верхний колонтитул Знак Знак Знак Знак Знак1,Верхний колонтитул Знак1 Знак Знак Знак Знак Знак1"/>
    <w:basedOn w:val="a0"/>
    <w:rsid w:val="00253715"/>
    <w:rPr>
      <w:noProof/>
      <w:sz w:val="26"/>
      <w:lang w:val="uk-UA" w:eastAsia="ru-RU" w:bidi="ar-SA"/>
    </w:rPr>
  </w:style>
  <w:style w:type="character" w:customStyle="1" w:styleId="31">
    <w:name w:val="Верхний колонтитул Знак Знак3"/>
    <w:aliases w:val="Верхний колонтитул Знак1 Знак Знак1,Верхний колонтитул Знак Знак Знак Знак1,Верхний колонтитул Знак1 Знак Знак Знак Знак1,Верхний колонтитул Знак Знак Знак Знак Знак Знак2"/>
    <w:basedOn w:val="a0"/>
    <w:rsid w:val="00253715"/>
    <w:rPr>
      <w:noProof/>
      <w:sz w:val="26"/>
      <w:lang w:val="uk-UA" w:eastAsia="ru-RU" w:bidi="ar-SA"/>
    </w:rPr>
  </w:style>
  <w:style w:type="paragraph" w:customStyle="1" w:styleId="1c">
    <w:name w:val=" Знак1 Знак Знак Знак Знак Знак Знак Знак Знак Знак"/>
    <w:basedOn w:val="a"/>
    <w:rsid w:val="0061727C"/>
    <w:pPr>
      <w:jc w:val="left"/>
    </w:pPr>
    <w:rPr>
      <w:rFonts w:ascii="Verdana" w:hAnsi="Verdana" w:cs="Verdana"/>
      <w:noProof w:val="0"/>
      <w:sz w:val="20"/>
      <w:lang w:val="en-US" w:eastAsia="en-US"/>
    </w:rPr>
  </w:style>
  <w:style w:type="character" w:styleId="afb">
    <w:name w:val="Strong"/>
    <w:basedOn w:val="a0"/>
    <w:uiPriority w:val="22"/>
    <w:qFormat/>
    <w:rsid w:val="00D22B84"/>
    <w:rPr>
      <w:b/>
      <w:bCs/>
    </w:rPr>
  </w:style>
  <w:style w:type="character" w:customStyle="1" w:styleId="ae">
    <w:name w:val="Основний текст Знак"/>
    <w:basedOn w:val="a0"/>
    <w:link w:val="ad"/>
    <w:rsid w:val="00EC394D"/>
    <w:rPr>
      <w:noProof/>
      <w:sz w:val="26"/>
      <w:lang w:eastAsia="ru-RU"/>
    </w:rPr>
  </w:style>
  <w:style w:type="paragraph" w:customStyle="1" w:styleId="normal0">
    <w:name w:val="normal"/>
    <w:rsid w:val="00AD5883"/>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48021420">
      <w:bodyDiv w:val="1"/>
      <w:marLeft w:val="0"/>
      <w:marRight w:val="0"/>
      <w:marTop w:val="0"/>
      <w:marBottom w:val="0"/>
      <w:divBdr>
        <w:top w:val="none" w:sz="0" w:space="0" w:color="auto"/>
        <w:left w:val="none" w:sz="0" w:space="0" w:color="auto"/>
        <w:bottom w:val="none" w:sz="0" w:space="0" w:color="auto"/>
        <w:right w:val="none" w:sz="0" w:space="0" w:color="auto"/>
      </w:divBdr>
    </w:div>
    <w:div w:id="364672840">
      <w:bodyDiv w:val="1"/>
      <w:marLeft w:val="0"/>
      <w:marRight w:val="0"/>
      <w:marTop w:val="0"/>
      <w:marBottom w:val="0"/>
      <w:divBdr>
        <w:top w:val="none" w:sz="0" w:space="0" w:color="auto"/>
        <w:left w:val="none" w:sz="0" w:space="0" w:color="auto"/>
        <w:bottom w:val="none" w:sz="0" w:space="0" w:color="auto"/>
        <w:right w:val="none" w:sz="0" w:space="0" w:color="auto"/>
      </w:divBdr>
    </w:div>
    <w:div w:id="379550374">
      <w:bodyDiv w:val="1"/>
      <w:marLeft w:val="0"/>
      <w:marRight w:val="0"/>
      <w:marTop w:val="0"/>
      <w:marBottom w:val="0"/>
      <w:divBdr>
        <w:top w:val="none" w:sz="0" w:space="0" w:color="auto"/>
        <w:left w:val="none" w:sz="0" w:space="0" w:color="auto"/>
        <w:bottom w:val="none" w:sz="0" w:space="0" w:color="auto"/>
        <w:right w:val="none" w:sz="0" w:space="0" w:color="auto"/>
      </w:divBdr>
    </w:div>
    <w:div w:id="436601509">
      <w:bodyDiv w:val="1"/>
      <w:marLeft w:val="0"/>
      <w:marRight w:val="0"/>
      <w:marTop w:val="0"/>
      <w:marBottom w:val="0"/>
      <w:divBdr>
        <w:top w:val="none" w:sz="0" w:space="0" w:color="auto"/>
        <w:left w:val="none" w:sz="0" w:space="0" w:color="auto"/>
        <w:bottom w:val="none" w:sz="0" w:space="0" w:color="auto"/>
        <w:right w:val="none" w:sz="0" w:space="0" w:color="auto"/>
      </w:divBdr>
    </w:div>
    <w:div w:id="532113853">
      <w:bodyDiv w:val="1"/>
      <w:marLeft w:val="0"/>
      <w:marRight w:val="0"/>
      <w:marTop w:val="0"/>
      <w:marBottom w:val="0"/>
      <w:divBdr>
        <w:top w:val="none" w:sz="0" w:space="0" w:color="auto"/>
        <w:left w:val="none" w:sz="0" w:space="0" w:color="auto"/>
        <w:bottom w:val="none" w:sz="0" w:space="0" w:color="auto"/>
        <w:right w:val="none" w:sz="0" w:space="0" w:color="auto"/>
      </w:divBdr>
    </w:div>
    <w:div w:id="791823304">
      <w:bodyDiv w:val="1"/>
      <w:marLeft w:val="0"/>
      <w:marRight w:val="0"/>
      <w:marTop w:val="0"/>
      <w:marBottom w:val="0"/>
      <w:divBdr>
        <w:top w:val="none" w:sz="0" w:space="0" w:color="auto"/>
        <w:left w:val="none" w:sz="0" w:space="0" w:color="auto"/>
        <w:bottom w:val="none" w:sz="0" w:space="0" w:color="auto"/>
        <w:right w:val="none" w:sz="0" w:space="0" w:color="auto"/>
      </w:divBdr>
    </w:div>
    <w:div w:id="1386181662">
      <w:bodyDiv w:val="1"/>
      <w:marLeft w:val="0"/>
      <w:marRight w:val="0"/>
      <w:marTop w:val="0"/>
      <w:marBottom w:val="0"/>
      <w:divBdr>
        <w:top w:val="none" w:sz="0" w:space="0" w:color="auto"/>
        <w:left w:val="none" w:sz="0" w:space="0" w:color="auto"/>
        <w:bottom w:val="none" w:sz="0" w:space="0" w:color="auto"/>
        <w:right w:val="none" w:sz="0" w:space="0" w:color="auto"/>
      </w:divBdr>
    </w:div>
    <w:div w:id="1630936798">
      <w:bodyDiv w:val="1"/>
      <w:marLeft w:val="0"/>
      <w:marRight w:val="0"/>
      <w:marTop w:val="0"/>
      <w:marBottom w:val="0"/>
      <w:divBdr>
        <w:top w:val="none" w:sz="0" w:space="0" w:color="auto"/>
        <w:left w:val="none" w:sz="0" w:space="0" w:color="auto"/>
        <w:bottom w:val="none" w:sz="0" w:space="0" w:color="auto"/>
        <w:right w:val="none" w:sz="0" w:space="0" w:color="auto"/>
      </w:divBdr>
    </w:div>
    <w:div w:id="2105879357">
      <w:bodyDiv w:val="1"/>
      <w:marLeft w:val="0"/>
      <w:marRight w:val="0"/>
      <w:marTop w:val="0"/>
      <w:marBottom w:val="0"/>
      <w:divBdr>
        <w:top w:val="none" w:sz="0" w:space="0" w:color="auto"/>
        <w:left w:val="none" w:sz="0" w:space="0" w:color="auto"/>
        <w:bottom w:val="none" w:sz="0" w:space="0" w:color="auto"/>
        <w:right w:val="none" w:sz="0" w:space="0" w:color="auto"/>
      </w:divBdr>
    </w:div>
    <w:div w:id="210903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lanky\bl-rozpor.dot"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2A556-6A57-4B84-9AAC-86584350E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bl-rozpor</Template>
  <TotalTime>1</TotalTime>
  <Pages>1</Pages>
  <Words>457</Words>
  <Characters>261</Characters>
  <Application>Microsoft Office Word</Application>
  <DocSecurity>0</DocSecurity>
  <Lines>2</Lines>
  <Paragraphs>1</Paragraphs>
  <ScaleCrop>false</ScaleCrop>
  <HeadingPairs>
    <vt:vector size="2" baseType="variant">
      <vt:variant>
        <vt:lpstr>Назва</vt:lpstr>
      </vt:variant>
      <vt:variant>
        <vt:i4>1</vt:i4>
      </vt:variant>
    </vt:vector>
  </HeadingPairs>
  <TitlesOfParts>
    <vt:vector size="1" baseType="lpstr">
      <vt:lpstr>Про нагородження Почесною Грамотою облдержадміністрації</vt:lpstr>
    </vt:vector>
  </TitlesOfParts>
  <Company>LSA</Company>
  <LinksUpToDate>false</LinksUpToDate>
  <CharactersWithSpaces>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нагородження Почесною Грамотою облдержадміністрації</dc:title>
  <dc:creator>info2</dc:creator>
  <cp:lastModifiedBy>Галина Жуковська</cp:lastModifiedBy>
  <cp:revision>2</cp:revision>
  <cp:lastPrinted>2017-01-20T10:08:00Z</cp:lastPrinted>
  <dcterms:created xsi:type="dcterms:W3CDTF">2017-03-13T11:52:00Z</dcterms:created>
  <dcterms:modified xsi:type="dcterms:W3CDTF">2017-03-13T11:52:00Z</dcterms:modified>
</cp:coreProperties>
</file>