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C9C" w:rsidRPr="008C6C9C" w:rsidRDefault="008C6C9C" w:rsidP="008C6C9C">
      <w:pPr>
        <w:suppressAutoHyphens/>
        <w:ind w:left="720" w:hanging="720"/>
        <w:jc w:val="center"/>
        <w:rPr>
          <w:b/>
          <w:bCs/>
          <w:caps/>
          <w:color w:val="2F6FFF"/>
          <w:spacing w:val="-10"/>
          <w:sz w:val="28"/>
          <w:szCs w:val="28"/>
          <w:lang w:eastAsia="uk-UA"/>
        </w:rPr>
      </w:pPr>
      <w:r w:rsidRPr="008C6C9C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C9C" w:rsidRPr="008C6C9C" w:rsidRDefault="008C6C9C" w:rsidP="008C6C9C">
      <w:pPr>
        <w:suppressAutoHyphens/>
        <w:spacing w:before="120"/>
        <w:ind w:left="432"/>
        <w:jc w:val="center"/>
        <w:rPr>
          <w:rFonts w:eastAsia="Andale Sans UI"/>
          <w:b/>
          <w:bCs/>
          <w:caps/>
          <w:noProof/>
          <w:color w:val="2F6FFF"/>
          <w:spacing w:val="90"/>
          <w:kern w:val="2"/>
          <w:sz w:val="28"/>
          <w:szCs w:val="28"/>
        </w:rPr>
      </w:pPr>
      <w:r w:rsidRPr="008C6C9C">
        <w:rPr>
          <w:b/>
          <w:bCs/>
          <w:caps/>
          <w:noProof/>
          <w:color w:val="2F6FFF"/>
          <w:spacing w:val="-10"/>
          <w:sz w:val="28"/>
          <w:szCs w:val="28"/>
          <w:lang w:eastAsia="zh-CN"/>
        </w:rPr>
        <w:t>ЛЬВІВСЬКА ОБЛАСНА ДЕРЖАВНА АДМІНІСТРАЦІЯ</w:t>
      </w:r>
    </w:p>
    <w:p w:rsidR="008C6C9C" w:rsidRPr="008C6C9C" w:rsidRDefault="008C6C9C" w:rsidP="008C6C9C">
      <w:pPr>
        <w:tabs>
          <w:tab w:val="left" w:pos="2685"/>
          <w:tab w:val="center" w:pos="4893"/>
        </w:tabs>
        <w:suppressAutoHyphens/>
        <w:spacing w:before="120"/>
        <w:ind w:left="432"/>
        <w:jc w:val="center"/>
        <w:rPr>
          <w:noProof/>
          <w:color w:val="2F6FFF"/>
          <w:sz w:val="28"/>
          <w:szCs w:val="28"/>
          <w:lang w:eastAsia="ar-SA"/>
        </w:rPr>
      </w:pPr>
      <w:r w:rsidRPr="008C6C9C">
        <w:rPr>
          <w:b/>
          <w:bCs/>
          <w:caps/>
          <w:noProof/>
          <w:color w:val="2F6FFF"/>
          <w:spacing w:val="90"/>
          <w:sz w:val="28"/>
          <w:szCs w:val="28"/>
          <w:lang w:eastAsia="zh-CN"/>
        </w:rPr>
        <w:t>РоЗПОРЯДЖЕННЯ</w:t>
      </w:r>
    </w:p>
    <w:p w:rsidR="008C6C9C" w:rsidRPr="008C6C9C" w:rsidRDefault="008C6C9C" w:rsidP="008C6C9C">
      <w:pPr>
        <w:suppressAutoHyphens/>
        <w:spacing w:before="120"/>
        <w:jc w:val="center"/>
        <w:rPr>
          <w:noProof/>
          <w:color w:val="2F6FFF"/>
          <w:sz w:val="28"/>
          <w:szCs w:val="28"/>
          <w:lang w:eastAsia="uk-UA"/>
        </w:rPr>
      </w:pPr>
      <w:r w:rsidRPr="008C6C9C">
        <w:rPr>
          <w:noProof/>
          <w:color w:val="2F6FFF"/>
          <w:sz w:val="28"/>
          <w:szCs w:val="28"/>
          <w:lang w:eastAsia="zh-CN"/>
        </w:rPr>
        <w:t>23 квітня 2018 року</w:t>
      </w:r>
      <w:r w:rsidRPr="008C6C9C">
        <w:rPr>
          <w:noProof/>
          <w:color w:val="2F6FFF"/>
          <w:sz w:val="28"/>
          <w:szCs w:val="28"/>
          <w:lang w:eastAsia="zh-CN"/>
        </w:rPr>
        <w:tab/>
        <w:t xml:space="preserve">             </w:t>
      </w:r>
      <w:r w:rsidRPr="008C6C9C">
        <w:rPr>
          <w:noProof/>
          <w:color w:val="2F6FFF"/>
          <w:sz w:val="28"/>
          <w:szCs w:val="28"/>
          <w:lang w:eastAsia="zh-CN"/>
        </w:rPr>
        <w:tab/>
        <w:t xml:space="preserve">                      </w:t>
      </w:r>
      <w:r w:rsidRPr="008C6C9C">
        <w:rPr>
          <w:noProof/>
          <w:color w:val="2F6FFF"/>
          <w:sz w:val="28"/>
          <w:szCs w:val="28"/>
          <w:lang w:eastAsia="zh-CN"/>
        </w:rPr>
        <w:t xml:space="preserve">                           № 337</w:t>
      </w:r>
      <w:r w:rsidRPr="008C6C9C">
        <w:rPr>
          <w:noProof/>
          <w:color w:val="2F6FFF"/>
          <w:sz w:val="28"/>
          <w:szCs w:val="28"/>
          <w:lang w:eastAsia="zh-CN"/>
        </w:rPr>
        <w:t>/0/5-18</w:t>
      </w:r>
    </w:p>
    <w:p w:rsidR="008C6C9C" w:rsidRPr="008C6C9C" w:rsidRDefault="008C6C9C" w:rsidP="008C6C9C">
      <w:pPr>
        <w:rPr>
          <w:rFonts w:eastAsia="Calibri"/>
          <w:noProof/>
          <w:sz w:val="28"/>
          <w:szCs w:val="28"/>
          <w:lang w:eastAsia="en-US"/>
        </w:rPr>
      </w:pPr>
      <w:r w:rsidRPr="008C6C9C">
        <w:rPr>
          <w:rFonts w:eastAsia="Calibri"/>
          <w:b/>
          <w:noProof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0965" w:rsidRPr="008C6C9C" w:rsidRDefault="006B0965" w:rsidP="00EE5A02">
      <w:pPr>
        <w:suppressAutoHyphens/>
        <w:ind w:left="284"/>
        <w:jc w:val="center"/>
        <w:rPr>
          <w:color w:val="2F6FFF"/>
          <w:sz w:val="20"/>
          <w:szCs w:val="20"/>
        </w:rPr>
      </w:pPr>
    </w:p>
    <w:p w:rsidR="00895E8F" w:rsidRPr="008C6C9C" w:rsidRDefault="00895E8F" w:rsidP="001157DC">
      <w:pPr>
        <w:suppressAutoHyphens/>
        <w:jc w:val="center"/>
        <w:rPr>
          <w:color w:val="2F6FFF"/>
          <w:sz w:val="20"/>
          <w:szCs w:val="20"/>
        </w:rPr>
      </w:pPr>
    </w:p>
    <w:p w:rsidR="00895E8F" w:rsidRPr="008C6C9C" w:rsidRDefault="00895E8F" w:rsidP="001157DC">
      <w:pPr>
        <w:suppressAutoHyphens/>
        <w:jc w:val="center"/>
        <w:rPr>
          <w:color w:val="2F6FFF"/>
          <w:sz w:val="20"/>
          <w:szCs w:val="20"/>
        </w:rPr>
      </w:pPr>
    </w:p>
    <w:p w:rsidR="00895E8F" w:rsidRPr="008C6C9C" w:rsidRDefault="00895E8F" w:rsidP="001157DC">
      <w:pPr>
        <w:suppressAutoHyphens/>
        <w:jc w:val="center"/>
        <w:rPr>
          <w:color w:val="2F6FFF"/>
          <w:sz w:val="20"/>
          <w:szCs w:val="20"/>
        </w:rPr>
      </w:pPr>
      <w:bookmarkStart w:id="0" w:name="_GoBack"/>
      <w:bookmarkEnd w:id="0"/>
    </w:p>
    <w:p w:rsidR="00895E8F" w:rsidRPr="008C6C9C" w:rsidRDefault="00895E8F" w:rsidP="001157DC">
      <w:pPr>
        <w:suppressAutoHyphens/>
        <w:jc w:val="center"/>
        <w:rPr>
          <w:color w:val="2F6FFF"/>
          <w:sz w:val="20"/>
          <w:szCs w:val="20"/>
        </w:rPr>
      </w:pPr>
    </w:p>
    <w:p w:rsidR="00895E8F" w:rsidRPr="008C6C9C" w:rsidRDefault="00895E8F" w:rsidP="001157DC">
      <w:pPr>
        <w:suppressAutoHyphens/>
        <w:jc w:val="center"/>
        <w:rPr>
          <w:color w:val="2F6FFF"/>
          <w:sz w:val="20"/>
          <w:szCs w:val="20"/>
        </w:rPr>
      </w:pPr>
    </w:p>
    <w:p w:rsidR="006B0965" w:rsidRPr="008C6C9C" w:rsidRDefault="006B0965" w:rsidP="008C6C9C">
      <w:pPr>
        <w:suppressAutoHyphens/>
        <w:rPr>
          <w:spacing w:val="20"/>
          <w:sz w:val="20"/>
          <w:szCs w:val="20"/>
        </w:rPr>
      </w:pPr>
    </w:p>
    <w:p w:rsidR="001157DC" w:rsidRPr="008C6C9C" w:rsidRDefault="001157DC" w:rsidP="001157DC">
      <w:pPr>
        <w:suppressAutoHyphens/>
        <w:jc w:val="center"/>
        <w:rPr>
          <w:spacing w:val="20"/>
          <w:sz w:val="20"/>
          <w:szCs w:val="20"/>
        </w:rPr>
      </w:pPr>
    </w:p>
    <w:p w:rsidR="001157DC" w:rsidRPr="008C6C9C" w:rsidRDefault="001157DC" w:rsidP="001157DC">
      <w:pPr>
        <w:suppressAutoHyphens/>
        <w:jc w:val="center"/>
        <w:rPr>
          <w:spacing w:val="20"/>
          <w:sz w:val="20"/>
          <w:szCs w:val="20"/>
        </w:rPr>
      </w:pPr>
    </w:p>
    <w:p w:rsidR="0089123D" w:rsidRPr="008C6C9C" w:rsidRDefault="0089123D" w:rsidP="00EE5A02">
      <w:pPr>
        <w:ind w:left="284" w:right="-144"/>
        <w:rPr>
          <w:b/>
          <w:i/>
          <w:sz w:val="28"/>
          <w:szCs w:val="28"/>
        </w:rPr>
      </w:pPr>
      <w:r w:rsidRPr="008C6C9C">
        <w:rPr>
          <w:b/>
          <w:i/>
          <w:sz w:val="28"/>
          <w:szCs w:val="28"/>
        </w:rPr>
        <w:t>Про забезпечення організації проведення</w:t>
      </w:r>
    </w:p>
    <w:p w:rsidR="0089123D" w:rsidRPr="008C6C9C" w:rsidRDefault="00E623CC" w:rsidP="00EE5A02">
      <w:pPr>
        <w:ind w:left="284" w:right="-144"/>
        <w:rPr>
          <w:b/>
          <w:i/>
          <w:sz w:val="28"/>
          <w:szCs w:val="28"/>
        </w:rPr>
      </w:pPr>
      <w:r w:rsidRPr="008C6C9C">
        <w:rPr>
          <w:b/>
          <w:i/>
          <w:sz w:val="28"/>
          <w:szCs w:val="28"/>
        </w:rPr>
        <w:t>Дитячого форуму</w:t>
      </w:r>
      <w:r w:rsidR="00EE5A02" w:rsidRPr="008C6C9C">
        <w:rPr>
          <w:b/>
          <w:i/>
          <w:sz w:val="28"/>
          <w:szCs w:val="28"/>
        </w:rPr>
        <w:t xml:space="preserve"> у Львові</w:t>
      </w:r>
    </w:p>
    <w:p w:rsidR="0089123D" w:rsidRPr="008C6C9C" w:rsidRDefault="0089123D" w:rsidP="00EE5A02">
      <w:pPr>
        <w:ind w:left="284" w:right="-144" w:firstLine="709"/>
        <w:rPr>
          <w:sz w:val="28"/>
          <w:szCs w:val="28"/>
        </w:rPr>
      </w:pPr>
    </w:p>
    <w:p w:rsidR="0089123D" w:rsidRPr="008C6C9C" w:rsidRDefault="0089123D" w:rsidP="00EE5A02">
      <w:pPr>
        <w:ind w:left="284" w:right="-144" w:firstLine="709"/>
        <w:rPr>
          <w:sz w:val="28"/>
          <w:szCs w:val="28"/>
        </w:rPr>
      </w:pPr>
    </w:p>
    <w:p w:rsidR="0089123D" w:rsidRPr="008C6C9C" w:rsidRDefault="00DB6C86" w:rsidP="00EE5A02">
      <w:pPr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>Відповідно до ст</w:t>
      </w:r>
      <w:r w:rsidR="00EE5A02" w:rsidRPr="008C6C9C">
        <w:rPr>
          <w:sz w:val="28"/>
          <w:szCs w:val="28"/>
        </w:rPr>
        <w:t>атей</w:t>
      </w:r>
      <w:r w:rsidR="00933A0E" w:rsidRPr="008C6C9C">
        <w:rPr>
          <w:sz w:val="28"/>
          <w:szCs w:val="28"/>
        </w:rPr>
        <w:t> 6, </w:t>
      </w:r>
      <w:r w:rsidRPr="008C6C9C">
        <w:rPr>
          <w:sz w:val="28"/>
          <w:szCs w:val="28"/>
        </w:rPr>
        <w:t>39</w:t>
      </w:r>
      <w:r w:rsidR="0089123D" w:rsidRPr="008C6C9C">
        <w:rPr>
          <w:sz w:val="28"/>
          <w:szCs w:val="28"/>
        </w:rPr>
        <w:t xml:space="preserve"> </w:t>
      </w:r>
      <w:r w:rsidRPr="008C6C9C">
        <w:rPr>
          <w:sz w:val="28"/>
          <w:szCs w:val="28"/>
        </w:rPr>
        <w:t>Закону України «Про місцеві державні адміністрації»</w:t>
      </w:r>
      <w:r w:rsidR="0089123D" w:rsidRPr="008C6C9C">
        <w:rPr>
          <w:sz w:val="28"/>
          <w:szCs w:val="28"/>
        </w:rPr>
        <w:t xml:space="preserve">, з метою </w:t>
      </w:r>
      <w:r w:rsidR="00FC2790" w:rsidRPr="008C6C9C">
        <w:rPr>
          <w:sz w:val="28"/>
          <w:szCs w:val="28"/>
        </w:rPr>
        <w:t xml:space="preserve">популяризації української </w:t>
      </w:r>
      <w:r w:rsidRPr="008C6C9C">
        <w:rPr>
          <w:sz w:val="28"/>
          <w:szCs w:val="28"/>
        </w:rPr>
        <w:t xml:space="preserve">дитячої </w:t>
      </w:r>
      <w:r w:rsidR="00FC2790" w:rsidRPr="008C6C9C">
        <w:rPr>
          <w:sz w:val="28"/>
          <w:szCs w:val="28"/>
        </w:rPr>
        <w:t xml:space="preserve">книги і сприяння розвитку видавничої справи, </w:t>
      </w:r>
      <w:r w:rsidR="0089123D" w:rsidRPr="008C6C9C">
        <w:rPr>
          <w:sz w:val="28"/>
          <w:szCs w:val="28"/>
        </w:rPr>
        <w:t xml:space="preserve">забезпечення належної підготовки та проведення </w:t>
      </w:r>
      <w:r w:rsidRPr="008C6C9C">
        <w:rPr>
          <w:sz w:val="28"/>
          <w:szCs w:val="28"/>
        </w:rPr>
        <w:t>Дитяч</w:t>
      </w:r>
      <w:r w:rsidR="00B916E6" w:rsidRPr="008C6C9C">
        <w:rPr>
          <w:sz w:val="28"/>
          <w:szCs w:val="28"/>
        </w:rPr>
        <w:t>ого</w:t>
      </w:r>
      <w:r w:rsidRPr="008C6C9C">
        <w:rPr>
          <w:sz w:val="28"/>
          <w:szCs w:val="28"/>
        </w:rPr>
        <w:t xml:space="preserve"> форум</w:t>
      </w:r>
      <w:r w:rsidR="00B916E6" w:rsidRPr="008C6C9C">
        <w:rPr>
          <w:sz w:val="28"/>
          <w:szCs w:val="28"/>
        </w:rPr>
        <w:t>у</w:t>
      </w:r>
      <w:r w:rsidRPr="008C6C9C">
        <w:rPr>
          <w:sz w:val="28"/>
          <w:szCs w:val="28"/>
        </w:rPr>
        <w:t xml:space="preserve"> у Львові</w:t>
      </w:r>
      <w:r w:rsidR="0089123D" w:rsidRPr="008C6C9C">
        <w:rPr>
          <w:sz w:val="28"/>
          <w:szCs w:val="28"/>
        </w:rPr>
        <w:t xml:space="preserve"> (надалі – </w:t>
      </w:r>
      <w:r w:rsidR="00E82DD5" w:rsidRPr="008C6C9C">
        <w:rPr>
          <w:sz w:val="28"/>
          <w:szCs w:val="28"/>
        </w:rPr>
        <w:t>Дитячий ф</w:t>
      </w:r>
      <w:r w:rsidR="0089123D" w:rsidRPr="008C6C9C">
        <w:rPr>
          <w:sz w:val="28"/>
          <w:szCs w:val="28"/>
        </w:rPr>
        <w:t xml:space="preserve">орум), який відбудеться </w:t>
      </w:r>
      <w:r w:rsidR="00E623CC" w:rsidRPr="008C6C9C">
        <w:rPr>
          <w:sz w:val="28"/>
          <w:szCs w:val="28"/>
        </w:rPr>
        <w:t xml:space="preserve">10-13 травня 2018 </w:t>
      </w:r>
      <w:r w:rsidR="0062164B" w:rsidRPr="008C6C9C">
        <w:rPr>
          <w:sz w:val="28"/>
          <w:szCs w:val="28"/>
        </w:rPr>
        <w:t>року</w:t>
      </w:r>
      <w:r w:rsidR="0089123D" w:rsidRPr="008C6C9C">
        <w:rPr>
          <w:sz w:val="28"/>
          <w:szCs w:val="28"/>
        </w:rPr>
        <w:t>:</w:t>
      </w:r>
    </w:p>
    <w:p w:rsidR="0089123D" w:rsidRPr="008C6C9C" w:rsidRDefault="00CB369F" w:rsidP="00EE5A02">
      <w:pPr>
        <w:tabs>
          <w:tab w:val="left" w:pos="851"/>
        </w:tabs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>1. </w:t>
      </w:r>
      <w:r w:rsidR="0089123D" w:rsidRPr="008C6C9C">
        <w:rPr>
          <w:sz w:val="28"/>
          <w:szCs w:val="28"/>
        </w:rPr>
        <w:t xml:space="preserve">Департаменту </w:t>
      </w:r>
      <w:r w:rsidR="007320B2" w:rsidRPr="008C6C9C">
        <w:rPr>
          <w:sz w:val="28"/>
          <w:szCs w:val="28"/>
        </w:rPr>
        <w:t xml:space="preserve">освіти і науки </w:t>
      </w:r>
      <w:r w:rsidR="0089123D" w:rsidRPr="008C6C9C">
        <w:rPr>
          <w:sz w:val="28"/>
          <w:szCs w:val="28"/>
        </w:rPr>
        <w:t xml:space="preserve">обласної державної адміністрації </w:t>
      </w:r>
      <w:r w:rsidR="009B00D0" w:rsidRPr="008C6C9C">
        <w:rPr>
          <w:sz w:val="28"/>
          <w:szCs w:val="28"/>
        </w:rPr>
        <w:t>інформувати</w:t>
      </w:r>
      <w:r w:rsidR="0089123D" w:rsidRPr="008C6C9C">
        <w:rPr>
          <w:sz w:val="28"/>
          <w:szCs w:val="28"/>
        </w:rPr>
        <w:t xml:space="preserve"> навчальні заклади </w:t>
      </w:r>
      <w:r w:rsidR="00E623CC" w:rsidRPr="008C6C9C">
        <w:rPr>
          <w:sz w:val="28"/>
          <w:szCs w:val="28"/>
        </w:rPr>
        <w:t xml:space="preserve">Львівської області про заходи, що відбудуться в </w:t>
      </w:r>
      <w:r w:rsidR="00EE5A02" w:rsidRPr="008C6C9C">
        <w:rPr>
          <w:sz w:val="28"/>
          <w:szCs w:val="28"/>
        </w:rPr>
        <w:t>рамках</w:t>
      </w:r>
      <w:r w:rsidR="00E623CC" w:rsidRPr="008C6C9C">
        <w:rPr>
          <w:sz w:val="28"/>
          <w:szCs w:val="28"/>
        </w:rPr>
        <w:t xml:space="preserve"> </w:t>
      </w:r>
      <w:r w:rsidR="00491FB0" w:rsidRPr="008C6C9C">
        <w:rPr>
          <w:sz w:val="28"/>
          <w:szCs w:val="28"/>
        </w:rPr>
        <w:t>Дитячого форуму</w:t>
      </w:r>
      <w:r w:rsidR="00EE5A02" w:rsidRPr="008C6C9C">
        <w:rPr>
          <w:sz w:val="28"/>
          <w:szCs w:val="28"/>
        </w:rPr>
        <w:t>;</w:t>
      </w:r>
      <w:r w:rsidR="00B916E6" w:rsidRPr="008C6C9C">
        <w:rPr>
          <w:sz w:val="28"/>
          <w:szCs w:val="28"/>
        </w:rPr>
        <w:t xml:space="preserve"> </w:t>
      </w:r>
      <w:r w:rsidR="00EE5A02" w:rsidRPr="008C6C9C">
        <w:rPr>
          <w:sz w:val="28"/>
          <w:szCs w:val="28"/>
        </w:rPr>
        <w:t>з</w:t>
      </w:r>
      <w:r w:rsidR="00B916E6" w:rsidRPr="008C6C9C">
        <w:rPr>
          <w:sz w:val="28"/>
          <w:szCs w:val="28"/>
        </w:rPr>
        <w:t xml:space="preserve">алучити до участі у заходах </w:t>
      </w:r>
      <w:r w:rsidR="00491FB0" w:rsidRPr="008C6C9C">
        <w:rPr>
          <w:sz w:val="28"/>
          <w:szCs w:val="28"/>
        </w:rPr>
        <w:t>Дитячого форуму</w:t>
      </w:r>
      <w:r w:rsidR="00B916E6" w:rsidRPr="008C6C9C">
        <w:rPr>
          <w:sz w:val="28"/>
          <w:szCs w:val="28"/>
        </w:rPr>
        <w:t xml:space="preserve"> дітей з області, в т</w:t>
      </w:r>
      <w:r w:rsidR="00353322" w:rsidRPr="008C6C9C">
        <w:rPr>
          <w:sz w:val="28"/>
          <w:szCs w:val="28"/>
        </w:rPr>
        <w:t>ому числі</w:t>
      </w:r>
      <w:r w:rsidR="00B916E6" w:rsidRPr="008C6C9C">
        <w:rPr>
          <w:sz w:val="28"/>
          <w:szCs w:val="28"/>
        </w:rPr>
        <w:t xml:space="preserve"> на безкоштовній основі – з дитячих будинків, шкіл-інтернатів, дітей з особливостями розвитку, з малозабезпечених сімей, дітей учасників АТО та переселенців</w:t>
      </w:r>
      <w:r w:rsidR="00353322" w:rsidRPr="008C6C9C">
        <w:rPr>
          <w:sz w:val="28"/>
          <w:szCs w:val="28"/>
        </w:rPr>
        <w:t>.</w:t>
      </w:r>
      <w:r w:rsidR="00E82DD5" w:rsidRPr="008C6C9C">
        <w:rPr>
          <w:sz w:val="28"/>
          <w:szCs w:val="28"/>
        </w:rPr>
        <w:t xml:space="preserve"> Забезпечити приїзд дітей на Дитячий форум шкільними автобусами</w:t>
      </w:r>
      <w:r w:rsidR="00491FB0" w:rsidRPr="008C6C9C">
        <w:rPr>
          <w:sz w:val="28"/>
          <w:szCs w:val="28"/>
        </w:rPr>
        <w:t>.</w:t>
      </w:r>
    </w:p>
    <w:p w:rsidR="0089123D" w:rsidRPr="008C6C9C" w:rsidRDefault="0089123D" w:rsidP="00EE5A02">
      <w:pPr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>2.</w:t>
      </w:r>
      <w:r w:rsidR="00CB369F" w:rsidRPr="008C6C9C">
        <w:rPr>
          <w:sz w:val="28"/>
          <w:szCs w:val="28"/>
        </w:rPr>
        <w:t> Д</w:t>
      </w:r>
      <w:r w:rsidRPr="008C6C9C">
        <w:rPr>
          <w:sz w:val="28"/>
          <w:szCs w:val="28"/>
        </w:rPr>
        <w:t xml:space="preserve">епартаменту з питань </w:t>
      </w:r>
      <w:r w:rsidR="009D3B63" w:rsidRPr="008C6C9C">
        <w:rPr>
          <w:sz w:val="28"/>
          <w:szCs w:val="28"/>
        </w:rPr>
        <w:t xml:space="preserve">культури, національностей та релігій </w:t>
      </w:r>
      <w:r w:rsidRPr="008C6C9C">
        <w:rPr>
          <w:sz w:val="28"/>
          <w:szCs w:val="28"/>
        </w:rPr>
        <w:t>об</w:t>
      </w:r>
      <w:r w:rsidR="009D6D2E" w:rsidRPr="008C6C9C">
        <w:rPr>
          <w:sz w:val="28"/>
          <w:szCs w:val="28"/>
        </w:rPr>
        <w:t xml:space="preserve">ласної державної адміністрації </w:t>
      </w:r>
      <w:r w:rsidRPr="008C6C9C">
        <w:rPr>
          <w:sz w:val="28"/>
          <w:szCs w:val="28"/>
        </w:rPr>
        <w:t xml:space="preserve">інформувати бібліотеки області </w:t>
      </w:r>
      <w:r w:rsidR="00491FB0" w:rsidRPr="008C6C9C">
        <w:rPr>
          <w:sz w:val="28"/>
          <w:szCs w:val="28"/>
        </w:rPr>
        <w:t xml:space="preserve">та інші підпорядковані культурно-мистецькі заклади </w:t>
      </w:r>
      <w:r w:rsidRPr="008C6C9C">
        <w:rPr>
          <w:sz w:val="28"/>
          <w:szCs w:val="28"/>
        </w:rPr>
        <w:t xml:space="preserve">про </w:t>
      </w:r>
      <w:r w:rsidR="00491FB0" w:rsidRPr="008C6C9C">
        <w:rPr>
          <w:sz w:val="28"/>
          <w:szCs w:val="28"/>
        </w:rPr>
        <w:t>заходи Дитячого форуму</w:t>
      </w:r>
      <w:r w:rsidR="0021386B" w:rsidRPr="008C6C9C">
        <w:rPr>
          <w:sz w:val="28"/>
          <w:szCs w:val="28"/>
        </w:rPr>
        <w:t>,</w:t>
      </w:r>
      <w:r w:rsidRPr="008C6C9C">
        <w:rPr>
          <w:sz w:val="28"/>
          <w:szCs w:val="28"/>
        </w:rPr>
        <w:t xml:space="preserve"> розповсюди</w:t>
      </w:r>
      <w:r w:rsidR="00EE5A02" w:rsidRPr="008C6C9C">
        <w:rPr>
          <w:sz w:val="28"/>
          <w:szCs w:val="28"/>
        </w:rPr>
        <w:t>ти відповідні матеріали про ці</w:t>
      </w:r>
      <w:r w:rsidRPr="008C6C9C">
        <w:rPr>
          <w:sz w:val="28"/>
          <w:szCs w:val="28"/>
        </w:rPr>
        <w:t xml:space="preserve"> заходи</w:t>
      </w:r>
      <w:r w:rsidR="0062164B" w:rsidRPr="008C6C9C">
        <w:rPr>
          <w:sz w:val="28"/>
          <w:szCs w:val="28"/>
        </w:rPr>
        <w:t xml:space="preserve"> та</w:t>
      </w:r>
      <w:r w:rsidRPr="008C6C9C">
        <w:rPr>
          <w:sz w:val="28"/>
          <w:szCs w:val="28"/>
        </w:rPr>
        <w:t xml:space="preserve"> сприяти </w:t>
      </w:r>
      <w:r w:rsidR="00352B53" w:rsidRPr="008C6C9C">
        <w:rPr>
          <w:sz w:val="28"/>
          <w:szCs w:val="28"/>
        </w:rPr>
        <w:t xml:space="preserve">їх </w:t>
      </w:r>
      <w:r w:rsidRPr="008C6C9C">
        <w:rPr>
          <w:sz w:val="28"/>
          <w:szCs w:val="28"/>
        </w:rPr>
        <w:t>проведенню</w:t>
      </w:r>
      <w:r w:rsidR="00B20FEE" w:rsidRPr="008C6C9C">
        <w:rPr>
          <w:sz w:val="28"/>
          <w:szCs w:val="28"/>
        </w:rPr>
        <w:t>.</w:t>
      </w:r>
      <w:r w:rsidR="00491FB0" w:rsidRPr="008C6C9C">
        <w:rPr>
          <w:sz w:val="28"/>
          <w:szCs w:val="28"/>
        </w:rPr>
        <w:t xml:space="preserve"> Залучити до участі у заходах Дитячого форуму дітей з підпорядкованих закладів. </w:t>
      </w:r>
    </w:p>
    <w:p w:rsidR="00491FB0" w:rsidRPr="008C6C9C" w:rsidRDefault="0089123D" w:rsidP="00EE5A02">
      <w:pPr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 xml:space="preserve">3. Департаменту </w:t>
      </w:r>
      <w:r w:rsidR="0077558F" w:rsidRPr="008C6C9C">
        <w:rPr>
          <w:sz w:val="28"/>
          <w:szCs w:val="28"/>
        </w:rPr>
        <w:t xml:space="preserve">внутрішньої та </w:t>
      </w:r>
      <w:r w:rsidRPr="008C6C9C">
        <w:rPr>
          <w:sz w:val="28"/>
          <w:szCs w:val="28"/>
        </w:rPr>
        <w:t xml:space="preserve">інформаційної </w:t>
      </w:r>
      <w:r w:rsidR="0077558F" w:rsidRPr="008C6C9C">
        <w:rPr>
          <w:sz w:val="28"/>
          <w:szCs w:val="28"/>
        </w:rPr>
        <w:t xml:space="preserve">політики </w:t>
      </w:r>
      <w:r w:rsidRPr="008C6C9C">
        <w:rPr>
          <w:sz w:val="28"/>
          <w:szCs w:val="28"/>
        </w:rPr>
        <w:t xml:space="preserve">обласної державної адміністрації </w:t>
      </w:r>
      <w:r w:rsidR="00055E65" w:rsidRPr="008C6C9C">
        <w:rPr>
          <w:sz w:val="28"/>
          <w:szCs w:val="28"/>
        </w:rPr>
        <w:t>інформувати громадськість Львівсько</w:t>
      </w:r>
      <w:r w:rsidR="008A7925" w:rsidRPr="008C6C9C">
        <w:rPr>
          <w:sz w:val="28"/>
          <w:szCs w:val="28"/>
        </w:rPr>
        <w:t xml:space="preserve">ї області про </w:t>
      </w:r>
      <w:r w:rsidR="009D6D2E" w:rsidRPr="008C6C9C">
        <w:rPr>
          <w:sz w:val="28"/>
          <w:szCs w:val="28"/>
        </w:rPr>
        <w:t>заходи Дитячого форуму</w:t>
      </w:r>
      <w:r w:rsidR="00352B53" w:rsidRPr="008C6C9C">
        <w:rPr>
          <w:sz w:val="28"/>
          <w:szCs w:val="28"/>
        </w:rPr>
        <w:t>;</w:t>
      </w:r>
      <w:r w:rsidR="00055E65" w:rsidRPr="008C6C9C">
        <w:rPr>
          <w:sz w:val="28"/>
          <w:szCs w:val="28"/>
        </w:rPr>
        <w:t xml:space="preserve"> </w:t>
      </w:r>
      <w:r w:rsidRPr="008C6C9C">
        <w:rPr>
          <w:sz w:val="28"/>
          <w:szCs w:val="28"/>
        </w:rPr>
        <w:t xml:space="preserve">забезпечити висвітлення </w:t>
      </w:r>
      <w:r w:rsidR="00352B53" w:rsidRPr="008C6C9C">
        <w:rPr>
          <w:sz w:val="28"/>
          <w:szCs w:val="28"/>
        </w:rPr>
        <w:t xml:space="preserve">цих </w:t>
      </w:r>
      <w:r w:rsidRPr="008C6C9C">
        <w:rPr>
          <w:sz w:val="28"/>
          <w:szCs w:val="28"/>
        </w:rPr>
        <w:t>заходів у засобах масової і</w:t>
      </w:r>
      <w:r w:rsidR="0021386B" w:rsidRPr="008C6C9C">
        <w:rPr>
          <w:sz w:val="28"/>
          <w:szCs w:val="28"/>
        </w:rPr>
        <w:t>нформації,</w:t>
      </w:r>
      <w:r w:rsidRPr="008C6C9C">
        <w:rPr>
          <w:sz w:val="28"/>
          <w:szCs w:val="28"/>
        </w:rPr>
        <w:t xml:space="preserve"> розміщення </w:t>
      </w:r>
      <w:r w:rsidR="00055E65" w:rsidRPr="008C6C9C">
        <w:rPr>
          <w:sz w:val="28"/>
          <w:szCs w:val="28"/>
        </w:rPr>
        <w:t>банерів та інформації про основні</w:t>
      </w:r>
      <w:r w:rsidR="0035078B" w:rsidRPr="008C6C9C">
        <w:rPr>
          <w:sz w:val="28"/>
          <w:szCs w:val="28"/>
        </w:rPr>
        <w:t xml:space="preserve"> </w:t>
      </w:r>
      <w:r w:rsidR="00055E65" w:rsidRPr="008C6C9C">
        <w:rPr>
          <w:sz w:val="28"/>
          <w:szCs w:val="28"/>
        </w:rPr>
        <w:t xml:space="preserve"> заходи на</w:t>
      </w:r>
      <w:r w:rsidR="009B00D0" w:rsidRPr="008C6C9C">
        <w:rPr>
          <w:sz w:val="28"/>
          <w:szCs w:val="28"/>
        </w:rPr>
        <w:t xml:space="preserve"> офіційн</w:t>
      </w:r>
      <w:r w:rsidR="00352B53" w:rsidRPr="008C6C9C">
        <w:rPr>
          <w:sz w:val="28"/>
          <w:szCs w:val="28"/>
        </w:rPr>
        <w:t>их</w:t>
      </w:r>
      <w:r w:rsidR="00055E65" w:rsidRPr="008C6C9C">
        <w:rPr>
          <w:sz w:val="28"/>
          <w:szCs w:val="28"/>
        </w:rPr>
        <w:t xml:space="preserve"> </w:t>
      </w:r>
      <w:r w:rsidR="00D72A46" w:rsidRPr="008C6C9C">
        <w:rPr>
          <w:sz w:val="28"/>
          <w:szCs w:val="28"/>
        </w:rPr>
        <w:t>с</w:t>
      </w:r>
      <w:r w:rsidR="00055E65" w:rsidRPr="008C6C9C">
        <w:rPr>
          <w:sz w:val="28"/>
          <w:szCs w:val="28"/>
        </w:rPr>
        <w:t>айт</w:t>
      </w:r>
      <w:r w:rsidR="00352B53" w:rsidRPr="008C6C9C">
        <w:rPr>
          <w:sz w:val="28"/>
          <w:szCs w:val="28"/>
        </w:rPr>
        <w:t>ах</w:t>
      </w:r>
      <w:r w:rsidR="00055E65" w:rsidRPr="008C6C9C">
        <w:rPr>
          <w:sz w:val="28"/>
          <w:szCs w:val="28"/>
        </w:rPr>
        <w:t xml:space="preserve"> обласної </w:t>
      </w:r>
      <w:r w:rsidR="00491FB0" w:rsidRPr="008C6C9C">
        <w:rPr>
          <w:sz w:val="28"/>
          <w:szCs w:val="28"/>
        </w:rPr>
        <w:t xml:space="preserve">та районних </w:t>
      </w:r>
      <w:r w:rsidR="00055E65" w:rsidRPr="008C6C9C">
        <w:rPr>
          <w:sz w:val="28"/>
          <w:szCs w:val="28"/>
        </w:rPr>
        <w:t>державн</w:t>
      </w:r>
      <w:r w:rsidR="00491FB0" w:rsidRPr="008C6C9C">
        <w:rPr>
          <w:sz w:val="28"/>
          <w:szCs w:val="28"/>
        </w:rPr>
        <w:t>их</w:t>
      </w:r>
      <w:r w:rsidR="00055E65" w:rsidRPr="008C6C9C">
        <w:rPr>
          <w:sz w:val="28"/>
          <w:szCs w:val="28"/>
        </w:rPr>
        <w:t xml:space="preserve"> адміністраці</w:t>
      </w:r>
      <w:r w:rsidR="00D72A46" w:rsidRPr="008C6C9C">
        <w:rPr>
          <w:sz w:val="28"/>
          <w:szCs w:val="28"/>
        </w:rPr>
        <w:t>й</w:t>
      </w:r>
      <w:r w:rsidRPr="008C6C9C">
        <w:rPr>
          <w:sz w:val="28"/>
          <w:szCs w:val="28"/>
        </w:rPr>
        <w:t>.</w:t>
      </w:r>
      <w:r w:rsidR="00491FB0" w:rsidRPr="008C6C9C">
        <w:rPr>
          <w:sz w:val="28"/>
          <w:szCs w:val="28"/>
        </w:rPr>
        <w:t xml:space="preserve"> </w:t>
      </w:r>
    </w:p>
    <w:p w:rsidR="00072CEE" w:rsidRPr="008C6C9C" w:rsidRDefault="00F27D6B" w:rsidP="00EE5A02">
      <w:pPr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>4</w:t>
      </w:r>
      <w:r w:rsidR="0089123D" w:rsidRPr="008C6C9C">
        <w:rPr>
          <w:sz w:val="28"/>
          <w:szCs w:val="28"/>
        </w:rPr>
        <w:t>. </w:t>
      </w:r>
      <w:r w:rsidR="0077558F" w:rsidRPr="008C6C9C">
        <w:rPr>
          <w:sz w:val="28"/>
          <w:szCs w:val="28"/>
        </w:rPr>
        <w:t xml:space="preserve">Управлінню </w:t>
      </w:r>
      <w:r w:rsidR="0089123D" w:rsidRPr="008C6C9C">
        <w:rPr>
          <w:sz w:val="28"/>
          <w:szCs w:val="28"/>
        </w:rPr>
        <w:t>туризму</w:t>
      </w:r>
      <w:r w:rsidR="0077558F" w:rsidRPr="008C6C9C">
        <w:rPr>
          <w:sz w:val="28"/>
          <w:szCs w:val="28"/>
        </w:rPr>
        <w:t xml:space="preserve"> та курортів</w:t>
      </w:r>
      <w:r w:rsidR="0089123D" w:rsidRPr="008C6C9C">
        <w:rPr>
          <w:sz w:val="28"/>
          <w:szCs w:val="28"/>
        </w:rPr>
        <w:t xml:space="preserve"> обласної державної адміністрації поінформувати туристичні підприємства області про проведення </w:t>
      </w:r>
      <w:r w:rsidR="00072CEE" w:rsidRPr="008C6C9C">
        <w:rPr>
          <w:sz w:val="28"/>
          <w:szCs w:val="28"/>
        </w:rPr>
        <w:t>Дитячого форуму</w:t>
      </w:r>
      <w:r w:rsidR="0089123D" w:rsidRPr="008C6C9C">
        <w:rPr>
          <w:sz w:val="28"/>
          <w:szCs w:val="28"/>
        </w:rPr>
        <w:t xml:space="preserve"> та </w:t>
      </w:r>
      <w:r w:rsidR="00352B53" w:rsidRPr="008C6C9C">
        <w:rPr>
          <w:sz w:val="28"/>
          <w:szCs w:val="28"/>
        </w:rPr>
        <w:t>сприяти включенню його до</w:t>
      </w:r>
      <w:r w:rsidR="00072CEE" w:rsidRPr="008C6C9C">
        <w:rPr>
          <w:sz w:val="28"/>
          <w:szCs w:val="28"/>
        </w:rPr>
        <w:t xml:space="preserve"> програм турів. </w:t>
      </w:r>
    </w:p>
    <w:p w:rsidR="0089123D" w:rsidRPr="008C6C9C" w:rsidRDefault="009D6D2E" w:rsidP="00EE5A02">
      <w:pPr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>5. </w:t>
      </w:r>
      <w:r w:rsidR="00072CEE" w:rsidRPr="008C6C9C">
        <w:rPr>
          <w:sz w:val="28"/>
          <w:szCs w:val="28"/>
        </w:rPr>
        <w:t>Управлінн</w:t>
      </w:r>
      <w:r w:rsidR="00224E10" w:rsidRPr="008C6C9C">
        <w:rPr>
          <w:sz w:val="28"/>
          <w:szCs w:val="28"/>
        </w:rPr>
        <w:t>ю</w:t>
      </w:r>
      <w:r w:rsidR="00072CEE" w:rsidRPr="008C6C9C">
        <w:rPr>
          <w:sz w:val="28"/>
          <w:szCs w:val="28"/>
        </w:rPr>
        <w:t xml:space="preserve"> фізичної культури та спорту обласної державної адміністрації поінформувати дитячо-юнацькі спортивні школи, інші підпорядковані заклади, спортивну громадськість Львівської області про заходи Дитячого форуму.</w:t>
      </w:r>
    </w:p>
    <w:p w:rsidR="00072CEE" w:rsidRPr="008C6C9C" w:rsidRDefault="00072CEE" w:rsidP="00EE5A02">
      <w:pPr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lastRenderedPageBreak/>
        <w:t>6.</w:t>
      </w:r>
      <w:r w:rsidR="009D6D2E" w:rsidRPr="008C6C9C">
        <w:rPr>
          <w:sz w:val="28"/>
          <w:szCs w:val="28"/>
        </w:rPr>
        <w:t> </w:t>
      </w:r>
      <w:r w:rsidRPr="008C6C9C">
        <w:rPr>
          <w:sz w:val="28"/>
          <w:szCs w:val="28"/>
        </w:rPr>
        <w:t xml:space="preserve">Департаменту дорожнього господарства, транспорту та зв’язку обласної державної адміністрації надати транспорт з 09 </w:t>
      </w:r>
      <w:r w:rsidR="00904929" w:rsidRPr="008C6C9C">
        <w:rPr>
          <w:sz w:val="28"/>
          <w:szCs w:val="28"/>
        </w:rPr>
        <w:t>д</w:t>
      </w:r>
      <w:r w:rsidR="006D44CD" w:rsidRPr="008C6C9C">
        <w:rPr>
          <w:sz w:val="28"/>
          <w:szCs w:val="28"/>
        </w:rPr>
        <w:t>о</w:t>
      </w:r>
      <w:r w:rsidRPr="008C6C9C">
        <w:rPr>
          <w:sz w:val="28"/>
          <w:szCs w:val="28"/>
        </w:rPr>
        <w:t xml:space="preserve"> 14 травня 2018 р</w:t>
      </w:r>
      <w:r w:rsidR="006D44CD" w:rsidRPr="008C6C9C">
        <w:rPr>
          <w:sz w:val="28"/>
          <w:szCs w:val="28"/>
        </w:rPr>
        <w:t>оку</w:t>
      </w:r>
      <w:r w:rsidRPr="008C6C9C">
        <w:rPr>
          <w:sz w:val="28"/>
          <w:szCs w:val="28"/>
        </w:rPr>
        <w:t xml:space="preserve"> для зустрічі та перевезення по м. Львову переможців Всеукраїнського конкурсу «</w:t>
      </w:r>
      <w:proofErr w:type="spellStart"/>
      <w:r w:rsidRPr="008C6C9C">
        <w:rPr>
          <w:sz w:val="28"/>
          <w:szCs w:val="28"/>
        </w:rPr>
        <w:t>Книгоманія</w:t>
      </w:r>
      <w:proofErr w:type="spellEnd"/>
      <w:r w:rsidRPr="008C6C9C">
        <w:rPr>
          <w:sz w:val="28"/>
          <w:szCs w:val="28"/>
        </w:rPr>
        <w:t xml:space="preserve">» </w:t>
      </w:r>
      <w:r w:rsidR="008E54DF" w:rsidRPr="008C6C9C">
        <w:rPr>
          <w:sz w:val="28"/>
          <w:szCs w:val="28"/>
        </w:rPr>
        <w:t>і</w:t>
      </w:r>
      <w:r w:rsidRPr="008C6C9C">
        <w:rPr>
          <w:sz w:val="28"/>
          <w:szCs w:val="28"/>
        </w:rPr>
        <w:t xml:space="preserve"> супроводжуючих осіб.</w:t>
      </w:r>
    </w:p>
    <w:p w:rsidR="00072CEE" w:rsidRPr="008C6C9C" w:rsidRDefault="00072CEE" w:rsidP="00EE5A02">
      <w:pPr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>7.</w:t>
      </w:r>
      <w:r w:rsidR="009D6D2E" w:rsidRPr="008C6C9C">
        <w:rPr>
          <w:sz w:val="28"/>
          <w:szCs w:val="28"/>
        </w:rPr>
        <w:t> </w:t>
      </w:r>
      <w:r w:rsidR="00781D85" w:rsidRPr="008C6C9C">
        <w:rPr>
          <w:sz w:val="28"/>
          <w:szCs w:val="28"/>
        </w:rPr>
        <w:t xml:space="preserve">Департаменту охорони здоров’я обласної державної адміністрації забезпечити чергування автомобіля швидкої медичної допомоги на території Львівського палацу мистецтв та </w:t>
      </w:r>
      <w:r w:rsidR="008E54DF" w:rsidRPr="008C6C9C">
        <w:rPr>
          <w:sz w:val="28"/>
          <w:szCs w:val="28"/>
        </w:rPr>
        <w:t xml:space="preserve">на </w:t>
      </w:r>
      <w:r w:rsidR="00781D85" w:rsidRPr="008C6C9C">
        <w:rPr>
          <w:sz w:val="28"/>
          <w:szCs w:val="28"/>
        </w:rPr>
        <w:t>прилеглій території (вул. Коперника, 17) під час проведення Дитячого форуму.</w:t>
      </w:r>
    </w:p>
    <w:p w:rsidR="009A715E" w:rsidRPr="008C6C9C" w:rsidRDefault="00072CEE" w:rsidP="00EE5A02">
      <w:pPr>
        <w:tabs>
          <w:tab w:val="left" w:pos="851"/>
        </w:tabs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>8</w:t>
      </w:r>
      <w:r w:rsidR="009A715E" w:rsidRPr="008C6C9C">
        <w:rPr>
          <w:sz w:val="28"/>
          <w:szCs w:val="28"/>
        </w:rPr>
        <w:t>. </w:t>
      </w:r>
      <w:r w:rsidR="00781D85" w:rsidRPr="008C6C9C">
        <w:rPr>
          <w:sz w:val="28"/>
          <w:szCs w:val="28"/>
        </w:rPr>
        <w:t xml:space="preserve"> Головам районних державних адміністрацій сприяти поінформованості мешканців районів про заходи Дитячого форуму.</w:t>
      </w:r>
    </w:p>
    <w:p w:rsidR="00072CEE" w:rsidRPr="008C6C9C" w:rsidRDefault="009D6D2E" w:rsidP="00EE5A02">
      <w:pPr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>9</w:t>
      </w:r>
      <w:r w:rsidR="0089123D" w:rsidRPr="008C6C9C">
        <w:rPr>
          <w:sz w:val="28"/>
          <w:szCs w:val="28"/>
        </w:rPr>
        <w:t xml:space="preserve">. Головному управлінню </w:t>
      </w:r>
      <w:r w:rsidR="00A448E7" w:rsidRPr="008C6C9C">
        <w:rPr>
          <w:sz w:val="28"/>
          <w:szCs w:val="28"/>
        </w:rPr>
        <w:t>Національної поліції</w:t>
      </w:r>
      <w:r w:rsidR="0089123D" w:rsidRPr="008C6C9C">
        <w:rPr>
          <w:sz w:val="28"/>
          <w:szCs w:val="28"/>
        </w:rPr>
        <w:t xml:space="preserve"> у Львівській області</w:t>
      </w:r>
      <w:r w:rsidR="00740498" w:rsidRPr="008C6C9C">
        <w:rPr>
          <w:sz w:val="28"/>
          <w:szCs w:val="28"/>
        </w:rPr>
        <w:t xml:space="preserve"> </w:t>
      </w:r>
      <w:r w:rsidR="00D363F2" w:rsidRPr="008C6C9C">
        <w:rPr>
          <w:sz w:val="28"/>
          <w:szCs w:val="28"/>
        </w:rPr>
        <w:t>забезпечити посилену охорону громадського порядку</w:t>
      </w:r>
      <w:r w:rsidR="00072CEE" w:rsidRPr="008C6C9C">
        <w:rPr>
          <w:sz w:val="28"/>
          <w:szCs w:val="28"/>
        </w:rPr>
        <w:t>, безпек</w:t>
      </w:r>
      <w:r w:rsidR="008E54DF" w:rsidRPr="008C6C9C">
        <w:rPr>
          <w:sz w:val="28"/>
          <w:szCs w:val="28"/>
        </w:rPr>
        <w:t>у</w:t>
      </w:r>
      <w:r w:rsidR="00072CEE" w:rsidRPr="008C6C9C">
        <w:rPr>
          <w:sz w:val="28"/>
          <w:szCs w:val="28"/>
        </w:rPr>
        <w:t xml:space="preserve"> учасників </w:t>
      </w:r>
      <w:r w:rsidR="00C81FC3" w:rsidRPr="008C6C9C">
        <w:rPr>
          <w:sz w:val="28"/>
          <w:szCs w:val="28"/>
        </w:rPr>
        <w:t>і</w:t>
      </w:r>
      <w:r w:rsidR="00072CEE" w:rsidRPr="008C6C9C">
        <w:rPr>
          <w:sz w:val="28"/>
          <w:szCs w:val="28"/>
        </w:rPr>
        <w:t xml:space="preserve"> відвідувачів </w:t>
      </w:r>
      <w:r w:rsidR="008E54DF" w:rsidRPr="008C6C9C">
        <w:rPr>
          <w:sz w:val="28"/>
          <w:szCs w:val="28"/>
        </w:rPr>
        <w:t xml:space="preserve">Дитячого форуму </w:t>
      </w:r>
      <w:r w:rsidR="004633F6" w:rsidRPr="008C6C9C">
        <w:rPr>
          <w:sz w:val="28"/>
          <w:szCs w:val="28"/>
        </w:rPr>
        <w:t xml:space="preserve">та чергування </w:t>
      </w:r>
      <w:r w:rsidR="00C81FC3" w:rsidRPr="008C6C9C">
        <w:rPr>
          <w:sz w:val="28"/>
          <w:szCs w:val="28"/>
        </w:rPr>
        <w:t xml:space="preserve">10-13 травня 2018 року з 10.00 до 18.00 </w:t>
      </w:r>
      <w:r w:rsidR="008E54DF" w:rsidRPr="008C6C9C">
        <w:rPr>
          <w:sz w:val="28"/>
          <w:szCs w:val="28"/>
        </w:rPr>
        <w:t xml:space="preserve">год. </w:t>
      </w:r>
      <w:r w:rsidR="00C81FC3" w:rsidRPr="008C6C9C">
        <w:rPr>
          <w:sz w:val="28"/>
          <w:szCs w:val="28"/>
        </w:rPr>
        <w:t xml:space="preserve">на території Львівського палацу мистецтв та </w:t>
      </w:r>
      <w:r w:rsidR="00FF33E4" w:rsidRPr="008C6C9C">
        <w:rPr>
          <w:sz w:val="28"/>
          <w:szCs w:val="28"/>
        </w:rPr>
        <w:t xml:space="preserve">на </w:t>
      </w:r>
      <w:r w:rsidR="00C81FC3" w:rsidRPr="008C6C9C">
        <w:rPr>
          <w:sz w:val="28"/>
          <w:szCs w:val="28"/>
        </w:rPr>
        <w:t xml:space="preserve">прилеглій території </w:t>
      </w:r>
      <w:r w:rsidR="00E8005B" w:rsidRPr="008C6C9C">
        <w:rPr>
          <w:sz w:val="28"/>
          <w:szCs w:val="28"/>
        </w:rPr>
        <w:t xml:space="preserve">    </w:t>
      </w:r>
      <w:r w:rsidR="00C81FC3" w:rsidRPr="008C6C9C">
        <w:rPr>
          <w:sz w:val="28"/>
          <w:szCs w:val="28"/>
        </w:rPr>
        <w:t xml:space="preserve">(вул. Коперника, 17). </w:t>
      </w:r>
    </w:p>
    <w:p w:rsidR="00895E8F" w:rsidRPr="008C6C9C" w:rsidRDefault="009D6D2E" w:rsidP="00EE5A02">
      <w:pPr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>10</w:t>
      </w:r>
      <w:r w:rsidR="00CB369F" w:rsidRPr="008C6C9C">
        <w:rPr>
          <w:sz w:val="28"/>
          <w:szCs w:val="28"/>
        </w:rPr>
        <w:t>. </w:t>
      </w:r>
      <w:r w:rsidR="00AD5AEE" w:rsidRPr="008C6C9C">
        <w:rPr>
          <w:sz w:val="28"/>
          <w:szCs w:val="28"/>
        </w:rPr>
        <w:t>Головному управлінню Д</w:t>
      </w:r>
      <w:r w:rsidR="006A2F3F" w:rsidRPr="008C6C9C">
        <w:rPr>
          <w:sz w:val="28"/>
          <w:szCs w:val="28"/>
        </w:rPr>
        <w:t>С</w:t>
      </w:r>
      <w:r w:rsidR="00AD5AEE" w:rsidRPr="008C6C9C">
        <w:rPr>
          <w:sz w:val="28"/>
          <w:szCs w:val="28"/>
        </w:rPr>
        <w:t xml:space="preserve">НС у Львівській області забезпечити протипожежний стан Львівського палацу мистецтв </w:t>
      </w:r>
      <w:r w:rsidR="00781D85" w:rsidRPr="008C6C9C">
        <w:rPr>
          <w:sz w:val="28"/>
          <w:szCs w:val="28"/>
        </w:rPr>
        <w:t>під час проведення Дитячого форуму</w:t>
      </w:r>
      <w:r w:rsidR="00895E8F" w:rsidRPr="008C6C9C">
        <w:rPr>
          <w:sz w:val="28"/>
          <w:szCs w:val="28"/>
        </w:rPr>
        <w:t>.</w:t>
      </w:r>
    </w:p>
    <w:p w:rsidR="0089123D" w:rsidRPr="008C6C9C" w:rsidRDefault="009D6D2E" w:rsidP="00EE5A02">
      <w:pPr>
        <w:ind w:left="284" w:right="-144" w:firstLine="709"/>
        <w:rPr>
          <w:sz w:val="28"/>
          <w:szCs w:val="28"/>
        </w:rPr>
      </w:pPr>
      <w:r w:rsidRPr="008C6C9C">
        <w:rPr>
          <w:sz w:val="28"/>
          <w:szCs w:val="28"/>
        </w:rPr>
        <w:t>11</w:t>
      </w:r>
      <w:r w:rsidR="00FE2C8E" w:rsidRPr="008C6C9C">
        <w:rPr>
          <w:sz w:val="28"/>
          <w:szCs w:val="28"/>
        </w:rPr>
        <w:t>. </w:t>
      </w:r>
      <w:r w:rsidR="0089123D" w:rsidRPr="008C6C9C">
        <w:rPr>
          <w:sz w:val="28"/>
          <w:szCs w:val="28"/>
        </w:rPr>
        <w:t xml:space="preserve">Контроль за виконанням розпорядження покласти на заступників </w:t>
      </w:r>
      <w:r w:rsidR="00023D8A" w:rsidRPr="008C6C9C">
        <w:rPr>
          <w:sz w:val="28"/>
          <w:szCs w:val="28"/>
        </w:rPr>
        <w:t xml:space="preserve">     </w:t>
      </w:r>
      <w:r w:rsidR="0089123D" w:rsidRPr="008C6C9C">
        <w:rPr>
          <w:sz w:val="28"/>
          <w:szCs w:val="28"/>
        </w:rPr>
        <w:t>голови обласної державної адміністрації відповідно до розподілу</w:t>
      </w:r>
      <w:r w:rsidR="00023D8A" w:rsidRPr="008C6C9C">
        <w:rPr>
          <w:sz w:val="28"/>
          <w:szCs w:val="28"/>
        </w:rPr>
        <w:t xml:space="preserve">                   </w:t>
      </w:r>
      <w:r w:rsidR="0089123D" w:rsidRPr="008C6C9C">
        <w:rPr>
          <w:sz w:val="28"/>
          <w:szCs w:val="28"/>
        </w:rPr>
        <w:t xml:space="preserve"> функціональних обов’язків.</w:t>
      </w:r>
    </w:p>
    <w:p w:rsidR="0089123D" w:rsidRPr="008C6C9C" w:rsidRDefault="0089123D" w:rsidP="00EE5A02">
      <w:pPr>
        <w:ind w:left="284" w:right="-144" w:firstLine="709"/>
        <w:rPr>
          <w:sz w:val="28"/>
          <w:szCs w:val="28"/>
        </w:rPr>
      </w:pPr>
    </w:p>
    <w:p w:rsidR="009D6D2E" w:rsidRPr="008C6C9C" w:rsidRDefault="009D6D2E" w:rsidP="00EE5A02">
      <w:pPr>
        <w:ind w:left="284" w:right="-144" w:firstLine="709"/>
        <w:rPr>
          <w:sz w:val="28"/>
          <w:szCs w:val="28"/>
        </w:rPr>
      </w:pPr>
    </w:p>
    <w:p w:rsidR="009D6D2E" w:rsidRPr="008C6C9C" w:rsidRDefault="009D6D2E" w:rsidP="00EE5A02">
      <w:pPr>
        <w:spacing w:line="288" w:lineRule="auto"/>
        <w:ind w:left="284" w:right="-144"/>
        <w:rPr>
          <w:b/>
          <w:sz w:val="28"/>
          <w:szCs w:val="28"/>
        </w:rPr>
      </w:pPr>
      <w:r w:rsidRPr="008C6C9C">
        <w:rPr>
          <w:b/>
          <w:sz w:val="28"/>
          <w:szCs w:val="28"/>
        </w:rPr>
        <w:t>Голова</w:t>
      </w:r>
      <w:r w:rsidRPr="008C6C9C">
        <w:rPr>
          <w:b/>
          <w:sz w:val="28"/>
          <w:szCs w:val="28"/>
        </w:rPr>
        <w:tab/>
      </w:r>
      <w:r w:rsidRPr="008C6C9C">
        <w:rPr>
          <w:b/>
          <w:sz w:val="28"/>
          <w:szCs w:val="28"/>
        </w:rPr>
        <w:tab/>
      </w:r>
      <w:r w:rsidRPr="008C6C9C">
        <w:rPr>
          <w:sz w:val="28"/>
          <w:szCs w:val="28"/>
        </w:rPr>
        <w:tab/>
      </w:r>
      <w:r w:rsidRPr="008C6C9C">
        <w:rPr>
          <w:sz w:val="28"/>
          <w:szCs w:val="28"/>
        </w:rPr>
        <w:tab/>
      </w:r>
      <w:r w:rsidRPr="008C6C9C">
        <w:rPr>
          <w:sz w:val="28"/>
          <w:szCs w:val="28"/>
        </w:rPr>
        <w:tab/>
      </w:r>
      <w:r w:rsidRPr="008C6C9C">
        <w:rPr>
          <w:i/>
          <w:sz w:val="28"/>
          <w:szCs w:val="28"/>
        </w:rPr>
        <w:tab/>
      </w:r>
      <w:r w:rsidRPr="008C6C9C">
        <w:rPr>
          <w:i/>
          <w:sz w:val="28"/>
          <w:szCs w:val="28"/>
        </w:rPr>
        <w:tab/>
      </w:r>
      <w:r w:rsidRPr="008C6C9C">
        <w:rPr>
          <w:i/>
          <w:sz w:val="28"/>
          <w:szCs w:val="28"/>
        </w:rPr>
        <w:tab/>
      </w:r>
      <w:r w:rsidRPr="008C6C9C">
        <w:rPr>
          <w:i/>
          <w:sz w:val="28"/>
          <w:szCs w:val="28"/>
        </w:rPr>
        <w:tab/>
        <w:t xml:space="preserve">      </w:t>
      </w:r>
      <w:r w:rsidRPr="008C6C9C">
        <w:rPr>
          <w:b/>
          <w:sz w:val="28"/>
          <w:szCs w:val="28"/>
        </w:rPr>
        <w:t>О.М. </w:t>
      </w:r>
      <w:proofErr w:type="spellStart"/>
      <w:r w:rsidRPr="008C6C9C">
        <w:rPr>
          <w:b/>
          <w:sz w:val="28"/>
          <w:szCs w:val="28"/>
        </w:rPr>
        <w:t>Синютка</w:t>
      </w:r>
      <w:proofErr w:type="spellEnd"/>
      <w:r w:rsidRPr="008C6C9C">
        <w:rPr>
          <w:b/>
          <w:sz w:val="28"/>
          <w:szCs w:val="28"/>
        </w:rPr>
        <w:t xml:space="preserve"> </w:t>
      </w:r>
    </w:p>
    <w:p w:rsidR="009D6D2E" w:rsidRPr="008C6C9C" w:rsidRDefault="009D6D2E" w:rsidP="00EE5A02">
      <w:pPr>
        <w:ind w:left="284" w:right="-144" w:firstLine="709"/>
        <w:rPr>
          <w:sz w:val="28"/>
          <w:szCs w:val="28"/>
        </w:rPr>
      </w:pPr>
    </w:p>
    <w:p w:rsidR="009D6D2E" w:rsidRPr="008C6C9C" w:rsidRDefault="009D6D2E" w:rsidP="00EE5A02">
      <w:pPr>
        <w:ind w:left="284" w:right="-144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p w:rsidR="009D6D2E" w:rsidRPr="008C6C9C" w:rsidRDefault="009D6D2E" w:rsidP="0089123D">
      <w:pPr>
        <w:ind w:right="-1" w:firstLine="709"/>
        <w:rPr>
          <w:sz w:val="28"/>
          <w:szCs w:val="28"/>
        </w:rPr>
      </w:pPr>
    </w:p>
    <w:sectPr w:rsidR="009D6D2E" w:rsidRPr="008C6C9C" w:rsidSect="008C6C9C">
      <w:headerReference w:type="default" r:id="rId9"/>
      <w:pgSz w:w="11906" w:h="16838" w:code="9"/>
      <w:pgMar w:top="284" w:right="851" w:bottom="851" w:left="1418" w:header="0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CA5" w:rsidRDefault="00D00CA5">
      <w:r>
        <w:separator/>
      </w:r>
    </w:p>
  </w:endnote>
  <w:endnote w:type="continuationSeparator" w:id="0">
    <w:p w:rsidR="00D00CA5" w:rsidRDefault="00D00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CA5" w:rsidRDefault="00D00CA5">
      <w:r>
        <w:separator/>
      </w:r>
    </w:p>
  </w:footnote>
  <w:footnote w:type="continuationSeparator" w:id="0">
    <w:p w:rsidR="00D00CA5" w:rsidRDefault="00D00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686559"/>
      <w:docPartObj>
        <w:docPartGallery w:val="Page Numbers (Top of Page)"/>
        <w:docPartUnique/>
      </w:docPartObj>
    </w:sdtPr>
    <w:sdtEndPr/>
    <w:sdtContent>
      <w:p w:rsidR="00904929" w:rsidRDefault="00904929">
        <w:pPr>
          <w:pStyle w:val="a3"/>
          <w:jc w:val="center"/>
        </w:pPr>
        <w:r>
          <w:t>2</w:t>
        </w:r>
      </w:p>
    </w:sdtContent>
  </w:sdt>
  <w:p w:rsidR="00904929" w:rsidRDefault="009049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37383"/>
    <w:multiLevelType w:val="multilevel"/>
    <w:tmpl w:val="DF148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966BB"/>
    <w:multiLevelType w:val="hybridMultilevel"/>
    <w:tmpl w:val="02B07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A05018"/>
    <w:multiLevelType w:val="hybridMultilevel"/>
    <w:tmpl w:val="DB8C2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 w15:restartNumberingAfterBreak="0">
    <w:nsid w:val="0EAB6985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0B5EBE"/>
    <w:multiLevelType w:val="multilevel"/>
    <w:tmpl w:val="30C6A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47551C"/>
    <w:multiLevelType w:val="multilevel"/>
    <w:tmpl w:val="4364B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4E721A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2F2647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AE278E"/>
    <w:multiLevelType w:val="multilevel"/>
    <w:tmpl w:val="1256E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91450F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CC0EF8"/>
    <w:multiLevelType w:val="multilevel"/>
    <w:tmpl w:val="B6C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E2B21"/>
    <w:multiLevelType w:val="hybridMultilevel"/>
    <w:tmpl w:val="A0BE1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 w15:restartNumberingAfterBreak="0">
    <w:nsid w:val="1B4905C5"/>
    <w:multiLevelType w:val="hybridMultilevel"/>
    <w:tmpl w:val="30C6A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A52C6B"/>
    <w:multiLevelType w:val="hybridMultilevel"/>
    <w:tmpl w:val="7FFE9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4" w15:restartNumberingAfterBreak="0">
    <w:nsid w:val="221F48AD"/>
    <w:multiLevelType w:val="hybridMultilevel"/>
    <w:tmpl w:val="1256E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373828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EA5CCE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FC1CE4"/>
    <w:multiLevelType w:val="hybridMultilevel"/>
    <w:tmpl w:val="7526A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8" w15:restartNumberingAfterBreak="0">
    <w:nsid w:val="258812EC"/>
    <w:multiLevelType w:val="hybridMultilevel"/>
    <w:tmpl w:val="12464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F967E9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9027DB"/>
    <w:multiLevelType w:val="hybridMultilevel"/>
    <w:tmpl w:val="B6C06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380749"/>
    <w:multiLevelType w:val="hybridMultilevel"/>
    <w:tmpl w:val="56465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861E57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C5046F"/>
    <w:multiLevelType w:val="multilevel"/>
    <w:tmpl w:val="47060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 w15:restartNumberingAfterBreak="0">
    <w:nsid w:val="3DC9088C"/>
    <w:multiLevelType w:val="hybridMultilevel"/>
    <w:tmpl w:val="39AE4C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 w15:restartNumberingAfterBreak="0">
    <w:nsid w:val="4112013B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7819D3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4139FB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B643A0"/>
    <w:multiLevelType w:val="multilevel"/>
    <w:tmpl w:val="56465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032095"/>
    <w:multiLevelType w:val="hybridMultilevel"/>
    <w:tmpl w:val="5D749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B5204C"/>
    <w:multiLevelType w:val="hybridMultilevel"/>
    <w:tmpl w:val="18E67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213439"/>
    <w:multiLevelType w:val="hybridMultilevel"/>
    <w:tmpl w:val="4364B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E21B2"/>
    <w:multiLevelType w:val="hybridMultilevel"/>
    <w:tmpl w:val="DF148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64129C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A168C5"/>
    <w:multiLevelType w:val="hybridMultilevel"/>
    <w:tmpl w:val="2BE8C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5" w15:restartNumberingAfterBreak="0">
    <w:nsid w:val="67CA0BF6"/>
    <w:multiLevelType w:val="multilevel"/>
    <w:tmpl w:val="254E6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B35F48"/>
    <w:multiLevelType w:val="multilevel"/>
    <w:tmpl w:val="12464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763022"/>
    <w:multiLevelType w:val="hybridMultilevel"/>
    <w:tmpl w:val="254E6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AF638F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8C22C1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6C38AC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23CED"/>
    <w:multiLevelType w:val="multilevel"/>
    <w:tmpl w:val="DB8C2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2" w15:restartNumberingAfterBreak="0">
    <w:nsid w:val="75DF343F"/>
    <w:multiLevelType w:val="hybridMultilevel"/>
    <w:tmpl w:val="47060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3" w15:restartNumberingAfterBreak="0">
    <w:nsid w:val="7E0C7196"/>
    <w:multiLevelType w:val="multilevel"/>
    <w:tmpl w:val="18E67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7"/>
  </w:num>
  <w:num w:numId="3">
    <w:abstractNumId w:val="7"/>
  </w:num>
  <w:num w:numId="4">
    <w:abstractNumId w:val="24"/>
  </w:num>
  <w:num w:numId="5">
    <w:abstractNumId w:val="9"/>
  </w:num>
  <w:num w:numId="6">
    <w:abstractNumId w:val="2"/>
  </w:num>
  <w:num w:numId="7">
    <w:abstractNumId w:val="39"/>
  </w:num>
  <w:num w:numId="8">
    <w:abstractNumId w:val="42"/>
  </w:num>
  <w:num w:numId="9">
    <w:abstractNumId w:val="41"/>
  </w:num>
  <w:num w:numId="10">
    <w:abstractNumId w:val="23"/>
  </w:num>
  <w:num w:numId="11">
    <w:abstractNumId w:val="26"/>
  </w:num>
  <w:num w:numId="12">
    <w:abstractNumId w:val="34"/>
  </w:num>
  <w:num w:numId="13">
    <w:abstractNumId w:val="16"/>
  </w:num>
  <w:num w:numId="14">
    <w:abstractNumId w:val="13"/>
  </w:num>
  <w:num w:numId="15">
    <w:abstractNumId w:val="33"/>
  </w:num>
  <w:num w:numId="16">
    <w:abstractNumId w:val="11"/>
  </w:num>
  <w:num w:numId="17">
    <w:abstractNumId w:val="15"/>
  </w:num>
  <w:num w:numId="18">
    <w:abstractNumId w:val="18"/>
  </w:num>
  <w:num w:numId="19">
    <w:abstractNumId w:val="25"/>
  </w:num>
  <w:num w:numId="20">
    <w:abstractNumId w:val="37"/>
  </w:num>
  <w:num w:numId="21">
    <w:abstractNumId w:val="36"/>
  </w:num>
  <w:num w:numId="22">
    <w:abstractNumId w:val="6"/>
  </w:num>
  <w:num w:numId="23">
    <w:abstractNumId w:val="12"/>
  </w:num>
  <w:num w:numId="24">
    <w:abstractNumId w:val="35"/>
  </w:num>
  <w:num w:numId="25">
    <w:abstractNumId w:val="40"/>
  </w:num>
  <w:num w:numId="26">
    <w:abstractNumId w:val="32"/>
  </w:num>
  <w:num w:numId="27">
    <w:abstractNumId w:val="4"/>
  </w:num>
  <w:num w:numId="28">
    <w:abstractNumId w:val="38"/>
  </w:num>
  <w:num w:numId="29">
    <w:abstractNumId w:val="21"/>
  </w:num>
  <w:num w:numId="30">
    <w:abstractNumId w:val="0"/>
  </w:num>
  <w:num w:numId="31">
    <w:abstractNumId w:val="19"/>
  </w:num>
  <w:num w:numId="32">
    <w:abstractNumId w:val="14"/>
  </w:num>
  <w:num w:numId="33">
    <w:abstractNumId w:val="28"/>
  </w:num>
  <w:num w:numId="34">
    <w:abstractNumId w:val="43"/>
  </w:num>
  <w:num w:numId="35">
    <w:abstractNumId w:val="29"/>
  </w:num>
  <w:num w:numId="36">
    <w:abstractNumId w:val="8"/>
  </w:num>
  <w:num w:numId="37">
    <w:abstractNumId w:val="3"/>
  </w:num>
  <w:num w:numId="38">
    <w:abstractNumId w:val="31"/>
  </w:num>
  <w:num w:numId="39">
    <w:abstractNumId w:val="22"/>
  </w:num>
  <w:num w:numId="40">
    <w:abstractNumId w:val="20"/>
  </w:num>
  <w:num w:numId="41">
    <w:abstractNumId w:val="5"/>
  </w:num>
  <w:num w:numId="42">
    <w:abstractNumId w:val="27"/>
  </w:num>
  <w:num w:numId="43">
    <w:abstractNumId w:val="1"/>
  </w:num>
  <w:num w:numId="4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ED"/>
    <w:rsid w:val="00000304"/>
    <w:rsid w:val="0002262D"/>
    <w:rsid w:val="00023D8A"/>
    <w:rsid w:val="00053EEB"/>
    <w:rsid w:val="00055E65"/>
    <w:rsid w:val="000616F6"/>
    <w:rsid w:val="00072CEE"/>
    <w:rsid w:val="00072DBC"/>
    <w:rsid w:val="0009269F"/>
    <w:rsid w:val="0009745C"/>
    <w:rsid w:val="000B0671"/>
    <w:rsid w:val="000B076F"/>
    <w:rsid w:val="000B7603"/>
    <w:rsid w:val="000C1DDB"/>
    <w:rsid w:val="0010423D"/>
    <w:rsid w:val="001157DC"/>
    <w:rsid w:val="00122205"/>
    <w:rsid w:val="00124E33"/>
    <w:rsid w:val="0014130F"/>
    <w:rsid w:val="00164EEB"/>
    <w:rsid w:val="001A17EC"/>
    <w:rsid w:val="001A3610"/>
    <w:rsid w:val="001A7BCB"/>
    <w:rsid w:val="001F4BB1"/>
    <w:rsid w:val="002017AD"/>
    <w:rsid w:val="002030FC"/>
    <w:rsid w:val="0021386B"/>
    <w:rsid w:val="00223958"/>
    <w:rsid w:val="00224E10"/>
    <w:rsid w:val="002255E3"/>
    <w:rsid w:val="002406F8"/>
    <w:rsid w:val="00252D50"/>
    <w:rsid w:val="002637CA"/>
    <w:rsid w:val="002757B1"/>
    <w:rsid w:val="00277D25"/>
    <w:rsid w:val="00290383"/>
    <w:rsid w:val="002A71A0"/>
    <w:rsid w:val="002B042D"/>
    <w:rsid w:val="002E60FD"/>
    <w:rsid w:val="00302449"/>
    <w:rsid w:val="003177AA"/>
    <w:rsid w:val="0035078B"/>
    <w:rsid w:val="00352B53"/>
    <w:rsid w:val="00353322"/>
    <w:rsid w:val="00353731"/>
    <w:rsid w:val="0038061D"/>
    <w:rsid w:val="00391C82"/>
    <w:rsid w:val="00393187"/>
    <w:rsid w:val="003A6902"/>
    <w:rsid w:val="003C3564"/>
    <w:rsid w:val="003D28B3"/>
    <w:rsid w:val="003D6577"/>
    <w:rsid w:val="003F3946"/>
    <w:rsid w:val="004135B0"/>
    <w:rsid w:val="004152CA"/>
    <w:rsid w:val="004223B0"/>
    <w:rsid w:val="004247BE"/>
    <w:rsid w:val="00426A16"/>
    <w:rsid w:val="00432B29"/>
    <w:rsid w:val="0044219A"/>
    <w:rsid w:val="004550C5"/>
    <w:rsid w:val="00461E09"/>
    <w:rsid w:val="004633F6"/>
    <w:rsid w:val="004707E3"/>
    <w:rsid w:val="00491FB0"/>
    <w:rsid w:val="004C2D25"/>
    <w:rsid w:val="004C612A"/>
    <w:rsid w:val="00527900"/>
    <w:rsid w:val="00545103"/>
    <w:rsid w:val="005811B3"/>
    <w:rsid w:val="00591A30"/>
    <w:rsid w:val="00591E90"/>
    <w:rsid w:val="00595802"/>
    <w:rsid w:val="005B55EC"/>
    <w:rsid w:val="005E787F"/>
    <w:rsid w:val="00613686"/>
    <w:rsid w:val="0062164B"/>
    <w:rsid w:val="006407AB"/>
    <w:rsid w:val="006658C2"/>
    <w:rsid w:val="006667F4"/>
    <w:rsid w:val="00674675"/>
    <w:rsid w:val="00683001"/>
    <w:rsid w:val="00683E65"/>
    <w:rsid w:val="0068493E"/>
    <w:rsid w:val="00693218"/>
    <w:rsid w:val="006A2F3F"/>
    <w:rsid w:val="006A6517"/>
    <w:rsid w:val="006B0965"/>
    <w:rsid w:val="006C20FC"/>
    <w:rsid w:val="006D44CD"/>
    <w:rsid w:val="006E3F96"/>
    <w:rsid w:val="006E62DF"/>
    <w:rsid w:val="00715414"/>
    <w:rsid w:val="007320B2"/>
    <w:rsid w:val="00740498"/>
    <w:rsid w:val="0077558F"/>
    <w:rsid w:val="00781D85"/>
    <w:rsid w:val="00785475"/>
    <w:rsid w:val="00792CA5"/>
    <w:rsid w:val="007A7784"/>
    <w:rsid w:val="007B3916"/>
    <w:rsid w:val="007B4447"/>
    <w:rsid w:val="007C69B4"/>
    <w:rsid w:val="007D2ABB"/>
    <w:rsid w:val="00802324"/>
    <w:rsid w:val="00811C43"/>
    <w:rsid w:val="008139F8"/>
    <w:rsid w:val="00816F59"/>
    <w:rsid w:val="00824E55"/>
    <w:rsid w:val="00865A38"/>
    <w:rsid w:val="00885C57"/>
    <w:rsid w:val="0089067D"/>
    <w:rsid w:val="0089123D"/>
    <w:rsid w:val="00895E8F"/>
    <w:rsid w:val="008A7925"/>
    <w:rsid w:val="008B0C8E"/>
    <w:rsid w:val="008B1635"/>
    <w:rsid w:val="008C6C9C"/>
    <w:rsid w:val="008E54DF"/>
    <w:rsid w:val="009031C3"/>
    <w:rsid w:val="00904929"/>
    <w:rsid w:val="00912D59"/>
    <w:rsid w:val="009178D5"/>
    <w:rsid w:val="00933A0E"/>
    <w:rsid w:val="00935121"/>
    <w:rsid w:val="00946144"/>
    <w:rsid w:val="00952359"/>
    <w:rsid w:val="009667DB"/>
    <w:rsid w:val="00974110"/>
    <w:rsid w:val="009921CD"/>
    <w:rsid w:val="009A44BC"/>
    <w:rsid w:val="009A715E"/>
    <w:rsid w:val="009B00D0"/>
    <w:rsid w:val="009D3B63"/>
    <w:rsid w:val="009D6D2E"/>
    <w:rsid w:val="009F114E"/>
    <w:rsid w:val="00A06FB1"/>
    <w:rsid w:val="00A13F0A"/>
    <w:rsid w:val="00A14D41"/>
    <w:rsid w:val="00A302C9"/>
    <w:rsid w:val="00A448E7"/>
    <w:rsid w:val="00A55904"/>
    <w:rsid w:val="00A61E60"/>
    <w:rsid w:val="00A72B85"/>
    <w:rsid w:val="00A816E9"/>
    <w:rsid w:val="00A93C0B"/>
    <w:rsid w:val="00A96024"/>
    <w:rsid w:val="00AB4A75"/>
    <w:rsid w:val="00AB57E8"/>
    <w:rsid w:val="00AD5AEE"/>
    <w:rsid w:val="00AE781F"/>
    <w:rsid w:val="00B20FEE"/>
    <w:rsid w:val="00B75465"/>
    <w:rsid w:val="00B815CF"/>
    <w:rsid w:val="00B916E6"/>
    <w:rsid w:val="00B92E6B"/>
    <w:rsid w:val="00B93B8E"/>
    <w:rsid w:val="00BA0074"/>
    <w:rsid w:val="00BC5805"/>
    <w:rsid w:val="00BD7777"/>
    <w:rsid w:val="00BF345C"/>
    <w:rsid w:val="00C00FF7"/>
    <w:rsid w:val="00C21844"/>
    <w:rsid w:val="00C25839"/>
    <w:rsid w:val="00C44C3A"/>
    <w:rsid w:val="00C471DA"/>
    <w:rsid w:val="00C63A08"/>
    <w:rsid w:val="00C81FC3"/>
    <w:rsid w:val="00CB369F"/>
    <w:rsid w:val="00D00CA5"/>
    <w:rsid w:val="00D053CC"/>
    <w:rsid w:val="00D363F2"/>
    <w:rsid w:val="00D42255"/>
    <w:rsid w:val="00D517DE"/>
    <w:rsid w:val="00D5409B"/>
    <w:rsid w:val="00D5539C"/>
    <w:rsid w:val="00D67677"/>
    <w:rsid w:val="00D72A46"/>
    <w:rsid w:val="00D76FD8"/>
    <w:rsid w:val="00DB055F"/>
    <w:rsid w:val="00DB0CD0"/>
    <w:rsid w:val="00DB6C86"/>
    <w:rsid w:val="00DE3FEB"/>
    <w:rsid w:val="00DE7C60"/>
    <w:rsid w:val="00E03EA8"/>
    <w:rsid w:val="00E0452E"/>
    <w:rsid w:val="00E1085C"/>
    <w:rsid w:val="00E12699"/>
    <w:rsid w:val="00E30DED"/>
    <w:rsid w:val="00E365FF"/>
    <w:rsid w:val="00E4129A"/>
    <w:rsid w:val="00E55D42"/>
    <w:rsid w:val="00E623CC"/>
    <w:rsid w:val="00E8005B"/>
    <w:rsid w:val="00E8134D"/>
    <w:rsid w:val="00E82DD5"/>
    <w:rsid w:val="00E833E8"/>
    <w:rsid w:val="00E95435"/>
    <w:rsid w:val="00EC17C9"/>
    <w:rsid w:val="00EE5A02"/>
    <w:rsid w:val="00F24DB5"/>
    <w:rsid w:val="00F258DA"/>
    <w:rsid w:val="00F27D6B"/>
    <w:rsid w:val="00F33701"/>
    <w:rsid w:val="00F34376"/>
    <w:rsid w:val="00F37399"/>
    <w:rsid w:val="00F60A04"/>
    <w:rsid w:val="00F66431"/>
    <w:rsid w:val="00F722AD"/>
    <w:rsid w:val="00F73FC3"/>
    <w:rsid w:val="00F74CDF"/>
    <w:rsid w:val="00F901E8"/>
    <w:rsid w:val="00F97227"/>
    <w:rsid w:val="00FB05FD"/>
    <w:rsid w:val="00FC1734"/>
    <w:rsid w:val="00FC2790"/>
    <w:rsid w:val="00FC2A22"/>
    <w:rsid w:val="00FD35DC"/>
    <w:rsid w:val="00FE2C8E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B78D7D-78B7-44C1-803E-D2D65365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A38"/>
    <w:pPr>
      <w:jc w:val="both"/>
    </w:pPr>
    <w:rPr>
      <w:sz w:val="26"/>
      <w:szCs w:val="26"/>
      <w:lang w:eastAsia="ru-RU"/>
    </w:rPr>
  </w:style>
  <w:style w:type="paragraph" w:styleId="1">
    <w:name w:val="heading 1"/>
    <w:basedOn w:val="a"/>
    <w:next w:val="a"/>
    <w:qFormat/>
    <w:rsid w:val="00865A38"/>
    <w:pPr>
      <w:keepNext/>
      <w:spacing w:line="264" w:lineRule="auto"/>
      <w:jc w:val="center"/>
      <w:outlineLvl w:val="0"/>
    </w:pPr>
    <w:rPr>
      <w:b/>
      <w:bCs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A38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865A38"/>
    <w:pPr>
      <w:tabs>
        <w:tab w:val="center" w:pos="4153"/>
        <w:tab w:val="right" w:pos="8306"/>
      </w:tabs>
    </w:pPr>
  </w:style>
  <w:style w:type="paragraph" w:styleId="3">
    <w:name w:val="Body Text Indent 3"/>
    <w:basedOn w:val="a"/>
    <w:rsid w:val="00865A38"/>
    <w:pPr>
      <w:autoSpaceDE w:val="0"/>
      <w:autoSpaceDN w:val="0"/>
      <w:spacing w:line="240" w:lineRule="exact"/>
      <w:ind w:left="1560"/>
    </w:pPr>
  </w:style>
  <w:style w:type="paragraph" w:styleId="a6">
    <w:name w:val="Title"/>
    <w:basedOn w:val="a"/>
    <w:qFormat/>
    <w:rsid w:val="00865A38"/>
    <w:pPr>
      <w:autoSpaceDE w:val="0"/>
      <w:autoSpaceDN w:val="0"/>
      <w:spacing w:before="240" w:after="60" w:line="288" w:lineRule="auto"/>
      <w:jc w:val="center"/>
    </w:pPr>
    <w:rPr>
      <w:rFonts w:ascii="Pragmatica" w:hAnsi="Pragmatica"/>
      <w:b/>
      <w:bCs/>
      <w:kern w:val="28"/>
      <w:sz w:val="32"/>
      <w:szCs w:val="32"/>
    </w:rPr>
  </w:style>
  <w:style w:type="paragraph" w:styleId="a7">
    <w:name w:val="Body Text"/>
    <w:basedOn w:val="a"/>
    <w:rsid w:val="00865A38"/>
    <w:pPr>
      <w:autoSpaceDE w:val="0"/>
      <w:autoSpaceDN w:val="0"/>
    </w:pPr>
    <w:rPr>
      <w:sz w:val="28"/>
      <w:szCs w:val="28"/>
    </w:rPr>
  </w:style>
  <w:style w:type="paragraph" w:styleId="a8">
    <w:name w:val="Body Text Indent"/>
    <w:basedOn w:val="a"/>
    <w:rsid w:val="00865A38"/>
    <w:pPr>
      <w:autoSpaceDE w:val="0"/>
      <w:autoSpaceDN w:val="0"/>
      <w:spacing w:line="288" w:lineRule="auto"/>
      <w:jc w:val="center"/>
    </w:pPr>
    <w:rPr>
      <w:b/>
      <w:bCs/>
    </w:rPr>
  </w:style>
  <w:style w:type="paragraph" w:customStyle="1" w:styleId="wfxRecipient">
    <w:name w:val="wfxRecipient"/>
    <w:basedOn w:val="a"/>
    <w:rsid w:val="00865A38"/>
    <w:pPr>
      <w:autoSpaceDE w:val="0"/>
      <w:autoSpaceDN w:val="0"/>
      <w:spacing w:line="288" w:lineRule="auto"/>
    </w:pPr>
  </w:style>
  <w:style w:type="paragraph" w:styleId="2">
    <w:name w:val="Body Text Indent 2"/>
    <w:basedOn w:val="a"/>
    <w:rsid w:val="00865A38"/>
    <w:pPr>
      <w:ind w:firstLine="567"/>
    </w:pPr>
  </w:style>
  <w:style w:type="table" w:styleId="a9">
    <w:name w:val="Table Grid"/>
    <w:basedOn w:val="a1"/>
    <w:rsid w:val="00104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 Знак2 Знак Знак Знак Знак"/>
    <w:basedOn w:val="a"/>
    <w:rsid w:val="00D42255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20FEE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20FEE"/>
    <w:rPr>
      <w:rFonts w:ascii="Tahoma" w:hAnsi="Tahoma" w:cs="Tahoma"/>
      <w:sz w:val="16"/>
      <w:szCs w:val="16"/>
      <w:lang w:eastAsia="ru-RU"/>
    </w:rPr>
  </w:style>
  <w:style w:type="character" w:styleId="ac">
    <w:name w:val="Strong"/>
    <w:basedOn w:val="a0"/>
    <w:uiPriority w:val="22"/>
    <w:qFormat/>
    <w:rsid w:val="007320B2"/>
    <w:rPr>
      <w:b/>
      <w:bCs/>
    </w:rPr>
  </w:style>
  <w:style w:type="character" w:customStyle="1" w:styleId="a4">
    <w:name w:val="Верхній колонтитул Знак"/>
    <w:basedOn w:val="a0"/>
    <w:link w:val="a3"/>
    <w:uiPriority w:val="99"/>
    <w:rsid w:val="0035078B"/>
    <w:rPr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785475"/>
  </w:style>
  <w:style w:type="character" w:styleId="ad">
    <w:name w:val="Emphasis"/>
    <w:basedOn w:val="a0"/>
    <w:uiPriority w:val="20"/>
    <w:qFormat/>
    <w:rsid w:val="007854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86;&#1073;&#1086;&#1090;&#1072;\&#1085;&#1086;&#1074;&#1077;\&#1088;&#1086;&#1079;&#1087;&#1086;&#1088;&#1103;&#1076;&#1078;&#1077;&#1085;&#1085;&#1103;\&#1043;&#1072;&#1083;&#1080;&#1085;&#1110;%20&#1050;&#1083;&#1077;&#1087;&#1091;&#1094;%20&#1085;&#1072;%20&#1088;&#1077;&#1108;&#1089;&#1090;&#1088;&#1072;&#1094;&#1110;&#1102;\Roz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CDCD7-CD5F-4A1A-AF02-322F78A12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Rozp</Template>
  <TotalTime>359</TotalTime>
  <Pages>2</Pages>
  <Words>407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ЕЛЕКТРОННА ПОШТА</vt:lpstr>
      <vt:lpstr>ЕЛЕКТРОННА ПОШТА</vt:lpstr>
    </vt:vector>
  </TitlesOfParts>
  <Company>LSA</Company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ЕЛЕКТРОННА ПОШТА</dc:title>
  <dc:creator>User Name</dc:creator>
  <cp:lastModifiedBy>Ліля Флінта</cp:lastModifiedBy>
  <cp:revision>22</cp:revision>
  <cp:lastPrinted>2018-04-17T12:56:00Z</cp:lastPrinted>
  <dcterms:created xsi:type="dcterms:W3CDTF">2018-04-13T06:24:00Z</dcterms:created>
  <dcterms:modified xsi:type="dcterms:W3CDTF">2018-04-23T11:16:00Z</dcterms:modified>
</cp:coreProperties>
</file>